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5B" w:rsidRDefault="00B6365B" w:rsidP="00F36D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0F2">
        <w:rPr>
          <w:rFonts w:ascii="Times New Roman" w:hAnsi="Times New Roman" w:cs="Times New Roman"/>
          <w:b/>
          <w:bCs/>
          <w:sz w:val="28"/>
          <w:szCs w:val="28"/>
        </w:rPr>
        <w:t xml:space="preserve">СОВЕТ НАРОДНЫХ ДЕПУТАТОВ </w:t>
      </w:r>
    </w:p>
    <w:p w:rsidR="00B6365B" w:rsidRPr="009F30F2" w:rsidRDefault="00B6365B" w:rsidP="00F36D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ШАПОШНИКОВСКОГО </w:t>
      </w:r>
      <w:r w:rsidRPr="009F30F2">
        <w:rPr>
          <w:rFonts w:ascii="Times New Roman" w:hAnsi="Times New Roman" w:cs="Times New Roman"/>
          <w:b/>
          <w:bCs/>
          <w:sz w:val="28"/>
          <w:szCs w:val="28"/>
        </w:rPr>
        <w:t>СЕЛЬСКОГО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ОСЕЛЕНИЯ ОЛЬХОВАТСКОГО </w:t>
      </w:r>
      <w:r w:rsidRPr="009F30F2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ВОРОНЕЖСКОЙ ОБЛАСТИ</w:t>
      </w:r>
    </w:p>
    <w:p w:rsidR="00B6365B" w:rsidRDefault="00B6365B" w:rsidP="00EA19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EA19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6365B" w:rsidRDefault="00B6365B" w:rsidP="009877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Принято Советом народных</w:t>
      </w:r>
    </w:p>
    <w:p w:rsidR="00B6365B" w:rsidRDefault="00B6365B" w:rsidP="009877D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30 июня 2014 г</w:t>
      </w:r>
    </w:p>
    <w:p w:rsidR="00B6365B" w:rsidRDefault="00B6365B" w:rsidP="00F1124C">
      <w:pPr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F11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оплате труда </w:t>
      </w:r>
      <w:r w:rsidRPr="00DD4D90">
        <w:rPr>
          <w:rFonts w:ascii="Times New Roman" w:hAnsi="Times New Roman" w:cs="Times New Roman"/>
          <w:sz w:val="28"/>
          <w:szCs w:val="28"/>
        </w:rPr>
        <w:t xml:space="preserve">выборного должностного лица </w:t>
      </w:r>
    </w:p>
    <w:p w:rsidR="00B6365B" w:rsidRDefault="00B6365B" w:rsidP="00F11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Шапошниковского</w:t>
      </w:r>
    </w:p>
    <w:p w:rsidR="00B6365B" w:rsidRDefault="00B6365B" w:rsidP="00F11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Ольховатского</w:t>
      </w:r>
    </w:p>
    <w:p w:rsidR="00B6365B" w:rsidRDefault="00B6365B" w:rsidP="00F11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района, осуществляющего  </w:t>
      </w:r>
    </w:p>
    <w:p w:rsidR="00B6365B" w:rsidRPr="00DD4D90" w:rsidRDefault="00B6365B" w:rsidP="00F11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полномочия на постоянной основе</w:t>
      </w:r>
    </w:p>
    <w:p w:rsidR="00B6365B" w:rsidRPr="00DD4D90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F36D92" w:rsidRDefault="00B6365B" w:rsidP="00F36D9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D4D9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4D9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D4D90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D90">
        <w:rPr>
          <w:rFonts w:ascii="Times New Roman" w:hAnsi="Times New Roman" w:cs="Times New Roman"/>
          <w:sz w:val="28"/>
          <w:szCs w:val="28"/>
        </w:rPr>
        <w:t xml:space="preserve"> 131-ФЗ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D4D9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Pr="00DD4D9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D4D90">
        <w:rPr>
          <w:rFonts w:ascii="Times New Roman" w:hAnsi="Times New Roman" w:cs="Times New Roman"/>
          <w:sz w:val="28"/>
          <w:szCs w:val="28"/>
        </w:rPr>
        <w:t xml:space="preserve"> Воронежской области от 23.12.2008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D90">
        <w:rPr>
          <w:rFonts w:ascii="Times New Roman" w:hAnsi="Times New Roman" w:cs="Times New Roman"/>
          <w:sz w:val="28"/>
          <w:szCs w:val="28"/>
        </w:rPr>
        <w:t xml:space="preserve"> 139-ОЗ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D4D90">
        <w:rPr>
          <w:rFonts w:ascii="Times New Roman" w:hAnsi="Times New Roman" w:cs="Times New Roman"/>
          <w:sz w:val="28"/>
          <w:szCs w:val="28"/>
        </w:rPr>
        <w:t xml:space="preserve">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образований Воронежской области» Совет народных депутатов Шапошниковского сельского поселения Ольховатского муниципального района </w:t>
      </w:r>
      <w:r w:rsidRPr="00F36D92">
        <w:rPr>
          <w:rFonts w:ascii="Times New Roman" w:hAnsi="Times New Roman" w:cs="Times New Roman"/>
          <w:sz w:val="28"/>
          <w:szCs w:val="28"/>
        </w:rPr>
        <w:t>решил:</w:t>
      </w:r>
    </w:p>
    <w:p w:rsidR="00B6365B" w:rsidRDefault="00B6365B" w:rsidP="004F3CA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3CA7">
        <w:rPr>
          <w:rFonts w:ascii="Times New Roman" w:hAnsi="Times New Roman" w:cs="Times New Roman"/>
          <w:sz w:val="28"/>
          <w:szCs w:val="28"/>
        </w:rPr>
        <w:t xml:space="preserve">Утвердить Положение об оплате </w:t>
      </w:r>
      <w:r>
        <w:rPr>
          <w:rFonts w:ascii="Times New Roman" w:hAnsi="Times New Roman" w:cs="Times New Roman"/>
          <w:sz w:val="28"/>
          <w:szCs w:val="28"/>
        </w:rPr>
        <w:t xml:space="preserve">труда </w:t>
      </w:r>
      <w:r w:rsidRPr="004F3CA7">
        <w:rPr>
          <w:rFonts w:ascii="Times New Roman" w:hAnsi="Times New Roman" w:cs="Times New Roman"/>
          <w:sz w:val="28"/>
          <w:szCs w:val="28"/>
        </w:rPr>
        <w:t>выборного должностного лица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Шапошниковского </w:t>
      </w:r>
      <w:r w:rsidRPr="004F3CA7"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 xml:space="preserve">кого поселения Ольховатского </w:t>
      </w:r>
      <w:r w:rsidRPr="004F3CA7">
        <w:rPr>
          <w:rFonts w:ascii="Times New Roman" w:hAnsi="Times New Roman" w:cs="Times New Roman"/>
          <w:sz w:val="28"/>
          <w:szCs w:val="28"/>
        </w:rPr>
        <w:t>муниципального района, осуществляющего свои полномочия на постоянной основе, согласно приложению.</w:t>
      </w:r>
    </w:p>
    <w:p w:rsidR="00B6365B" w:rsidRPr="00D412EF" w:rsidRDefault="00B6365B" w:rsidP="00D412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r w:rsidRPr="00D412EF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Шапошниковского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412EF">
        <w:rPr>
          <w:rFonts w:ascii="Times New Roman" w:hAnsi="Times New Roman" w:cs="Times New Roman"/>
          <w:sz w:val="28"/>
          <w:szCs w:val="28"/>
        </w:rPr>
        <w:t xml:space="preserve">поселения от 29.10.2009 года № 25 «О денежном вознаграждении депутатов членов выборных органов местного самоуправления и выборных должностных лиц местного самоуправления в Шапошниковском сельском поселении замещающих выборные муниципальные должности на постоянной основе», </w:t>
      </w:r>
      <w:r>
        <w:rPr>
          <w:rFonts w:ascii="Times New Roman" w:hAnsi="Times New Roman" w:cs="Times New Roman"/>
          <w:sz w:val="28"/>
          <w:szCs w:val="28"/>
        </w:rPr>
        <w:t>(в редакции решений</w:t>
      </w:r>
      <w:r w:rsidRPr="00D41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27.12.2012 года № 25,  от 26.03.2014 года № 6),</w:t>
      </w:r>
      <w:r w:rsidRPr="00D412EF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B6365B" w:rsidRPr="004F3CA7" w:rsidRDefault="00B6365B" w:rsidP="00D412EF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4F3CA7" w:rsidRDefault="00B6365B" w:rsidP="00D412EF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F3CA7">
        <w:rPr>
          <w:rFonts w:ascii="Times New Roman" w:hAnsi="Times New Roman" w:cs="Times New Roman"/>
          <w:sz w:val="28"/>
          <w:szCs w:val="28"/>
        </w:rPr>
        <w:t>Настоящее ре</w:t>
      </w:r>
      <w:r>
        <w:rPr>
          <w:rFonts w:ascii="Times New Roman" w:hAnsi="Times New Roman" w:cs="Times New Roman"/>
          <w:sz w:val="28"/>
          <w:szCs w:val="28"/>
        </w:rPr>
        <w:t>шение вступает в силу с момента опубликования в официальном издании органов местного самоуправления Ольховатского муниципального района «Муниципальный вестник» и распространяет свое действие</w:t>
      </w:r>
      <w:r w:rsidRPr="004F3CA7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 июня 2014 года.</w:t>
      </w:r>
    </w:p>
    <w:p w:rsidR="00B6365B" w:rsidRDefault="00B6365B" w:rsidP="006D7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6D7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6311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Шапошниковского</w:t>
      </w:r>
    </w:p>
    <w:p w:rsidR="00B6365B" w:rsidRDefault="00B6365B" w:rsidP="006311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В.С.Саратовский</w:t>
      </w:r>
    </w:p>
    <w:p w:rsidR="00B6365B" w:rsidRDefault="00B6365B" w:rsidP="006311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6311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июня 2014 № 16</w:t>
      </w:r>
    </w:p>
    <w:p w:rsidR="00B6365B" w:rsidRDefault="00B6365B" w:rsidP="006311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сл.Шапошниковка</w:t>
      </w:r>
    </w:p>
    <w:p w:rsidR="00B6365B" w:rsidRPr="00DD4D90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DD4D90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DD4D90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DD4D90" w:rsidRDefault="00B6365B" w:rsidP="00316E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6365B" w:rsidRPr="00DD4D90" w:rsidRDefault="00B6365B" w:rsidP="00316E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>к решению</w:t>
      </w:r>
    </w:p>
    <w:p w:rsidR="00B6365B" w:rsidRDefault="00B6365B" w:rsidP="00316E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B6365B" w:rsidRDefault="00B6365B" w:rsidP="00316E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Шапошниковского сельского поселения</w:t>
      </w:r>
    </w:p>
    <w:p w:rsidR="00B6365B" w:rsidRPr="00DD4D90" w:rsidRDefault="00B6365B" w:rsidP="00316E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Ольховатского муниципального района</w:t>
      </w:r>
    </w:p>
    <w:p w:rsidR="00B6365B" w:rsidRPr="00DD4D90" w:rsidRDefault="00B6365B" w:rsidP="00316EC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4D9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30.06.2014 № 16</w:t>
      </w: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F6595E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927">
        <w:rPr>
          <w:rFonts w:ascii="Times New Roman" w:hAnsi="Times New Roman" w:cs="Times New Roman"/>
          <w:sz w:val="28"/>
          <w:szCs w:val="28"/>
        </w:rPr>
        <w:t xml:space="preserve">Положение об оплате </w:t>
      </w:r>
      <w:r>
        <w:rPr>
          <w:rFonts w:ascii="Times New Roman" w:hAnsi="Times New Roman" w:cs="Times New Roman"/>
          <w:sz w:val="28"/>
          <w:szCs w:val="28"/>
        </w:rPr>
        <w:t xml:space="preserve">труда </w:t>
      </w:r>
      <w:r w:rsidRPr="00E82927">
        <w:rPr>
          <w:rFonts w:ascii="Times New Roman" w:hAnsi="Times New Roman" w:cs="Times New Roman"/>
          <w:sz w:val="28"/>
          <w:szCs w:val="28"/>
        </w:rPr>
        <w:t>выборного должностного лица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 Шапошниковского </w:t>
      </w:r>
      <w:r w:rsidRPr="00E82927">
        <w:rPr>
          <w:rFonts w:ascii="Times New Roman" w:hAnsi="Times New Roman" w:cs="Times New Roman"/>
          <w:sz w:val="28"/>
          <w:szCs w:val="28"/>
        </w:rPr>
        <w:t>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Ольховатского </w:t>
      </w:r>
      <w:r w:rsidRPr="00E82927">
        <w:rPr>
          <w:rFonts w:ascii="Times New Roman" w:hAnsi="Times New Roman" w:cs="Times New Roman"/>
          <w:sz w:val="28"/>
          <w:szCs w:val="28"/>
        </w:rPr>
        <w:t>муниципального района, осуществляющего свои полномочия на постоянной основе</w:t>
      </w:r>
    </w:p>
    <w:p w:rsidR="00B6365B" w:rsidRPr="00DD4D90" w:rsidRDefault="00B6365B" w:rsidP="00337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6365B" w:rsidRDefault="00B6365B" w:rsidP="00DE1E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Pr="00337279">
        <w:rPr>
          <w:rFonts w:ascii="Times New Roman" w:hAnsi="Times New Roman" w:cs="Times New Roman"/>
          <w:sz w:val="28"/>
          <w:szCs w:val="28"/>
        </w:rPr>
        <w:t xml:space="preserve">об оплате труда выборного должностного лица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Шапошниковского сельского поселения Ольховатского муниципального района, осуществляющего свои полномочия на постоянной основе, </w:t>
      </w:r>
      <w:r w:rsidRPr="00DD4D90">
        <w:rPr>
          <w:rFonts w:ascii="Times New Roman" w:hAnsi="Times New Roman" w:cs="Times New Roman"/>
          <w:sz w:val="28"/>
          <w:szCs w:val="28"/>
        </w:rPr>
        <w:t>определяет размеры и условия выплаты ежемеся</w:t>
      </w:r>
      <w:r>
        <w:rPr>
          <w:rFonts w:ascii="Times New Roman" w:hAnsi="Times New Roman" w:cs="Times New Roman"/>
          <w:sz w:val="28"/>
          <w:szCs w:val="28"/>
        </w:rPr>
        <w:t xml:space="preserve">чного денежного вознаграждения, </w:t>
      </w:r>
      <w:r w:rsidRPr="00DD4D90">
        <w:rPr>
          <w:rFonts w:ascii="Times New Roman" w:hAnsi="Times New Roman" w:cs="Times New Roman"/>
          <w:sz w:val="28"/>
          <w:szCs w:val="28"/>
        </w:rPr>
        <w:t xml:space="preserve">а также определяет порядок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ежемесячных и </w:t>
      </w:r>
      <w:r w:rsidRPr="00DD4D90">
        <w:rPr>
          <w:rFonts w:ascii="Times New Roman" w:hAnsi="Times New Roman" w:cs="Times New Roman"/>
          <w:sz w:val="28"/>
          <w:szCs w:val="28"/>
        </w:rPr>
        <w:t xml:space="preserve">иных дополнительных выплат </w:t>
      </w:r>
      <w:r w:rsidRPr="00A13CAA">
        <w:rPr>
          <w:rFonts w:ascii="Times New Roman" w:hAnsi="Times New Roman" w:cs="Times New Roman"/>
          <w:sz w:val="28"/>
          <w:szCs w:val="28"/>
        </w:rPr>
        <w:t>выборно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A13CAA">
        <w:rPr>
          <w:rFonts w:ascii="Times New Roman" w:hAnsi="Times New Roman" w:cs="Times New Roman"/>
          <w:sz w:val="28"/>
          <w:szCs w:val="28"/>
        </w:rPr>
        <w:t xml:space="preserve"> должностно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A13CAA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3CA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Шапошниковского сельского поселения Ольховатского муниципального района, осуществляющему свои полномочия на постоянной основе,(</w:t>
      </w:r>
      <w:r w:rsidRPr="00DE1E77">
        <w:rPr>
          <w:rFonts w:ascii="Times New Roman" w:hAnsi="Times New Roman" w:cs="Times New Roman"/>
          <w:sz w:val="28"/>
          <w:szCs w:val="28"/>
        </w:rPr>
        <w:t>далее – лицо, замещающее муниципальную должность)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65B" w:rsidRPr="00DD4D90" w:rsidRDefault="00B6365B" w:rsidP="00DE1E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труда лица, замещающего муниципальную должность, состоит из ежемесячного денежного вознаграждения и ежемесячных и иных дополнительных выплат.</w:t>
      </w:r>
    </w:p>
    <w:p w:rsidR="00B6365B" w:rsidRPr="00DD4D90" w:rsidRDefault="00B6365B" w:rsidP="00337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>2. Ежемесячное денежное вознаграждение</w:t>
      </w:r>
    </w:p>
    <w:p w:rsidR="00B6365B" w:rsidRDefault="00B6365B" w:rsidP="004F4073">
      <w:pPr>
        <w:jc w:val="both"/>
        <w:rPr>
          <w:rFonts w:ascii="Times New Roman" w:hAnsi="Times New Roman" w:cs="Times New Roman"/>
          <w:sz w:val="28"/>
          <w:szCs w:val="28"/>
        </w:rPr>
      </w:pPr>
      <w:r w:rsidRPr="00DD4D90">
        <w:rPr>
          <w:rFonts w:ascii="Times New Roman" w:hAnsi="Times New Roman" w:cs="Times New Roman"/>
          <w:sz w:val="28"/>
          <w:szCs w:val="28"/>
        </w:rPr>
        <w:t xml:space="preserve">2.1. </w:t>
      </w:r>
      <w:r w:rsidRPr="004F4073">
        <w:rPr>
          <w:rFonts w:ascii="Times New Roman" w:hAnsi="Times New Roman" w:cs="Times New Roman"/>
          <w:sz w:val="28"/>
          <w:szCs w:val="28"/>
        </w:rPr>
        <w:t>Ежемесячное денежное вознаграждение лица, замещающего муниципальную должность, состоит из должностного</w:t>
      </w:r>
      <w:r>
        <w:rPr>
          <w:rFonts w:ascii="Times New Roman" w:hAnsi="Times New Roman" w:cs="Times New Roman"/>
          <w:sz w:val="28"/>
          <w:szCs w:val="28"/>
        </w:rPr>
        <w:t xml:space="preserve"> оклада по замещаемой должности </w:t>
      </w:r>
      <w:r w:rsidRPr="004F4073">
        <w:rPr>
          <w:rFonts w:ascii="Times New Roman" w:hAnsi="Times New Roman" w:cs="Times New Roman"/>
          <w:sz w:val="28"/>
          <w:szCs w:val="28"/>
        </w:rPr>
        <w:t>и надбавок к должностному окладу.</w:t>
      </w:r>
    </w:p>
    <w:p w:rsidR="00B6365B" w:rsidRDefault="00B6365B" w:rsidP="004F40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Размер должностного оклада лица, замещающего муниципальную должность, составляет 8237 рублей.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A85F95">
        <w:rPr>
          <w:rFonts w:ascii="Times New Roman" w:hAnsi="Times New Roman" w:cs="Times New Roman"/>
          <w:sz w:val="28"/>
          <w:szCs w:val="28"/>
        </w:rPr>
        <w:tab/>
        <w:t>Лицу, замещающему муниципальную должность, устанавливаются следующие виды надбавок:</w:t>
      </w:r>
    </w:p>
    <w:p w:rsidR="00B6365B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>1)</w:t>
      </w:r>
      <w:r w:rsidRPr="00A85F95">
        <w:rPr>
          <w:rFonts w:ascii="Times New Roman" w:hAnsi="Times New Roman" w:cs="Times New Roman"/>
          <w:sz w:val="28"/>
          <w:szCs w:val="28"/>
        </w:rPr>
        <w:tab/>
        <w:t>ежемесячная надбавка к должностному окладу за выслугу лет замещения муниципальной должности</w:t>
      </w:r>
      <w:r>
        <w:rPr>
          <w:rFonts w:ascii="Times New Roman" w:hAnsi="Times New Roman" w:cs="Times New Roman"/>
          <w:sz w:val="28"/>
          <w:szCs w:val="28"/>
        </w:rPr>
        <w:t>, которая устанавливается в размерах от должностного оклада: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 xml:space="preserve">при стаже </w:t>
      </w:r>
      <w:r>
        <w:rPr>
          <w:rFonts w:ascii="Times New Roman" w:hAnsi="Times New Roman" w:cs="Times New Roman"/>
          <w:sz w:val="28"/>
          <w:szCs w:val="28"/>
        </w:rPr>
        <w:t>замещения муниципальной должности</w:t>
      </w:r>
      <w:r w:rsidRPr="00A85F95">
        <w:rPr>
          <w:rFonts w:ascii="Times New Roman" w:hAnsi="Times New Roman" w:cs="Times New Roman"/>
          <w:sz w:val="28"/>
          <w:szCs w:val="28"/>
        </w:rPr>
        <w:t xml:space="preserve">                    в процентах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 xml:space="preserve">от 1 года до 5 лет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85F95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 xml:space="preserve">от 5 до 10 лет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85F95">
        <w:rPr>
          <w:rFonts w:ascii="Times New Roman" w:hAnsi="Times New Roman" w:cs="Times New Roman"/>
          <w:sz w:val="28"/>
          <w:szCs w:val="28"/>
        </w:rPr>
        <w:t>15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 xml:space="preserve">от 10 до 15 лет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85F95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 xml:space="preserve">свыше 15 лет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85F95">
        <w:rPr>
          <w:rFonts w:ascii="Times New Roman" w:hAnsi="Times New Roman" w:cs="Times New Roman"/>
          <w:sz w:val="28"/>
          <w:szCs w:val="28"/>
        </w:rPr>
        <w:t xml:space="preserve">30;  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>2)</w:t>
      </w:r>
      <w:r w:rsidRPr="00A85F95">
        <w:rPr>
          <w:rFonts w:ascii="Times New Roman" w:hAnsi="Times New Roman" w:cs="Times New Roman"/>
          <w:sz w:val="28"/>
          <w:szCs w:val="28"/>
        </w:rPr>
        <w:tab/>
        <w:t>ежемесячная надбавка к должностному окладу за особые условия труда (сложность, напряженность, специальный режим работы)</w:t>
      </w:r>
      <w:r>
        <w:rPr>
          <w:rFonts w:ascii="Times New Roman" w:hAnsi="Times New Roman" w:cs="Times New Roman"/>
          <w:sz w:val="28"/>
          <w:szCs w:val="28"/>
        </w:rPr>
        <w:t>в размере 123% от  должностного оклада</w:t>
      </w:r>
      <w:r w:rsidRPr="00A85F95">
        <w:rPr>
          <w:rFonts w:ascii="Times New Roman" w:hAnsi="Times New Roman" w:cs="Times New Roman"/>
          <w:sz w:val="28"/>
          <w:szCs w:val="28"/>
        </w:rPr>
        <w:t>;</w:t>
      </w:r>
    </w:p>
    <w:p w:rsidR="00B6365B" w:rsidRPr="00A85F95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>3)</w:t>
      </w:r>
      <w:r w:rsidRPr="00A85F95">
        <w:rPr>
          <w:rFonts w:ascii="Times New Roman" w:hAnsi="Times New Roman" w:cs="Times New Roman"/>
          <w:sz w:val="28"/>
          <w:szCs w:val="28"/>
        </w:rPr>
        <w:tab/>
        <w:t>ежемесячная надбавка к должностному окладу за Почетное звание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размере 15 процентов должностного оклада</w:t>
      </w:r>
      <w:r w:rsidRPr="00A85F95">
        <w:rPr>
          <w:rFonts w:ascii="Times New Roman" w:hAnsi="Times New Roman" w:cs="Times New Roman"/>
          <w:sz w:val="28"/>
          <w:szCs w:val="28"/>
        </w:rPr>
        <w:t>;</w:t>
      </w:r>
    </w:p>
    <w:p w:rsidR="00B6365B" w:rsidRDefault="00B6365B" w:rsidP="00A85F95">
      <w:pPr>
        <w:jc w:val="both"/>
        <w:rPr>
          <w:rFonts w:ascii="Times New Roman" w:hAnsi="Times New Roman" w:cs="Times New Roman"/>
          <w:sz w:val="28"/>
          <w:szCs w:val="28"/>
        </w:rPr>
      </w:pPr>
      <w:r w:rsidRPr="00A85F95">
        <w:rPr>
          <w:rFonts w:ascii="Times New Roman" w:hAnsi="Times New Roman" w:cs="Times New Roman"/>
          <w:sz w:val="28"/>
          <w:szCs w:val="28"/>
        </w:rPr>
        <w:t>5)</w:t>
      </w:r>
      <w:r w:rsidRPr="00A85F95">
        <w:rPr>
          <w:rFonts w:ascii="Times New Roman" w:hAnsi="Times New Roman" w:cs="Times New Roman"/>
          <w:sz w:val="28"/>
          <w:szCs w:val="28"/>
        </w:rPr>
        <w:tab/>
        <w:t>ежемесячная надбавка к должностному окладу за ученую степень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85F95">
        <w:rPr>
          <w:rFonts w:ascii="Times New Roman" w:hAnsi="Times New Roman" w:cs="Times New Roman"/>
          <w:sz w:val="28"/>
          <w:szCs w:val="28"/>
        </w:rPr>
        <w:t>кандидата наук - в размере 10 процентов должностного оклада; доктора наук - в размере 15 процентов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65B" w:rsidRPr="00DD4D90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DD4D90">
        <w:rPr>
          <w:rFonts w:ascii="Times New Roman" w:hAnsi="Times New Roman" w:cs="Times New Roman"/>
          <w:sz w:val="28"/>
          <w:szCs w:val="28"/>
        </w:rPr>
        <w:t xml:space="preserve">. Увеличение (индексация)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оклада </w:t>
      </w:r>
      <w:r w:rsidRPr="00DD4D9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4D90">
        <w:rPr>
          <w:rFonts w:ascii="Times New Roman" w:hAnsi="Times New Roman" w:cs="Times New Roman"/>
          <w:sz w:val="28"/>
          <w:szCs w:val="28"/>
        </w:rPr>
        <w:t>, замещающ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D4D9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 должность</w:t>
      </w:r>
      <w:r w:rsidRPr="00DD4D90">
        <w:rPr>
          <w:rFonts w:ascii="Times New Roman" w:hAnsi="Times New Roman" w:cs="Times New Roman"/>
          <w:sz w:val="28"/>
          <w:szCs w:val="28"/>
        </w:rPr>
        <w:t xml:space="preserve">, производится в размерах и в сроки, предусмотренные для муниципальных служащих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Шапошниковского сельского поселения Ольховатского муниципального района</w:t>
      </w:r>
      <w:r w:rsidRPr="00DD4D90">
        <w:rPr>
          <w:rFonts w:ascii="Times New Roman" w:hAnsi="Times New Roman" w:cs="Times New Roman"/>
          <w:sz w:val="28"/>
          <w:szCs w:val="28"/>
        </w:rPr>
        <w:t>.</w:t>
      </w:r>
    </w:p>
    <w:p w:rsidR="00B6365B" w:rsidRPr="00D810DB" w:rsidRDefault="00B6365B" w:rsidP="001D0C28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0DB">
        <w:rPr>
          <w:rFonts w:ascii="Times New Roman" w:hAnsi="Times New Roman" w:cs="Times New Roman"/>
          <w:sz w:val="28"/>
          <w:szCs w:val="28"/>
        </w:rPr>
        <w:t>3. Ежемесячн</w:t>
      </w:r>
      <w:r>
        <w:rPr>
          <w:rFonts w:ascii="Times New Roman" w:hAnsi="Times New Roman" w:cs="Times New Roman"/>
          <w:sz w:val="28"/>
          <w:szCs w:val="28"/>
        </w:rPr>
        <w:t xml:space="preserve">ые и иные дополнительные выплаты </w:t>
      </w:r>
    </w:p>
    <w:p w:rsidR="00B6365B" w:rsidRPr="00D810D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Лицу, замещающему муниципальную должность</w:t>
      </w:r>
      <w:r w:rsidRPr="00D810DB">
        <w:rPr>
          <w:rFonts w:ascii="Times New Roman" w:hAnsi="Times New Roman" w:cs="Times New Roman"/>
          <w:sz w:val="28"/>
          <w:szCs w:val="28"/>
        </w:rPr>
        <w:t xml:space="preserve">, выплачивается ежемесячное денежное поощрение,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810DB">
        <w:rPr>
          <w:rFonts w:ascii="Times New Roman" w:hAnsi="Times New Roman" w:cs="Times New Roman"/>
          <w:sz w:val="28"/>
          <w:szCs w:val="28"/>
        </w:rPr>
        <w:t xml:space="preserve"> размер</w:t>
      </w:r>
      <w:r>
        <w:rPr>
          <w:rFonts w:ascii="Times New Roman" w:hAnsi="Times New Roman" w:cs="Times New Roman"/>
          <w:sz w:val="28"/>
          <w:szCs w:val="28"/>
        </w:rPr>
        <w:t>е  2.4 должностных окладов.</w:t>
      </w:r>
    </w:p>
    <w:p w:rsidR="00B6365B" w:rsidRPr="00D810D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  <w:r w:rsidRPr="00971988">
        <w:rPr>
          <w:rFonts w:ascii="Times New Roman" w:hAnsi="Times New Roman" w:cs="Times New Roman"/>
          <w:sz w:val="28"/>
          <w:szCs w:val="28"/>
          <w:highlight w:val="yellow"/>
        </w:rPr>
        <w:t>3.2. Лицу, замещающему муниципальную должность, в пределах фонда оплаты труда могут выплачиваться единовременные премии за выполнение особо важных и сложных заданий по решению Совета народных депутатов Шапошниковского сельского поселения  Ольховатского муниципального района.</w:t>
      </w:r>
    </w:p>
    <w:p w:rsidR="00B6365B" w:rsidRDefault="00B6365B" w:rsidP="00EC7A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D810DB">
        <w:rPr>
          <w:rFonts w:ascii="Times New Roman" w:hAnsi="Times New Roman" w:cs="Times New Roman"/>
          <w:sz w:val="28"/>
          <w:szCs w:val="28"/>
        </w:rPr>
        <w:t xml:space="preserve">.Лицу, замещающему муниципальную должность, один раз в год производится единовременная выплата при предоставлении ежегодного оплачиваемого отпуска в размере двух </w:t>
      </w:r>
      <w:r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D810DB">
        <w:rPr>
          <w:rFonts w:ascii="Times New Roman" w:hAnsi="Times New Roman" w:cs="Times New Roman"/>
          <w:sz w:val="28"/>
          <w:szCs w:val="28"/>
        </w:rPr>
        <w:t xml:space="preserve"> и материальная помощь в размере одного </w:t>
      </w:r>
      <w:r>
        <w:rPr>
          <w:rFonts w:ascii="Times New Roman" w:hAnsi="Times New Roman" w:cs="Times New Roman"/>
          <w:sz w:val="28"/>
          <w:szCs w:val="28"/>
        </w:rPr>
        <w:t>должностного оклада</w:t>
      </w:r>
      <w:r w:rsidRPr="00D810DB">
        <w:rPr>
          <w:rFonts w:ascii="Times New Roman" w:hAnsi="Times New Roman" w:cs="Times New Roman"/>
          <w:sz w:val="28"/>
          <w:szCs w:val="28"/>
        </w:rPr>
        <w:t>.</w:t>
      </w:r>
    </w:p>
    <w:p w:rsidR="00B6365B" w:rsidRDefault="00B6365B" w:rsidP="00EC7A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0800D4">
        <w:rPr>
          <w:rFonts w:ascii="Times New Roman" w:hAnsi="Times New Roman" w:cs="Times New Roman"/>
          <w:sz w:val="28"/>
          <w:szCs w:val="28"/>
        </w:rPr>
        <w:t xml:space="preserve">Лицу, замещающему муниципальную должность, </w:t>
      </w:r>
      <w:r>
        <w:rPr>
          <w:rFonts w:ascii="Times New Roman" w:hAnsi="Times New Roman" w:cs="Times New Roman"/>
          <w:sz w:val="28"/>
          <w:szCs w:val="28"/>
        </w:rPr>
        <w:t>при наличии экономии</w:t>
      </w:r>
      <w:r w:rsidRPr="000800D4">
        <w:rPr>
          <w:rFonts w:ascii="Times New Roman" w:hAnsi="Times New Roman" w:cs="Times New Roman"/>
          <w:sz w:val="28"/>
          <w:szCs w:val="28"/>
        </w:rPr>
        <w:t xml:space="preserve"> фонда оплаты труда мо</w:t>
      </w:r>
      <w:r>
        <w:rPr>
          <w:rFonts w:ascii="Times New Roman" w:hAnsi="Times New Roman" w:cs="Times New Roman"/>
          <w:sz w:val="28"/>
          <w:szCs w:val="28"/>
        </w:rPr>
        <w:t>жет оказываться материальная помощь при наступлении особых случаев по решению</w:t>
      </w:r>
      <w:r w:rsidRPr="000800D4">
        <w:rPr>
          <w:rFonts w:ascii="Times New Roman" w:hAnsi="Times New Roman" w:cs="Times New Roman"/>
          <w:sz w:val="28"/>
          <w:szCs w:val="28"/>
        </w:rPr>
        <w:t xml:space="preserve"> Совета нар</w:t>
      </w:r>
      <w:r>
        <w:rPr>
          <w:rFonts w:ascii="Times New Roman" w:hAnsi="Times New Roman" w:cs="Times New Roman"/>
          <w:sz w:val="28"/>
          <w:szCs w:val="28"/>
        </w:rPr>
        <w:t xml:space="preserve">одных депутатов Шапошниковского сельского поселения  Ольховатского </w:t>
      </w:r>
      <w:r w:rsidRPr="000800D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B6365B" w:rsidRPr="00DD4D90" w:rsidRDefault="00B6365B" w:rsidP="00EC7A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146E52">
        <w:rPr>
          <w:rFonts w:ascii="Times New Roman" w:hAnsi="Times New Roman" w:cs="Times New Roman"/>
          <w:sz w:val="28"/>
          <w:szCs w:val="28"/>
        </w:rPr>
        <w:t>Порядок осуществления дополнительных выплат</w:t>
      </w:r>
      <w:r>
        <w:rPr>
          <w:rFonts w:ascii="Times New Roman" w:hAnsi="Times New Roman" w:cs="Times New Roman"/>
          <w:sz w:val="28"/>
          <w:szCs w:val="28"/>
        </w:rPr>
        <w:t>, предусмотренных пунктами 3.2.- 3.4 настоящего Положения, устанавливается приложением</w:t>
      </w:r>
      <w:r w:rsidRPr="00146E52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DD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A40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A40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A40B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</w:t>
      </w:r>
    </w:p>
    <w:p w:rsidR="00B6365B" w:rsidRDefault="00B6365B" w:rsidP="00090F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Положению</w:t>
      </w:r>
      <w:r w:rsidRPr="00146E52">
        <w:rPr>
          <w:rFonts w:ascii="Times New Roman" w:hAnsi="Times New Roman" w:cs="Times New Roman"/>
          <w:sz w:val="28"/>
          <w:szCs w:val="28"/>
        </w:rPr>
        <w:t xml:space="preserve"> об оплате</w:t>
      </w:r>
      <w:r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146E52">
        <w:rPr>
          <w:rFonts w:ascii="Times New Roman" w:hAnsi="Times New Roman" w:cs="Times New Roman"/>
          <w:sz w:val="28"/>
          <w:szCs w:val="28"/>
        </w:rPr>
        <w:t xml:space="preserve"> выборного должностного лица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Шапошниковского </w:t>
      </w:r>
      <w:r w:rsidRPr="00146E52"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 xml:space="preserve">кого поселения  Ольховатского </w:t>
      </w:r>
      <w:r w:rsidRPr="00146E52">
        <w:rPr>
          <w:rFonts w:ascii="Times New Roman" w:hAnsi="Times New Roman" w:cs="Times New Roman"/>
          <w:sz w:val="28"/>
          <w:szCs w:val="28"/>
        </w:rPr>
        <w:t>муниципального района, осуществляющего свои полномочия на постоянной основе</w:t>
      </w:r>
    </w:p>
    <w:p w:rsidR="00B6365B" w:rsidRDefault="00B6365B" w:rsidP="001A40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A40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46E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E52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выплаты премии за выполнение особо важных и сложных заданий, материальной помощи и единовременной выплаты при предоставлении ежегодного оплачиваемого отпуска </w:t>
      </w:r>
    </w:p>
    <w:p w:rsidR="00B6365B" w:rsidRDefault="00B6365B" w:rsidP="0000488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365B" w:rsidRPr="00146E52" w:rsidRDefault="00B6365B" w:rsidP="0000488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46E52">
        <w:rPr>
          <w:rFonts w:ascii="Times New Roman" w:hAnsi="Times New Roman" w:cs="Times New Roman"/>
          <w:sz w:val="28"/>
          <w:szCs w:val="28"/>
        </w:rPr>
        <w:t>. Порядок выплаты премий за выполнение</w:t>
      </w:r>
    </w:p>
    <w:p w:rsidR="00B6365B" w:rsidRPr="00146E52" w:rsidRDefault="00B6365B" w:rsidP="0000488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>особо важных и сложных заданий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46E52">
        <w:rPr>
          <w:rFonts w:ascii="Times New Roman" w:hAnsi="Times New Roman" w:cs="Times New Roman"/>
          <w:sz w:val="28"/>
          <w:szCs w:val="28"/>
        </w:rPr>
        <w:t xml:space="preserve">.1. Премирование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муниципального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производится за выполнение особо важных и сложных заданий, связанных с реализацией задач, возложенных на </w:t>
      </w:r>
      <w:r>
        <w:rPr>
          <w:rFonts w:ascii="Times New Roman" w:hAnsi="Times New Roman" w:cs="Times New Roman"/>
          <w:sz w:val="28"/>
          <w:szCs w:val="28"/>
        </w:rPr>
        <w:t>органы местного самоуправления Шапошниковского сельского поселения Ольховатского муниципального района</w:t>
      </w:r>
      <w:r w:rsidRPr="00146E52">
        <w:rPr>
          <w:rFonts w:ascii="Times New Roman" w:hAnsi="Times New Roman" w:cs="Times New Roman"/>
          <w:sz w:val="28"/>
          <w:szCs w:val="28"/>
        </w:rPr>
        <w:t xml:space="preserve"> Уставом </w:t>
      </w:r>
      <w:r>
        <w:rPr>
          <w:rFonts w:ascii="Times New Roman" w:hAnsi="Times New Roman" w:cs="Times New Roman"/>
          <w:sz w:val="28"/>
          <w:szCs w:val="28"/>
        </w:rPr>
        <w:t>Шапошниковского сельского поселения</w:t>
      </w:r>
      <w:r w:rsidRPr="00146E52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Pr="00146E52">
        <w:rPr>
          <w:rFonts w:ascii="Times New Roman" w:hAnsi="Times New Roman" w:cs="Times New Roman"/>
          <w:sz w:val="28"/>
          <w:szCs w:val="28"/>
        </w:rPr>
        <w:t>Воронежской области, а также в целях повышения качества выполняемых задач, своевременного и добросовестного испо</w:t>
      </w:r>
      <w:r>
        <w:rPr>
          <w:rFonts w:ascii="Times New Roman" w:hAnsi="Times New Roman" w:cs="Times New Roman"/>
          <w:sz w:val="28"/>
          <w:szCs w:val="28"/>
        </w:rPr>
        <w:t>лнения полномочий лица, замещающего муниципальную должность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</w:p>
    <w:p w:rsidR="00B6365B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46E52">
        <w:rPr>
          <w:rFonts w:ascii="Times New Roman" w:hAnsi="Times New Roman" w:cs="Times New Roman"/>
          <w:sz w:val="28"/>
          <w:szCs w:val="28"/>
        </w:rPr>
        <w:t xml:space="preserve">.2. Премирование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производится в пределах средств фонда оплаты труда,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Шапошниковского сельского поселения Ольховатского муниципального района о бюджете Шапошниковского </w:t>
      </w:r>
      <w:r w:rsidRPr="00DD3E7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5775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46E52">
        <w:rPr>
          <w:rFonts w:ascii="Times New Roman" w:hAnsi="Times New Roman" w:cs="Times New Roman"/>
          <w:sz w:val="28"/>
          <w:szCs w:val="28"/>
        </w:rPr>
        <w:t xml:space="preserve">.3. Основными показателями премирования </w:t>
      </w:r>
      <w:r>
        <w:rPr>
          <w:rFonts w:ascii="Times New Roman" w:hAnsi="Times New Roman" w:cs="Times New Roman"/>
          <w:sz w:val="28"/>
          <w:szCs w:val="28"/>
        </w:rPr>
        <w:t xml:space="preserve">для лица, замещающего муниципальную должность, </w:t>
      </w:r>
      <w:r w:rsidRPr="00146E52">
        <w:rPr>
          <w:rFonts w:ascii="Times New Roman" w:hAnsi="Times New Roman" w:cs="Times New Roman"/>
          <w:sz w:val="28"/>
          <w:szCs w:val="28"/>
        </w:rPr>
        <w:t>являются: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 xml:space="preserve">результаты деятельности, достигнутые путем своевременного и качественного выполнения работ по основным направлениям деятельности возглавляемого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46E52">
        <w:rPr>
          <w:rFonts w:ascii="Times New Roman" w:hAnsi="Times New Roman" w:cs="Times New Roman"/>
          <w:sz w:val="28"/>
          <w:szCs w:val="28"/>
        </w:rPr>
        <w:t xml:space="preserve">. Решение о премировании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Pr="00146E52">
        <w:rPr>
          <w:rFonts w:ascii="Times New Roman" w:hAnsi="Times New Roman" w:cs="Times New Roman"/>
          <w:sz w:val="28"/>
          <w:szCs w:val="28"/>
        </w:rPr>
        <w:t xml:space="preserve">, в том числе решение о конкретных размерах премий, принимается </w:t>
      </w:r>
      <w:r>
        <w:rPr>
          <w:rFonts w:ascii="Times New Roman" w:hAnsi="Times New Roman" w:cs="Times New Roman"/>
          <w:sz w:val="28"/>
          <w:szCs w:val="28"/>
        </w:rPr>
        <w:t>Советом народных депутатов Шапошниковского сельского поселения Ольховатского муниципального района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46E52">
        <w:rPr>
          <w:rFonts w:ascii="Times New Roman" w:hAnsi="Times New Roman" w:cs="Times New Roman"/>
          <w:sz w:val="28"/>
          <w:szCs w:val="28"/>
        </w:rPr>
        <w:t xml:space="preserve">. Премия устанавливается в процентах от </w:t>
      </w:r>
      <w:r>
        <w:rPr>
          <w:rFonts w:ascii="Times New Roman" w:hAnsi="Times New Roman" w:cs="Times New Roman"/>
          <w:sz w:val="28"/>
          <w:szCs w:val="28"/>
        </w:rPr>
        <w:t>должностного оклада</w:t>
      </w:r>
      <w:r w:rsidRPr="00146E52">
        <w:rPr>
          <w:rFonts w:ascii="Times New Roman" w:hAnsi="Times New Roman" w:cs="Times New Roman"/>
          <w:sz w:val="28"/>
          <w:szCs w:val="28"/>
        </w:rPr>
        <w:t xml:space="preserve"> и максимальными размерами не ограничивается.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146E52" w:rsidRDefault="00B6365B" w:rsidP="007405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 Порядок выплаты материальной помощи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146E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в</w:t>
      </w:r>
      <w:r w:rsidRPr="00146E52">
        <w:rPr>
          <w:rFonts w:ascii="Times New Roman" w:hAnsi="Times New Roman" w:cs="Times New Roman"/>
          <w:sz w:val="28"/>
          <w:szCs w:val="28"/>
        </w:rPr>
        <w:t xml:space="preserve">ыплата материальной помощи осуществляется один раз в течение календарного года при предоставлении ежегодного оплачиваемого отпуска либо по желанию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в иное время в размере одного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146E52">
        <w:rPr>
          <w:rFonts w:ascii="Times New Roman" w:hAnsi="Times New Roman" w:cs="Times New Roman"/>
          <w:sz w:val="28"/>
          <w:szCs w:val="28"/>
        </w:rPr>
        <w:t>оклада по замещаемой должности за счет средств, предусмотренных в фонде оплаты труда на выплату материальной помощи.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146E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146E52">
        <w:rPr>
          <w:rFonts w:ascii="Times New Roman" w:hAnsi="Times New Roman" w:cs="Times New Roman"/>
          <w:sz w:val="28"/>
          <w:szCs w:val="28"/>
        </w:rPr>
        <w:t>, не получивш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46E52">
        <w:rPr>
          <w:rFonts w:ascii="Times New Roman" w:hAnsi="Times New Roman" w:cs="Times New Roman"/>
          <w:sz w:val="28"/>
          <w:szCs w:val="28"/>
        </w:rPr>
        <w:t xml:space="preserve"> материальную помощь при предоставлении ежегодного оплачиваемого отпуска, выплата производится в конце текущего календарного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6E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в год </w:t>
      </w:r>
      <w:r>
        <w:rPr>
          <w:rFonts w:ascii="Times New Roman" w:hAnsi="Times New Roman" w:cs="Times New Roman"/>
          <w:sz w:val="28"/>
          <w:szCs w:val="28"/>
        </w:rPr>
        <w:t xml:space="preserve">избрания </w:t>
      </w:r>
      <w:r w:rsidRPr="00146E5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146E52">
        <w:rPr>
          <w:rFonts w:ascii="Times New Roman" w:hAnsi="Times New Roman" w:cs="Times New Roman"/>
          <w:sz w:val="28"/>
          <w:szCs w:val="28"/>
        </w:rPr>
        <w:t xml:space="preserve"> материальная помощь выплачивается пропорционально времени исполнения им должностных обязанностей до окончания календарного года в размере 1/12 </w:t>
      </w:r>
      <w:r>
        <w:rPr>
          <w:rFonts w:ascii="Times New Roman" w:hAnsi="Times New Roman" w:cs="Times New Roman"/>
          <w:sz w:val="28"/>
          <w:szCs w:val="28"/>
        </w:rPr>
        <w:t>должностного оклада</w:t>
      </w:r>
      <w:r w:rsidRPr="00146E52">
        <w:rPr>
          <w:rFonts w:ascii="Times New Roman" w:hAnsi="Times New Roman" w:cs="Times New Roman"/>
          <w:sz w:val="28"/>
          <w:szCs w:val="28"/>
        </w:rPr>
        <w:t xml:space="preserve"> по замещаемой должности за каждый полный отработанный месяц.</w:t>
      </w:r>
    </w:p>
    <w:p w:rsidR="00B6365B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6E52">
        <w:rPr>
          <w:rFonts w:ascii="Times New Roman" w:hAnsi="Times New Roman" w:cs="Times New Roman"/>
          <w:sz w:val="28"/>
          <w:szCs w:val="28"/>
        </w:rPr>
        <w:t xml:space="preserve">. При </w:t>
      </w:r>
      <w:r>
        <w:rPr>
          <w:rFonts w:ascii="Times New Roman" w:hAnsi="Times New Roman" w:cs="Times New Roman"/>
          <w:sz w:val="28"/>
          <w:szCs w:val="28"/>
        </w:rPr>
        <w:t>прекращении полномочий лица, замещающего муниципальную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неполученная материальная помощь выплачивается пропорционально отработанному времени в размере 1/12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146E52">
        <w:rPr>
          <w:rFonts w:ascii="Times New Roman" w:hAnsi="Times New Roman" w:cs="Times New Roman"/>
          <w:sz w:val="28"/>
          <w:szCs w:val="28"/>
        </w:rPr>
        <w:t>оклада по замещаемой должности за каждый полный отработанный месяц.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51042D">
        <w:rPr>
          <w:rFonts w:ascii="Times New Roman" w:hAnsi="Times New Roman" w:cs="Times New Roman"/>
          <w:sz w:val="28"/>
          <w:szCs w:val="28"/>
        </w:rPr>
        <w:t xml:space="preserve">Материальная помощь не выплачивается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5104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полномочия которого были прекращены</w:t>
      </w:r>
      <w:r w:rsidRPr="0051042D">
        <w:rPr>
          <w:rFonts w:ascii="Times New Roman" w:hAnsi="Times New Roman" w:cs="Times New Roman"/>
          <w:sz w:val="28"/>
          <w:szCs w:val="28"/>
        </w:rPr>
        <w:t>, получивш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51042D">
        <w:rPr>
          <w:rFonts w:ascii="Times New Roman" w:hAnsi="Times New Roman" w:cs="Times New Roman"/>
          <w:sz w:val="28"/>
          <w:szCs w:val="28"/>
        </w:rPr>
        <w:t xml:space="preserve"> материальную помощь в текущем календарном году и вновь </w:t>
      </w:r>
      <w:r>
        <w:rPr>
          <w:rFonts w:ascii="Times New Roman" w:hAnsi="Times New Roman" w:cs="Times New Roman"/>
          <w:sz w:val="28"/>
          <w:szCs w:val="28"/>
        </w:rPr>
        <w:t>избранному</w:t>
      </w:r>
      <w:r w:rsidRPr="0051042D">
        <w:rPr>
          <w:rFonts w:ascii="Times New Roman" w:hAnsi="Times New Roman" w:cs="Times New Roman"/>
          <w:sz w:val="28"/>
          <w:szCs w:val="28"/>
        </w:rPr>
        <w:t xml:space="preserve"> в этом же году </w:t>
      </w:r>
      <w:r>
        <w:rPr>
          <w:rFonts w:ascii="Times New Roman" w:hAnsi="Times New Roman" w:cs="Times New Roman"/>
          <w:sz w:val="28"/>
          <w:szCs w:val="28"/>
        </w:rPr>
        <w:t>на муниципальную должность</w:t>
      </w:r>
      <w:r w:rsidRPr="0051042D">
        <w:rPr>
          <w:rFonts w:ascii="Times New Roman" w:hAnsi="Times New Roman" w:cs="Times New Roman"/>
          <w:sz w:val="28"/>
          <w:szCs w:val="28"/>
        </w:rPr>
        <w:t>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51042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полномочия которого прекращаются,</w:t>
      </w:r>
      <w:r w:rsidRPr="0051042D">
        <w:rPr>
          <w:rFonts w:ascii="Times New Roman" w:hAnsi="Times New Roman" w:cs="Times New Roman"/>
          <w:sz w:val="28"/>
          <w:szCs w:val="28"/>
        </w:rPr>
        <w:t xml:space="preserve"> материальная помощь уже была оказана в текущем календарном году, то выплаченная сумма удержанию не подлежит.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6E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 наличии экономии</w:t>
      </w:r>
      <w:r w:rsidRPr="00146E52">
        <w:rPr>
          <w:rFonts w:ascii="Times New Roman" w:hAnsi="Times New Roman" w:cs="Times New Roman"/>
          <w:sz w:val="28"/>
          <w:szCs w:val="28"/>
        </w:rPr>
        <w:t xml:space="preserve"> фонда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личного заявления</w:t>
      </w:r>
      <w:r w:rsidRPr="00146E52">
        <w:rPr>
          <w:rFonts w:ascii="Times New Roman" w:hAnsi="Times New Roman" w:cs="Times New Roman"/>
          <w:sz w:val="28"/>
          <w:szCs w:val="28"/>
        </w:rPr>
        <w:t xml:space="preserve"> и подтверждающих документов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может оказыва</w:t>
      </w:r>
      <w:r w:rsidRPr="00146E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46E52">
        <w:rPr>
          <w:rFonts w:ascii="Times New Roman" w:hAnsi="Times New Roman" w:cs="Times New Roman"/>
          <w:sz w:val="28"/>
          <w:szCs w:val="28"/>
        </w:rPr>
        <w:t>ся материальная помощь в следующих случаях: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>- при регистрации брака, на основании копии свидетельства о регистрации брака;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>- при рождении ребенка, на основании копии свидетельства о рождении;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>- в случае смерти близких родственников (родителей, супруга(и), детей), на основании копии свидетельства о смерти и документов, подтверждающих родство;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>- в связи с утратой или повреждением имущества в результате стихийного бедствия, пожара, кражи, аварий систем водоснабжения, отопления и другими</w:t>
      </w:r>
      <w:r>
        <w:rPr>
          <w:rFonts w:ascii="Times New Roman" w:hAnsi="Times New Roman" w:cs="Times New Roman"/>
          <w:sz w:val="28"/>
          <w:szCs w:val="28"/>
        </w:rPr>
        <w:t xml:space="preserve"> чрезвычайными обстоятельствами, </w:t>
      </w:r>
      <w:r w:rsidRPr="00146E52">
        <w:rPr>
          <w:rFonts w:ascii="Times New Roman" w:hAnsi="Times New Roman" w:cs="Times New Roman"/>
          <w:sz w:val="28"/>
          <w:szCs w:val="28"/>
        </w:rPr>
        <w:t>на основании подтверждающих документов;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E52">
        <w:rPr>
          <w:rFonts w:ascii="Times New Roman" w:hAnsi="Times New Roman" w:cs="Times New Roman"/>
          <w:sz w:val="28"/>
          <w:szCs w:val="28"/>
        </w:rPr>
        <w:t>- в случае нуждаемости в лечении, в связи с расходами, произведенными на лечение, восстановление после длительной болезни,  на основании подтверждающих документов.</w:t>
      </w:r>
    </w:p>
    <w:p w:rsidR="00B6365B" w:rsidRPr="00146E52" w:rsidRDefault="00B6365B" w:rsidP="007405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46E52">
        <w:rPr>
          <w:rFonts w:ascii="Times New Roman" w:hAnsi="Times New Roman" w:cs="Times New Roman"/>
          <w:sz w:val="28"/>
          <w:szCs w:val="28"/>
        </w:rPr>
        <w:t xml:space="preserve">. Общая сумма материальной помощи, выплачиваемой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в течение календарного года, максимальными размерами не ограничивается.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146E52" w:rsidRDefault="00B6365B" w:rsidP="00DD3E7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46E52">
        <w:rPr>
          <w:rFonts w:ascii="Times New Roman" w:hAnsi="Times New Roman" w:cs="Times New Roman"/>
          <w:sz w:val="28"/>
          <w:szCs w:val="28"/>
        </w:rPr>
        <w:t>. Порядок единовременн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46E52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6365B" w:rsidRPr="00146E52" w:rsidRDefault="00B6365B" w:rsidP="00DD3E7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46E52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Лицу, замещающему муниципальную должность, </w:t>
      </w:r>
      <w:r w:rsidRPr="00146E52">
        <w:rPr>
          <w:rFonts w:ascii="Times New Roman" w:hAnsi="Times New Roman" w:cs="Times New Roman"/>
          <w:sz w:val="28"/>
          <w:szCs w:val="28"/>
        </w:rPr>
        <w:t xml:space="preserve">один раз в течение календарного года при предоставлении ежегодного оплачиваемого отпуска либо по желанию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в иное время производится единовременная выплата в размере двух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146E52">
        <w:rPr>
          <w:rFonts w:ascii="Times New Roman" w:hAnsi="Times New Roman" w:cs="Times New Roman"/>
          <w:sz w:val="28"/>
          <w:szCs w:val="28"/>
        </w:rPr>
        <w:t>окладов по замещаемой должности в расчете на год.</w:t>
      </w:r>
    </w:p>
    <w:p w:rsidR="00B6365B" w:rsidRPr="00146E52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46E52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Лицу</w:t>
      </w:r>
      <w:r w:rsidRPr="00146E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53B">
        <w:rPr>
          <w:rFonts w:ascii="Times New Roman" w:hAnsi="Times New Roman" w:cs="Times New Roman"/>
          <w:sz w:val="28"/>
          <w:szCs w:val="28"/>
        </w:rPr>
        <w:t>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6E52">
        <w:rPr>
          <w:rFonts w:ascii="Times New Roman" w:hAnsi="Times New Roman" w:cs="Times New Roman"/>
          <w:sz w:val="28"/>
          <w:szCs w:val="28"/>
        </w:rPr>
        <w:t xml:space="preserve"> не получивш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46E52">
        <w:rPr>
          <w:rFonts w:ascii="Times New Roman" w:hAnsi="Times New Roman" w:cs="Times New Roman"/>
          <w:sz w:val="28"/>
          <w:szCs w:val="28"/>
        </w:rPr>
        <w:t xml:space="preserve"> единовременную выплату при предоставлении ежегодного оплачиваемого отпуска, выплата производится в конце текущего календарного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65B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46E52">
        <w:rPr>
          <w:rFonts w:ascii="Times New Roman" w:hAnsi="Times New Roman" w:cs="Times New Roman"/>
          <w:sz w:val="28"/>
          <w:szCs w:val="28"/>
        </w:rPr>
        <w:t xml:space="preserve">.3. При </w:t>
      </w:r>
      <w:r>
        <w:rPr>
          <w:rFonts w:ascii="Times New Roman" w:hAnsi="Times New Roman" w:cs="Times New Roman"/>
          <w:sz w:val="28"/>
          <w:szCs w:val="28"/>
        </w:rPr>
        <w:t>избрании на муниципальную должность</w:t>
      </w:r>
      <w:r w:rsidRPr="00146E5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прекращении полномочий лица, замещающего муниципальную должность, </w:t>
      </w:r>
      <w:r w:rsidRPr="00146E52">
        <w:rPr>
          <w:rFonts w:ascii="Times New Roman" w:hAnsi="Times New Roman" w:cs="Times New Roman"/>
          <w:sz w:val="28"/>
          <w:szCs w:val="28"/>
        </w:rPr>
        <w:t xml:space="preserve"> единовременная выплата производится по правилам, установленным в отношении материальной помощи пунктами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6E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6E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6E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6E5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146E52">
        <w:rPr>
          <w:rFonts w:ascii="Times New Roman" w:hAnsi="Times New Roman" w:cs="Times New Roman"/>
          <w:sz w:val="28"/>
          <w:szCs w:val="28"/>
        </w:rPr>
        <w:t>.</w:t>
      </w:r>
    </w:p>
    <w:p w:rsidR="00B6365B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Default="00B6365B" w:rsidP="00146E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5B" w:rsidRPr="00B41227" w:rsidRDefault="00B6365B" w:rsidP="00B4122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6365B" w:rsidRPr="00B41227" w:rsidSect="00161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E90"/>
    <w:multiLevelType w:val="hybridMultilevel"/>
    <w:tmpl w:val="8C88E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105"/>
    <w:rsid w:val="00004886"/>
    <w:rsid w:val="000425B0"/>
    <w:rsid w:val="000800D4"/>
    <w:rsid w:val="0008251C"/>
    <w:rsid w:val="00084546"/>
    <w:rsid w:val="00090FB7"/>
    <w:rsid w:val="000A0350"/>
    <w:rsid w:val="000A1268"/>
    <w:rsid w:val="000B4555"/>
    <w:rsid w:val="000C76F5"/>
    <w:rsid w:val="000D2E02"/>
    <w:rsid w:val="000D5AB7"/>
    <w:rsid w:val="000D7291"/>
    <w:rsid w:val="000E76DB"/>
    <w:rsid w:val="00146E52"/>
    <w:rsid w:val="00161982"/>
    <w:rsid w:val="00176C91"/>
    <w:rsid w:val="00182656"/>
    <w:rsid w:val="001844B2"/>
    <w:rsid w:val="001A40B2"/>
    <w:rsid w:val="001B5924"/>
    <w:rsid w:val="001C4BB0"/>
    <w:rsid w:val="001C7711"/>
    <w:rsid w:val="001D0C28"/>
    <w:rsid w:val="001D4032"/>
    <w:rsid w:val="00261B1E"/>
    <w:rsid w:val="002849FD"/>
    <w:rsid w:val="00316EC1"/>
    <w:rsid w:val="00332AE6"/>
    <w:rsid w:val="00335797"/>
    <w:rsid w:val="00337279"/>
    <w:rsid w:val="003520BD"/>
    <w:rsid w:val="003C4EB9"/>
    <w:rsid w:val="003D4292"/>
    <w:rsid w:val="00411B29"/>
    <w:rsid w:val="004244EB"/>
    <w:rsid w:val="004329A5"/>
    <w:rsid w:val="00447A5C"/>
    <w:rsid w:val="004619E7"/>
    <w:rsid w:val="004A4CFE"/>
    <w:rsid w:val="004F3CA7"/>
    <w:rsid w:val="004F4073"/>
    <w:rsid w:val="0051042D"/>
    <w:rsid w:val="00564420"/>
    <w:rsid w:val="005C7827"/>
    <w:rsid w:val="006311D6"/>
    <w:rsid w:val="006436B2"/>
    <w:rsid w:val="00671D81"/>
    <w:rsid w:val="006D7C0E"/>
    <w:rsid w:val="006F1129"/>
    <w:rsid w:val="0074053B"/>
    <w:rsid w:val="00790ABC"/>
    <w:rsid w:val="007F2A50"/>
    <w:rsid w:val="00836DF6"/>
    <w:rsid w:val="008644CD"/>
    <w:rsid w:val="008651EC"/>
    <w:rsid w:val="0091288B"/>
    <w:rsid w:val="00971988"/>
    <w:rsid w:val="009877D7"/>
    <w:rsid w:val="009C3788"/>
    <w:rsid w:val="009E2101"/>
    <w:rsid w:val="009E2417"/>
    <w:rsid w:val="009F30F2"/>
    <w:rsid w:val="00A13CAA"/>
    <w:rsid w:val="00A71247"/>
    <w:rsid w:val="00A806C4"/>
    <w:rsid w:val="00A85F95"/>
    <w:rsid w:val="00AB0405"/>
    <w:rsid w:val="00AB20E4"/>
    <w:rsid w:val="00AC032A"/>
    <w:rsid w:val="00AD74E3"/>
    <w:rsid w:val="00B30AD2"/>
    <w:rsid w:val="00B41227"/>
    <w:rsid w:val="00B6365B"/>
    <w:rsid w:val="00B66B77"/>
    <w:rsid w:val="00BF2B53"/>
    <w:rsid w:val="00C10BE4"/>
    <w:rsid w:val="00C51038"/>
    <w:rsid w:val="00C57751"/>
    <w:rsid w:val="00C70B9C"/>
    <w:rsid w:val="00D12354"/>
    <w:rsid w:val="00D13478"/>
    <w:rsid w:val="00D30F32"/>
    <w:rsid w:val="00D412EF"/>
    <w:rsid w:val="00D5208B"/>
    <w:rsid w:val="00D532DA"/>
    <w:rsid w:val="00D810DB"/>
    <w:rsid w:val="00DB7B66"/>
    <w:rsid w:val="00DD236B"/>
    <w:rsid w:val="00DD3E74"/>
    <w:rsid w:val="00DD4D90"/>
    <w:rsid w:val="00DD70C6"/>
    <w:rsid w:val="00DE1E77"/>
    <w:rsid w:val="00E04469"/>
    <w:rsid w:val="00E82927"/>
    <w:rsid w:val="00EA19C4"/>
    <w:rsid w:val="00EB28EF"/>
    <w:rsid w:val="00EC7AD5"/>
    <w:rsid w:val="00ED6105"/>
    <w:rsid w:val="00F0287D"/>
    <w:rsid w:val="00F1124C"/>
    <w:rsid w:val="00F36D92"/>
    <w:rsid w:val="00F5090B"/>
    <w:rsid w:val="00F6595E"/>
    <w:rsid w:val="00F82319"/>
    <w:rsid w:val="00FB3C78"/>
    <w:rsid w:val="00FE4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98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D236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F3CA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822</TotalTime>
  <Pages>9</Pages>
  <Words>1719</Words>
  <Characters>9800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ЛЕТОВА  Елена  Алексеевна</dc:creator>
  <cp:keywords/>
  <dc:description/>
  <cp:lastModifiedBy>User</cp:lastModifiedBy>
  <cp:revision>42</cp:revision>
  <cp:lastPrinted>2015-03-30T07:17:00Z</cp:lastPrinted>
  <dcterms:created xsi:type="dcterms:W3CDTF">2013-08-13T06:36:00Z</dcterms:created>
  <dcterms:modified xsi:type="dcterms:W3CDTF">2015-12-16T07:36:00Z</dcterms:modified>
</cp:coreProperties>
</file>