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3C5" w:rsidRPr="004578B3" w:rsidRDefault="000F63C5" w:rsidP="004578B3">
      <w:pPr>
        <w:jc w:val="center"/>
        <w:rPr>
          <w:b/>
          <w:sz w:val="24"/>
          <w:szCs w:val="24"/>
        </w:rPr>
      </w:pPr>
    </w:p>
    <w:p w:rsidR="000F63C5" w:rsidRPr="00E67E52" w:rsidRDefault="000F63C5" w:rsidP="004578B3">
      <w:pPr>
        <w:jc w:val="center"/>
        <w:rPr>
          <w:b/>
          <w:sz w:val="24"/>
          <w:szCs w:val="24"/>
        </w:rPr>
      </w:pPr>
    </w:p>
    <w:p w:rsidR="000F63C5" w:rsidRPr="00E67E52" w:rsidRDefault="000F63C5" w:rsidP="004578B3">
      <w:pPr>
        <w:jc w:val="center"/>
        <w:rPr>
          <w:b/>
          <w:sz w:val="24"/>
          <w:szCs w:val="24"/>
        </w:rPr>
      </w:pPr>
      <w:r w:rsidRPr="00E67E52">
        <w:rPr>
          <w:b/>
          <w:sz w:val="24"/>
          <w:szCs w:val="24"/>
        </w:rPr>
        <w:t>АДМИНИСТРАЦИЯ</w:t>
      </w:r>
    </w:p>
    <w:p w:rsidR="000F63C5" w:rsidRPr="00E67E52" w:rsidRDefault="000F63C5" w:rsidP="004578B3">
      <w:pPr>
        <w:jc w:val="center"/>
        <w:rPr>
          <w:b/>
          <w:sz w:val="24"/>
          <w:szCs w:val="24"/>
        </w:rPr>
      </w:pPr>
      <w:r w:rsidRPr="00E67E52">
        <w:rPr>
          <w:b/>
          <w:sz w:val="24"/>
          <w:szCs w:val="24"/>
        </w:rPr>
        <w:t>ШАПОШНИКОВСКОГО СЕЛЬСКОГО ПОСЕЛЕНИЯ</w:t>
      </w:r>
    </w:p>
    <w:p w:rsidR="000F63C5" w:rsidRPr="00E67E52" w:rsidRDefault="000F63C5" w:rsidP="004578B3">
      <w:pPr>
        <w:jc w:val="center"/>
        <w:rPr>
          <w:b/>
          <w:sz w:val="24"/>
          <w:szCs w:val="24"/>
        </w:rPr>
      </w:pPr>
      <w:r w:rsidRPr="00E67E52">
        <w:rPr>
          <w:b/>
          <w:sz w:val="24"/>
          <w:szCs w:val="24"/>
        </w:rPr>
        <w:t>ОЛЬХОВАТСКОГО МУНИЦИПАЛЬНОГО РАЙОНА</w:t>
      </w:r>
    </w:p>
    <w:p w:rsidR="000F63C5" w:rsidRPr="00E67E52" w:rsidRDefault="000F63C5" w:rsidP="004578B3">
      <w:pPr>
        <w:jc w:val="center"/>
        <w:rPr>
          <w:b/>
          <w:sz w:val="24"/>
          <w:szCs w:val="24"/>
        </w:rPr>
      </w:pPr>
      <w:r w:rsidRPr="00E67E52">
        <w:rPr>
          <w:b/>
          <w:sz w:val="24"/>
          <w:szCs w:val="24"/>
        </w:rPr>
        <w:t xml:space="preserve"> ВОРОНЕЖСКОЙ ОБЛАСТИ</w:t>
      </w:r>
    </w:p>
    <w:p w:rsidR="000F63C5" w:rsidRPr="00E67E52" w:rsidRDefault="000F63C5" w:rsidP="004578B3">
      <w:pPr>
        <w:jc w:val="center"/>
        <w:rPr>
          <w:b/>
          <w:sz w:val="24"/>
          <w:szCs w:val="24"/>
        </w:rPr>
      </w:pPr>
    </w:p>
    <w:p w:rsidR="000F63C5" w:rsidRPr="00065BEC" w:rsidRDefault="000F63C5" w:rsidP="00F57562">
      <w:pPr>
        <w:jc w:val="center"/>
        <w:rPr>
          <w:b/>
          <w:sz w:val="24"/>
          <w:szCs w:val="24"/>
        </w:rPr>
      </w:pPr>
      <w:r w:rsidRPr="00065BEC">
        <w:rPr>
          <w:b/>
          <w:sz w:val="24"/>
          <w:szCs w:val="24"/>
        </w:rPr>
        <w:t>ПОСТАНОВЛЕНИЕ</w:t>
      </w:r>
    </w:p>
    <w:p w:rsidR="000F63C5" w:rsidRPr="00E67E52" w:rsidRDefault="000F63C5" w:rsidP="004578B3">
      <w:pPr>
        <w:jc w:val="center"/>
        <w:rPr>
          <w:sz w:val="24"/>
          <w:szCs w:val="24"/>
        </w:rPr>
      </w:pPr>
    </w:p>
    <w:p w:rsidR="000F63C5" w:rsidRPr="00E67E52" w:rsidRDefault="000F63C5" w:rsidP="004578B3">
      <w:pPr>
        <w:rPr>
          <w:sz w:val="24"/>
          <w:szCs w:val="24"/>
        </w:rPr>
      </w:pPr>
      <w:r>
        <w:rPr>
          <w:sz w:val="24"/>
          <w:szCs w:val="24"/>
        </w:rPr>
        <w:t>от 06.05.2020</w:t>
      </w:r>
      <w:r w:rsidRPr="00E67E52">
        <w:rPr>
          <w:sz w:val="24"/>
          <w:szCs w:val="24"/>
        </w:rPr>
        <w:t xml:space="preserve">  №</w:t>
      </w:r>
      <w:r>
        <w:rPr>
          <w:sz w:val="24"/>
          <w:szCs w:val="24"/>
        </w:rPr>
        <w:t>46</w:t>
      </w:r>
    </w:p>
    <w:p w:rsidR="000F63C5" w:rsidRPr="00E67E52" w:rsidRDefault="000F63C5" w:rsidP="004578B3">
      <w:pPr>
        <w:rPr>
          <w:sz w:val="24"/>
          <w:szCs w:val="24"/>
        </w:rPr>
      </w:pPr>
      <w:r w:rsidRPr="00E67E52">
        <w:rPr>
          <w:sz w:val="24"/>
          <w:szCs w:val="24"/>
        </w:rPr>
        <w:t xml:space="preserve">сл.Шапошниковка                                                            </w:t>
      </w:r>
    </w:p>
    <w:p w:rsidR="000F63C5" w:rsidRPr="00E67E52" w:rsidRDefault="000F63C5" w:rsidP="004578B3">
      <w:pPr>
        <w:ind w:right="5527"/>
        <w:jc w:val="both"/>
        <w:rPr>
          <w:sz w:val="24"/>
          <w:szCs w:val="24"/>
        </w:rPr>
      </w:pPr>
    </w:p>
    <w:p w:rsidR="000F63C5" w:rsidRPr="00E67E52" w:rsidRDefault="000F63C5" w:rsidP="00E67E52">
      <w:pPr>
        <w:ind w:right="5527"/>
        <w:jc w:val="both"/>
        <w:rPr>
          <w:b/>
          <w:bCs/>
          <w:sz w:val="24"/>
          <w:szCs w:val="24"/>
        </w:rPr>
      </w:pPr>
      <w:bookmarkStart w:id="0" w:name="_GoBack"/>
      <w:r w:rsidRPr="00E67E52">
        <w:rPr>
          <w:bCs/>
          <w:sz w:val="24"/>
          <w:szCs w:val="24"/>
        </w:rPr>
        <w:t xml:space="preserve">Об утверждении Порядка составления и ведения кассового плана бюджета </w:t>
      </w:r>
      <w:r w:rsidRPr="00E67E52">
        <w:rPr>
          <w:sz w:val="24"/>
          <w:szCs w:val="24"/>
        </w:rPr>
        <w:t>Шапошниковского сельского поселения</w:t>
      </w:r>
      <w:r w:rsidRPr="00E67E52">
        <w:rPr>
          <w:sz w:val="24"/>
          <w:szCs w:val="24"/>
          <w:lang w:eastAsia="en-US"/>
        </w:rPr>
        <w:t xml:space="preserve"> Ольховатского муниципального района Воронежской области</w:t>
      </w:r>
    </w:p>
    <w:bookmarkEnd w:id="0"/>
    <w:p w:rsidR="000F63C5" w:rsidRPr="00E67E52" w:rsidRDefault="000F63C5" w:rsidP="004578B3">
      <w:pPr>
        <w:ind w:right="4820"/>
        <w:jc w:val="both"/>
        <w:rPr>
          <w:bCs/>
          <w:sz w:val="24"/>
          <w:szCs w:val="24"/>
        </w:rPr>
      </w:pPr>
    </w:p>
    <w:p w:rsidR="000F63C5" w:rsidRPr="00065BEC" w:rsidRDefault="000F63C5" w:rsidP="00F57562">
      <w:pPr>
        <w:ind w:firstLine="540"/>
        <w:jc w:val="both"/>
        <w:rPr>
          <w:sz w:val="24"/>
          <w:szCs w:val="24"/>
        </w:rPr>
      </w:pPr>
      <w:r w:rsidRPr="00E67E52">
        <w:rPr>
          <w:sz w:val="24"/>
          <w:szCs w:val="24"/>
        </w:rPr>
        <w:t xml:space="preserve">В соответствии со статьей 217.1  Бюджетным кодексом Российской Федерации,  с  Положением о бюджетном процессе в Шапошниковском сельском поселении Ольховатского муниципального района Воронежской области, утвержденным решением Совета народных депутатов Шапошниковского сельского поселения от </w:t>
      </w:r>
      <w:r w:rsidRPr="00E67E52">
        <w:rPr>
          <w:rFonts w:cs="Arial"/>
          <w:sz w:val="24"/>
          <w:szCs w:val="24"/>
        </w:rPr>
        <w:t xml:space="preserve">26.03.2014 года № 10 </w:t>
      </w:r>
      <w:r w:rsidRPr="00E67E52">
        <w:rPr>
          <w:sz w:val="24"/>
          <w:szCs w:val="24"/>
        </w:rPr>
        <w:t>и в целях организации исполнения бюджета</w:t>
      </w:r>
      <w:r>
        <w:rPr>
          <w:sz w:val="24"/>
          <w:szCs w:val="24"/>
        </w:rPr>
        <w:t xml:space="preserve">, </w:t>
      </w:r>
      <w:r w:rsidRPr="00065BEC">
        <w:rPr>
          <w:sz w:val="24"/>
          <w:szCs w:val="24"/>
        </w:rPr>
        <w:t>администрация Шапошниковского сельского поселения Ольховатского муниципального района Воронежской области</w:t>
      </w:r>
    </w:p>
    <w:p w:rsidR="000F63C5" w:rsidRPr="00065BEC" w:rsidRDefault="000F63C5" w:rsidP="00F57562">
      <w:pPr>
        <w:jc w:val="center"/>
        <w:rPr>
          <w:sz w:val="24"/>
          <w:szCs w:val="24"/>
        </w:rPr>
      </w:pPr>
    </w:p>
    <w:p w:rsidR="000F63C5" w:rsidRPr="00065BEC" w:rsidRDefault="000F63C5" w:rsidP="00F57562">
      <w:pPr>
        <w:jc w:val="center"/>
        <w:rPr>
          <w:sz w:val="24"/>
          <w:szCs w:val="24"/>
        </w:rPr>
      </w:pPr>
      <w:r w:rsidRPr="00065BEC">
        <w:rPr>
          <w:sz w:val="24"/>
          <w:szCs w:val="24"/>
        </w:rPr>
        <w:t>ПОСТАНОВЛЯЕТ:</w:t>
      </w:r>
    </w:p>
    <w:p w:rsidR="000F63C5" w:rsidRPr="00E67E52" w:rsidRDefault="000F63C5" w:rsidP="00E67E52">
      <w:pPr>
        <w:ind w:right="283" w:firstLine="851"/>
        <w:jc w:val="center"/>
        <w:rPr>
          <w:sz w:val="24"/>
          <w:szCs w:val="24"/>
        </w:rPr>
      </w:pPr>
    </w:p>
    <w:p w:rsidR="000F63C5" w:rsidRPr="00E67E52" w:rsidRDefault="000F63C5" w:rsidP="004578B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67E52">
        <w:rPr>
          <w:sz w:val="24"/>
          <w:szCs w:val="24"/>
        </w:rPr>
        <w:t>1. Утвердить прилагаемый Порядок составления и ведения кассового плана бюджета Шапошниковского сельского поселения</w:t>
      </w:r>
      <w:r w:rsidRPr="00E67E52">
        <w:rPr>
          <w:sz w:val="24"/>
          <w:szCs w:val="24"/>
          <w:lang w:eastAsia="en-US"/>
        </w:rPr>
        <w:t xml:space="preserve"> Ольховатского муниципального района Воронежской области</w:t>
      </w:r>
      <w:r w:rsidRPr="00E67E52">
        <w:rPr>
          <w:sz w:val="24"/>
          <w:szCs w:val="24"/>
        </w:rPr>
        <w:t>.</w:t>
      </w:r>
    </w:p>
    <w:p w:rsidR="000F63C5" w:rsidRPr="00065BEC" w:rsidRDefault="000F63C5" w:rsidP="00F57562">
      <w:pPr>
        <w:shd w:val="clear" w:color="auto" w:fill="FFFFFF"/>
        <w:ind w:right="14" w:firstLine="540"/>
        <w:jc w:val="both"/>
        <w:rPr>
          <w:b/>
          <w:sz w:val="24"/>
          <w:szCs w:val="24"/>
        </w:rPr>
      </w:pPr>
      <w:r w:rsidRPr="00065BEC">
        <w:rPr>
          <w:color w:val="000000"/>
          <w:sz w:val="24"/>
          <w:szCs w:val="24"/>
        </w:rPr>
        <w:t>2. Н</w:t>
      </w:r>
      <w:r w:rsidRPr="00065BEC">
        <w:rPr>
          <w:sz w:val="24"/>
          <w:szCs w:val="24"/>
        </w:rPr>
        <w:t xml:space="preserve">астоящее постановление подлежит опубликованию в официальном </w:t>
      </w:r>
      <w:r>
        <w:rPr>
          <w:sz w:val="24"/>
          <w:szCs w:val="24"/>
        </w:rPr>
        <w:t xml:space="preserve"> </w:t>
      </w:r>
      <w:r w:rsidRPr="00065BEC">
        <w:rPr>
          <w:bCs/>
          <w:sz w:val="24"/>
          <w:szCs w:val="24"/>
        </w:rPr>
        <w:t xml:space="preserve">периодическом издании </w:t>
      </w:r>
      <w:r w:rsidRPr="00065BEC">
        <w:rPr>
          <w:rFonts w:eastAsia="SimSun"/>
          <w:sz w:val="24"/>
          <w:szCs w:val="24"/>
        </w:rPr>
        <w:t>органов местного самоуправления Шапошниковского сельского поселения Ольховатского муниципального района Воронежской области «Муниципальный вестник».</w:t>
      </w:r>
    </w:p>
    <w:p w:rsidR="000F63C5" w:rsidRPr="00065BEC" w:rsidRDefault="000F63C5" w:rsidP="00F57562">
      <w:pPr>
        <w:pStyle w:val="NormalWeb"/>
        <w:spacing w:before="0"/>
        <w:rPr>
          <w:rFonts w:ascii="Times New Roman" w:hAnsi="Times New Roman"/>
          <w:sz w:val="24"/>
          <w:szCs w:val="24"/>
        </w:rPr>
      </w:pPr>
      <w:r w:rsidRPr="00065BEC">
        <w:rPr>
          <w:rFonts w:ascii="Times New Roman" w:hAnsi="Times New Roman"/>
          <w:sz w:val="24"/>
          <w:szCs w:val="24"/>
        </w:rPr>
        <w:t>3. Контроль исполнения настоящего постановление оставляю за собой.</w:t>
      </w:r>
    </w:p>
    <w:p w:rsidR="000F63C5" w:rsidRDefault="000F63C5" w:rsidP="00F57562">
      <w:pPr>
        <w:rPr>
          <w:sz w:val="24"/>
          <w:szCs w:val="24"/>
        </w:rPr>
      </w:pPr>
    </w:p>
    <w:p w:rsidR="000F63C5" w:rsidRDefault="000F63C5" w:rsidP="00F57562">
      <w:pPr>
        <w:rPr>
          <w:sz w:val="24"/>
          <w:szCs w:val="24"/>
        </w:rPr>
      </w:pPr>
    </w:p>
    <w:p w:rsidR="000F63C5" w:rsidRPr="00065BEC" w:rsidRDefault="000F63C5" w:rsidP="00F57562">
      <w:pPr>
        <w:rPr>
          <w:sz w:val="24"/>
          <w:szCs w:val="24"/>
        </w:rPr>
      </w:pPr>
    </w:p>
    <w:p w:rsidR="000F63C5" w:rsidRPr="00065BEC" w:rsidRDefault="000F63C5" w:rsidP="00F57562">
      <w:pPr>
        <w:jc w:val="both"/>
        <w:rPr>
          <w:sz w:val="24"/>
          <w:szCs w:val="24"/>
        </w:rPr>
      </w:pPr>
      <w:r w:rsidRPr="00065BEC">
        <w:rPr>
          <w:sz w:val="24"/>
          <w:szCs w:val="24"/>
        </w:rPr>
        <w:t>Глава Шапошниковского</w:t>
      </w:r>
    </w:p>
    <w:p w:rsidR="000F63C5" w:rsidRPr="00065BEC" w:rsidRDefault="000F63C5" w:rsidP="00F57562">
      <w:pPr>
        <w:jc w:val="both"/>
        <w:rPr>
          <w:sz w:val="24"/>
          <w:szCs w:val="24"/>
        </w:rPr>
      </w:pPr>
      <w:r w:rsidRPr="00065BEC">
        <w:rPr>
          <w:sz w:val="24"/>
          <w:szCs w:val="24"/>
        </w:rPr>
        <w:t>сельского поселения                                                                                          В.С.Саратовский</w:t>
      </w:r>
    </w:p>
    <w:p w:rsidR="000F63C5" w:rsidRDefault="000F63C5" w:rsidP="00F57562">
      <w:pPr>
        <w:tabs>
          <w:tab w:val="left" w:pos="851"/>
        </w:tabs>
        <w:ind w:left="5580" w:right="-340"/>
        <w:jc w:val="right"/>
        <w:rPr>
          <w:rStyle w:val="FontStyle13"/>
          <w:szCs w:val="26"/>
        </w:rPr>
      </w:pPr>
    </w:p>
    <w:p w:rsidR="000F63C5" w:rsidRPr="005A4957" w:rsidRDefault="000F63C5" w:rsidP="00F57562">
      <w:pPr>
        <w:rPr>
          <w:b/>
          <w:sz w:val="24"/>
          <w:szCs w:val="24"/>
        </w:rPr>
      </w:pPr>
    </w:p>
    <w:p w:rsidR="000F63C5" w:rsidRDefault="000F63C5" w:rsidP="004578B3">
      <w:pPr>
        <w:rPr>
          <w:sz w:val="24"/>
          <w:szCs w:val="24"/>
        </w:rPr>
      </w:pPr>
    </w:p>
    <w:p w:rsidR="000F63C5" w:rsidRDefault="000F63C5" w:rsidP="004578B3">
      <w:pPr>
        <w:rPr>
          <w:sz w:val="24"/>
          <w:szCs w:val="24"/>
        </w:rPr>
      </w:pPr>
    </w:p>
    <w:p w:rsidR="000F63C5" w:rsidRDefault="000F63C5" w:rsidP="004578B3">
      <w:pPr>
        <w:rPr>
          <w:sz w:val="24"/>
          <w:szCs w:val="24"/>
        </w:rPr>
      </w:pPr>
    </w:p>
    <w:p w:rsidR="000F63C5" w:rsidRDefault="000F63C5" w:rsidP="004578B3">
      <w:pPr>
        <w:rPr>
          <w:sz w:val="24"/>
          <w:szCs w:val="24"/>
        </w:rPr>
      </w:pPr>
    </w:p>
    <w:p w:rsidR="000F63C5" w:rsidRDefault="000F63C5" w:rsidP="004578B3">
      <w:pPr>
        <w:rPr>
          <w:b/>
          <w:sz w:val="24"/>
          <w:szCs w:val="24"/>
        </w:rPr>
      </w:pPr>
    </w:p>
    <w:p w:rsidR="000F63C5" w:rsidRPr="004578B3" w:rsidRDefault="000F63C5" w:rsidP="004578B3">
      <w:pPr>
        <w:rPr>
          <w:b/>
          <w:sz w:val="24"/>
          <w:szCs w:val="24"/>
        </w:rPr>
      </w:pPr>
    </w:p>
    <w:p w:rsidR="000F63C5" w:rsidRPr="004578B3" w:rsidRDefault="000F63C5" w:rsidP="004578B3">
      <w:pPr>
        <w:rPr>
          <w:b/>
          <w:sz w:val="24"/>
          <w:szCs w:val="24"/>
        </w:rPr>
      </w:pPr>
    </w:p>
    <w:p w:rsidR="000F63C5" w:rsidRPr="004578B3" w:rsidRDefault="000F63C5" w:rsidP="004578B3">
      <w:pPr>
        <w:rPr>
          <w:b/>
          <w:sz w:val="24"/>
          <w:szCs w:val="24"/>
        </w:rPr>
      </w:pPr>
    </w:p>
    <w:p w:rsidR="000F63C5" w:rsidRPr="004578B3" w:rsidRDefault="000F63C5" w:rsidP="004578B3">
      <w:pPr>
        <w:rPr>
          <w:b/>
          <w:sz w:val="24"/>
          <w:szCs w:val="24"/>
        </w:rPr>
      </w:pPr>
    </w:p>
    <w:p w:rsidR="000F63C5" w:rsidRPr="004578B3" w:rsidRDefault="000F63C5" w:rsidP="004578B3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4578B3">
        <w:rPr>
          <w:rStyle w:val="FontStyle13"/>
          <w:sz w:val="24"/>
          <w:szCs w:val="24"/>
        </w:rPr>
        <w:t>Утвержден</w:t>
      </w:r>
      <w:r w:rsidRPr="004578B3">
        <w:rPr>
          <w:sz w:val="24"/>
          <w:szCs w:val="24"/>
        </w:rPr>
        <w:t xml:space="preserve">  </w:t>
      </w:r>
    </w:p>
    <w:p w:rsidR="000F63C5" w:rsidRPr="004578B3" w:rsidRDefault="000F63C5" w:rsidP="004578B3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</w:t>
      </w:r>
      <w:r w:rsidRPr="004578B3">
        <w:rPr>
          <w:sz w:val="24"/>
          <w:szCs w:val="24"/>
        </w:rPr>
        <w:t xml:space="preserve"> администрации  </w:t>
      </w:r>
    </w:p>
    <w:p w:rsidR="000F63C5" w:rsidRPr="004578B3" w:rsidRDefault="000F63C5" w:rsidP="004578B3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4578B3">
        <w:rPr>
          <w:sz w:val="24"/>
          <w:szCs w:val="24"/>
        </w:rPr>
        <w:t>Шапошниковского сельского поселения</w:t>
      </w:r>
    </w:p>
    <w:p w:rsidR="000F63C5" w:rsidRPr="004578B3" w:rsidRDefault="000F63C5" w:rsidP="004578B3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4578B3">
        <w:rPr>
          <w:sz w:val="24"/>
          <w:szCs w:val="24"/>
        </w:rPr>
        <w:t xml:space="preserve"> Ольховатского муниципального района </w:t>
      </w:r>
    </w:p>
    <w:p w:rsidR="000F63C5" w:rsidRPr="004578B3" w:rsidRDefault="000F63C5" w:rsidP="004578B3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4578B3">
        <w:rPr>
          <w:sz w:val="24"/>
          <w:szCs w:val="24"/>
        </w:rPr>
        <w:t xml:space="preserve">Воронежской области </w:t>
      </w:r>
    </w:p>
    <w:p w:rsidR="000F63C5" w:rsidRPr="004578B3" w:rsidRDefault="000F63C5" w:rsidP="004578B3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4578B3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06.05.2020 </w:t>
      </w:r>
      <w:r w:rsidRPr="004578B3">
        <w:rPr>
          <w:sz w:val="24"/>
          <w:szCs w:val="24"/>
        </w:rPr>
        <w:t>№</w:t>
      </w:r>
      <w:r>
        <w:rPr>
          <w:sz w:val="24"/>
          <w:szCs w:val="24"/>
        </w:rPr>
        <w:t>46</w:t>
      </w:r>
    </w:p>
    <w:p w:rsidR="000F63C5" w:rsidRPr="004578B3" w:rsidRDefault="000F63C5" w:rsidP="004578B3">
      <w:pPr>
        <w:jc w:val="right"/>
        <w:rPr>
          <w:sz w:val="24"/>
          <w:szCs w:val="24"/>
        </w:rPr>
      </w:pPr>
    </w:p>
    <w:p w:rsidR="000F63C5" w:rsidRPr="004578B3" w:rsidRDefault="000F63C5" w:rsidP="004578B3">
      <w:pPr>
        <w:tabs>
          <w:tab w:val="left" w:pos="5955"/>
        </w:tabs>
        <w:jc w:val="center"/>
        <w:rPr>
          <w:sz w:val="24"/>
          <w:szCs w:val="24"/>
        </w:rPr>
      </w:pPr>
    </w:p>
    <w:p w:rsidR="000F63C5" w:rsidRPr="00E67E52" w:rsidRDefault="000F63C5" w:rsidP="004578B3">
      <w:pPr>
        <w:tabs>
          <w:tab w:val="left" w:pos="6618"/>
          <w:tab w:val="right" w:pos="9355"/>
        </w:tabs>
        <w:jc w:val="center"/>
        <w:rPr>
          <w:b/>
          <w:bCs/>
          <w:sz w:val="24"/>
          <w:szCs w:val="24"/>
        </w:rPr>
      </w:pPr>
      <w:r w:rsidRPr="00E67E52">
        <w:rPr>
          <w:b/>
          <w:sz w:val="24"/>
          <w:szCs w:val="24"/>
        </w:rPr>
        <w:t xml:space="preserve">Порядок </w:t>
      </w:r>
      <w:r w:rsidRPr="00E67E52">
        <w:rPr>
          <w:b/>
          <w:bCs/>
          <w:sz w:val="24"/>
          <w:szCs w:val="24"/>
        </w:rPr>
        <w:t xml:space="preserve">составления и ведения кассового плана </w:t>
      </w:r>
    </w:p>
    <w:p w:rsidR="000F63C5" w:rsidRDefault="000F63C5" w:rsidP="0070223C">
      <w:pPr>
        <w:tabs>
          <w:tab w:val="left" w:pos="6618"/>
          <w:tab w:val="right" w:pos="9355"/>
        </w:tabs>
        <w:jc w:val="center"/>
        <w:rPr>
          <w:b/>
          <w:sz w:val="24"/>
          <w:szCs w:val="24"/>
          <w:lang w:eastAsia="en-US"/>
        </w:rPr>
      </w:pPr>
      <w:r w:rsidRPr="00E67E52">
        <w:rPr>
          <w:b/>
          <w:bCs/>
          <w:sz w:val="24"/>
          <w:szCs w:val="24"/>
        </w:rPr>
        <w:t xml:space="preserve">бюджета </w:t>
      </w:r>
      <w:r w:rsidRPr="00E67E52">
        <w:rPr>
          <w:b/>
          <w:sz w:val="24"/>
          <w:szCs w:val="24"/>
        </w:rPr>
        <w:t>Шапошниковского сельского поселения</w:t>
      </w:r>
      <w:r w:rsidRPr="00E67E52">
        <w:rPr>
          <w:b/>
          <w:sz w:val="24"/>
          <w:szCs w:val="24"/>
          <w:lang w:eastAsia="en-US"/>
        </w:rPr>
        <w:t xml:space="preserve"> </w:t>
      </w:r>
    </w:p>
    <w:p w:rsidR="000F63C5" w:rsidRPr="00E67E52" w:rsidRDefault="000F63C5" w:rsidP="0070223C">
      <w:pPr>
        <w:tabs>
          <w:tab w:val="left" w:pos="6618"/>
          <w:tab w:val="right" w:pos="9355"/>
        </w:tabs>
        <w:jc w:val="center"/>
        <w:rPr>
          <w:b/>
          <w:sz w:val="24"/>
          <w:szCs w:val="24"/>
        </w:rPr>
      </w:pPr>
      <w:r w:rsidRPr="00E67E52">
        <w:rPr>
          <w:b/>
          <w:sz w:val="24"/>
          <w:szCs w:val="24"/>
          <w:lang w:eastAsia="en-US"/>
        </w:rPr>
        <w:t>Ольховатского муниципального района Воронежской области</w:t>
      </w:r>
    </w:p>
    <w:p w:rsidR="000F63C5" w:rsidRDefault="000F63C5" w:rsidP="004578B3">
      <w:pPr>
        <w:jc w:val="center"/>
        <w:rPr>
          <w:b/>
          <w:sz w:val="24"/>
          <w:szCs w:val="24"/>
        </w:rPr>
      </w:pPr>
    </w:p>
    <w:p w:rsidR="000F63C5" w:rsidRPr="00E67E52" w:rsidRDefault="000F63C5" w:rsidP="004578B3">
      <w:pPr>
        <w:jc w:val="center"/>
        <w:rPr>
          <w:b/>
          <w:sz w:val="24"/>
          <w:szCs w:val="24"/>
        </w:rPr>
      </w:pPr>
      <w:r w:rsidRPr="00E67E52">
        <w:rPr>
          <w:b/>
          <w:sz w:val="24"/>
          <w:szCs w:val="24"/>
        </w:rPr>
        <w:t>I. Общие положения</w:t>
      </w:r>
    </w:p>
    <w:p w:rsidR="000F63C5" w:rsidRDefault="000F63C5" w:rsidP="00E67E52">
      <w:pPr>
        <w:ind w:firstLine="567"/>
        <w:jc w:val="both"/>
        <w:rPr>
          <w:sz w:val="24"/>
          <w:szCs w:val="24"/>
        </w:rPr>
      </w:pPr>
      <w:r w:rsidRPr="004578B3">
        <w:rPr>
          <w:sz w:val="24"/>
          <w:szCs w:val="24"/>
        </w:rPr>
        <w:t xml:space="preserve">1. Настоящий Порядок разработан в соответствии со статьей 217.1 Бюджетного кодекса </w:t>
      </w:r>
      <w:r w:rsidRPr="00E67E52">
        <w:rPr>
          <w:sz w:val="24"/>
          <w:szCs w:val="24"/>
        </w:rPr>
        <w:t xml:space="preserve">Российской Федерации, Положением о бюджетном процессе в Шапошниковском сельском поселении Ольховатского муниципального района Воронежской области, утвержденным решением Совета народных депутатов Шапошниковского сельского поселения от </w:t>
      </w:r>
      <w:r w:rsidRPr="00E67E52">
        <w:rPr>
          <w:rFonts w:cs="Arial"/>
          <w:sz w:val="24"/>
          <w:szCs w:val="24"/>
        </w:rPr>
        <w:t xml:space="preserve">26.03.2014 года № 10 </w:t>
      </w:r>
      <w:r w:rsidRPr="00E67E52">
        <w:rPr>
          <w:sz w:val="24"/>
          <w:szCs w:val="24"/>
        </w:rPr>
        <w:t>и определяет правила составления и ведения кассового плана исполнения бюджета Шапошниковского сельского поселения</w:t>
      </w:r>
      <w:r w:rsidRPr="00E67E52">
        <w:rPr>
          <w:sz w:val="24"/>
          <w:szCs w:val="24"/>
          <w:lang w:eastAsia="en-US"/>
        </w:rPr>
        <w:t xml:space="preserve"> Ольховатского муниципального района Воронежской области </w:t>
      </w:r>
      <w:r w:rsidRPr="00E67E52">
        <w:rPr>
          <w:sz w:val="24"/>
          <w:szCs w:val="24"/>
        </w:rPr>
        <w:t>(далее по тексту - Шапошниковского сельского поселения) в текуще</w:t>
      </w:r>
      <w:r>
        <w:rPr>
          <w:sz w:val="24"/>
          <w:szCs w:val="24"/>
        </w:rPr>
        <w:t>м финансовом году.</w:t>
      </w:r>
    </w:p>
    <w:p w:rsidR="000F63C5" w:rsidRPr="00E67E52" w:rsidRDefault="000F63C5" w:rsidP="00E67E52">
      <w:pPr>
        <w:ind w:firstLine="567"/>
        <w:jc w:val="both"/>
        <w:rPr>
          <w:sz w:val="24"/>
          <w:szCs w:val="24"/>
        </w:rPr>
      </w:pPr>
      <w:r w:rsidRPr="00E67E52">
        <w:rPr>
          <w:sz w:val="24"/>
          <w:szCs w:val="24"/>
        </w:rPr>
        <w:t>2. Составление и ведение кассового плана осуществляется администрацией Шапошниковского сельского поселения.</w:t>
      </w:r>
    </w:p>
    <w:p w:rsidR="000F63C5" w:rsidRPr="00E67E52" w:rsidRDefault="000F63C5" w:rsidP="00E67E52">
      <w:pPr>
        <w:ind w:firstLine="567"/>
        <w:jc w:val="both"/>
        <w:rPr>
          <w:sz w:val="24"/>
          <w:szCs w:val="24"/>
        </w:rPr>
      </w:pPr>
      <w:r w:rsidRPr="00E67E52">
        <w:rPr>
          <w:sz w:val="24"/>
          <w:szCs w:val="24"/>
        </w:rPr>
        <w:t>3. Кассовый план исполнения бюджета Шапошниковского сельского поселения в текущем финансовом году включает в себя:</w:t>
      </w:r>
    </w:p>
    <w:p w:rsidR="000F63C5" w:rsidRPr="00E67E52" w:rsidRDefault="000F63C5" w:rsidP="00E67E52">
      <w:pPr>
        <w:ind w:firstLine="567"/>
        <w:jc w:val="both"/>
        <w:rPr>
          <w:sz w:val="24"/>
          <w:szCs w:val="24"/>
        </w:rPr>
      </w:pPr>
      <w:r w:rsidRPr="00E67E52">
        <w:rPr>
          <w:sz w:val="24"/>
          <w:szCs w:val="24"/>
        </w:rPr>
        <w:t>- кассовый план на текущий финансовый год с поквартальной детализацией, который составляется и ведется на основании прогноза поступления доходов, финансирования расходов и источников финансирования дефицита бюджета Шапошниковского сельского поселения в текущем финансовом году и в порядке, предусмотренном главой II настоящего Порядка;</w:t>
      </w:r>
    </w:p>
    <w:p w:rsidR="000F63C5" w:rsidRPr="004578B3" w:rsidRDefault="000F63C5" w:rsidP="00E67E52">
      <w:pPr>
        <w:ind w:firstLine="567"/>
        <w:jc w:val="both"/>
        <w:rPr>
          <w:sz w:val="24"/>
          <w:szCs w:val="24"/>
        </w:rPr>
      </w:pPr>
      <w:r w:rsidRPr="004578B3">
        <w:rPr>
          <w:sz w:val="24"/>
          <w:szCs w:val="24"/>
        </w:rPr>
        <w:t xml:space="preserve">- кассовый план на очередной календарный месяц текущего финансового года, который составляется и ведется на основании уточненных прогнозов поступления доходов, привлечения средств источников финансирования дефицита бюджета </w:t>
      </w:r>
      <w:r w:rsidRPr="005A4957">
        <w:rPr>
          <w:sz w:val="24"/>
          <w:szCs w:val="24"/>
        </w:rPr>
        <w:t>Шапошниковского сельского поселения</w:t>
      </w:r>
      <w:r w:rsidRPr="004578B3">
        <w:rPr>
          <w:sz w:val="24"/>
          <w:szCs w:val="24"/>
        </w:rPr>
        <w:t xml:space="preserve">, финансирования расходов с погашением источников финансирования дефицита бюджета </w:t>
      </w:r>
      <w:r w:rsidRPr="005A4957">
        <w:rPr>
          <w:sz w:val="24"/>
          <w:szCs w:val="24"/>
        </w:rPr>
        <w:t>Шапошниковского сельского поселения</w:t>
      </w:r>
      <w:r w:rsidRPr="004578B3">
        <w:rPr>
          <w:sz w:val="24"/>
          <w:szCs w:val="24"/>
        </w:rPr>
        <w:t xml:space="preserve"> и в порядке, предусмотренном главой III настоящего Порядка.</w:t>
      </w:r>
    </w:p>
    <w:p w:rsidR="000F63C5" w:rsidRPr="004578B3" w:rsidRDefault="000F63C5" w:rsidP="00E67E52">
      <w:pPr>
        <w:ind w:firstLine="567"/>
        <w:jc w:val="both"/>
        <w:rPr>
          <w:sz w:val="24"/>
          <w:szCs w:val="24"/>
        </w:rPr>
      </w:pPr>
      <w:r w:rsidRPr="004578B3">
        <w:rPr>
          <w:sz w:val="24"/>
          <w:szCs w:val="24"/>
        </w:rPr>
        <w:t xml:space="preserve">Прогноз и уточненный прогноз поступления доходов в бюджет  </w:t>
      </w:r>
      <w:r w:rsidRPr="005A4957">
        <w:rPr>
          <w:sz w:val="24"/>
          <w:szCs w:val="24"/>
        </w:rPr>
        <w:t>Шапошниковского сельского поселения</w:t>
      </w:r>
      <w:r w:rsidRPr="004578B3">
        <w:rPr>
          <w:sz w:val="24"/>
          <w:szCs w:val="24"/>
        </w:rPr>
        <w:t xml:space="preserve"> формируются в разрезе кодов бюджетной классификации Российской Федерации по главным администраторам доходов бюджета городского поселения город Россошь с поквартальным и помесячным распределением.</w:t>
      </w:r>
    </w:p>
    <w:p w:rsidR="000F63C5" w:rsidRPr="004578B3" w:rsidRDefault="000F63C5" w:rsidP="00E67E52">
      <w:pPr>
        <w:ind w:firstLine="567"/>
        <w:jc w:val="both"/>
        <w:rPr>
          <w:sz w:val="24"/>
          <w:szCs w:val="24"/>
        </w:rPr>
      </w:pPr>
      <w:r w:rsidRPr="004578B3">
        <w:rPr>
          <w:sz w:val="24"/>
          <w:szCs w:val="24"/>
        </w:rPr>
        <w:t xml:space="preserve">Прогноз финансирования расходов и источников финансирования дефицита бюджета </w:t>
      </w:r>
      <w:r w:rsidRPr="005A4957">
        <w:rPr>
          <w:sz w:val="24"/>
          <w:szCs w:val="24"/>
        </w:rPr>
        <w:t>Шапошниковского сельского поселения</w:t>
      </w:r>
      <w:r w:rsidRPr="004578B3">
        <w:rPr>
          <w:sz w:val="24"/>
          <w:szCs w:val="24"/>
        </w:rPr>
        <w:t xml:space="preserve"> формируются на основании сводной бюджетной росписи бюджета </w:t>
      </w:r>
      <w:r w:rsidRPr="005A4957">
        <w:rPr>
          <w:sz w:val="24"/>
          <w:szCs w:val="24"/>
        </w:rPr>
        <w:t>Шапошниковского сельского поселения</w:t>
      </w:r>
      <w:r w:rsidRPr="004578B3">
        <w:rPr>
          <w:sz w:val="24"/>
          <w:szCs w:val="24"/>
        </w:rPr>
        <w:t xml:space="preserve">.  </w:t>
      </w:r>
    </w:p>
    <w:p w:rsidR="000F63C5" w:rsidRPr="004578B3" w:rsidRDefault="000F63C5" w:rsidP="00E67E52">
      <w:pPr>
        <w:jc w:val="center"/>
        <w:rPr>
          <w:b/>
          <w:sz w:val="24"/>
          <w:szCs w:val="24"/>
        </w:rPr>
      </w:pPr>
    </w:p>
    <w:p w:rsidR="000F63C5" w:rsidRPr="004578B3" w:rsidRDefault="000F63C5" w:rsidP="00E67E52">
      <w:pPr>
        <w:jc w:val="center"/>
        <w:rPr>
          <w:b/>
          <w:sz w:val="24"/>
          <w:szCs w:val="24"/>
        </w:rPr>
      </w:pPr>
      <w:r w:rsidRPr="004578B3">
        <w:rPr>
          <w:b/>
          <w:sz w:val="24"/>
          <w:szCs w:val="24"/>
        </w:rPr>
        <w:t>II. Порядок составления кассового плана бюджета</w:t>
      </w:r>
    </w:p>
    <w:p w:rsidR="000F63C5" w:rsidRPr="004578B3" w:rsidRDefault="000F63C5" w:rsidP="00E67E52">
      <w:pPr>
        <w:jc w:val="center"/>
        <w:rPr>
          <w:b/>
          <w:sz w:val="24"/>
          <w:szCs w:val="24"/>
        </w:rPr>
      </w:pPr>
      <w:r w:rsidRPr="004578B3">
        <w:rPr>
          <w:b/>
          <w:sz w:val="24"/>
          <w:szCs w:val="24"/>
        </w:rPr>
        <w:t>на текущий финансовый год с поквартальной детализацией</w:t>
      </w:r>
    </w:p>
    <w:p w:rsidR="000F63C5" w:rsidRPr="004578B3" w:rsidRDefault="000F63C5" w:rsidP="00E67E52">
      <w:pPr>
        <w:ind w:firstLine="567"/>
        <w:jc w:val="both"/>
        <w:rPr>
          <w:sz w:val="24"/>
          <w:szCs w:val="24"/>
        </w:rPr>
      </w:pPr>
      <w:r w:rsidRPr="004578B3">
        <w:rPr>
          <w:sz w:val="24"/>
          <w:szCs w:val="24"/>
        </w:rPr>
        <w:t>1. Составление кассового плана на текущий финансовый год с поквартальной детализацией осуществляется в следующем порядке:</w:t>
      </w:r>
    </w:p>
    <w:p w:rsidR="000F63C5" w:rsidRPr="004578B3" w:rsidRDefault="000F63C5" w:rsidP="00E67E52">
      <w:pPr>
        <w:ind w:firstLine="567"/>
        <w:jc w:val="both"/>
        <w:rPr>
          <w:sz w:val="24"/>
          <w:szCs w:val="24"/>
        </w:rPr>
      </w:pPr>
      <w:r w:rsidRPr="004578B3">
        <w:rPr>
          <w:sz w:val="24"/>
          <w:szCs w:val="24"/>
        </w:rPr>
        <w:t xml:space="preserve">- </w:t>
      </w:r>
      <w:r>
        <w:rPr>
          <w:sz w:val="24"/>
          <w:szCs w:val="24"/>
        </w:rPr>
        <w:t>ведущий специалист</w:t>
      </w:r>
      <w:r w:rsidRPr="004578B3">
        <w:rPr>
          <w:sz w:val="24"/>
          <w:szCs w:val="24"/>
        </w:rPr>
        <w:t xml:space="preserve"> администрации </w:t>
      </w:r>
      <w:r w:rsidRPr="005A4957">
        <w:rPr>
          <w:sz w:val="24"/>
          <w:szCs w:val="24"/>
        </w:rPr>
        <w:t>Шапошниковского сельского поселения</w:t>
      </w:r>
      <w:r w:rsidRPr="004578B3">
        <w:rPr>
          <w:sz w:val="24"/>
          <w:szCs w:val="24"/>
        </w:rPr>
        <w:t xml:space="preserve"> составляет прогноз поквартального поступления доходов и распределения средств источников финансирования дефицита бюджета </w:t>
      </w:r>
      <w:r w:rsidRPr="005A4957">
        <w:rPr>
          <w:sz w:val="24"/>
          <w:szCs w:val="24"/>
        </w:rPr>
        <w:t>Шапошниковского сельского поселения</w:t>
      </w:r>
      <w:r w:rsidRPr="004578B3">
        <w:rPr>
          <w:sz w:val="24"/>
          <w:szCs w:val="24"/>
        </w:rPr>
        <w:t xml:space="preserve"> в разрезе кодов бюджетной классификации Российской Федерации не позднее 10 декабря финансового года, предшествующего текущему, на бумажном носителе по форме согласно приложению 1 к настоящему Порядку; составляет прогноз поквартального распределения расходов с разбивкой по кодам и направлениям финансирования не позднее 20 декабря финансового года, предшествующего текущему, на бумажном носителе по форме согласно приложению 2 к настоящему Порядку; исходя из прогноза поквартального поступления доходов, распределения источников финансирования дефицита бюджета </w:t>
      </w:r>
      <w:r w:rsidRPr="005A4957">
        <w:rPr>
          <w:sz w:val="24"/>
          <w:szCs w:val="24"/>
        </w:rPr>
        <w:t>Шапошниковского сельского поселения</w:t>
      </w:r>
      <w:r w:rsidRPr="004578B3">
        <w:rPr>
          <w:sz w:val="24"/>
          <w:szCs w:val="24"/>
        </w:rPr>
        <w:t xml:space="preserve"> и поквартального распределения расходов формируется кассовый план на текущий финансовый год с поквартальной детализацией по форме согласно приложению 3 к настоящему Порядку.</w:t>
      </w:r>
    </w:p>
    <w:p w:rsidR="000F63C5" w:rsidRPr="004578B3" w:rsidRDefault="000F63C5" w:rsidP="00E67E52">
      <w:pPr>
        <w:ind w:firstLine="567"/>
        <w:jc w:val="both"/>
        <w:rPr>
          <w:sz w:val="24"/>
          <w:szCs w:val="24"/>
        </w:rPr>
      </w:pPr>
      <w:r w:rsidRPr="004578B3">
        <w:rPr>
          <w:sz w:val="24"/>
          <w:szCs w:val="24"/>
        </w:rPr>
        <w:t xml:space="preserve">Показатели кассового плана в целом на год в части расходов бюджета </w:t>
      </w:r>
      <w:r w:rsidRPr="005A4957">
        <w:rPr>
          <w:sz w:val="24"/>
          <w:szCs w:val="24"/>
        </w:rPr>
        <w:t>Шапошниковского сельского поселения</w:t>
      </w:r>
      <w:r w:rsidRPr="004578B3">
        <w:rPr>
          <w:sz w:val="24"/>
          <w:szCs w:val="24"/>
        </w:rPr>
        <w:t xml:space="preserve"> и источников финансирования дефицита бюджета </w:t>
      </w:r>
      <w:r w:rsidRPr="005A4957">
        <w:rPr>
          <w:sz w:val="24"/>
          <w:szCs w:val="24"/>
        </w:rPr>
        <w:t>Шапошниковского сельского поселения</w:t>
      </w:r>
      <w:r w:rsidRPr="004578B3">
        <w:rPr>
          <w:sz w:val="24"/>
          <w:szCs w:val="24"/>
        </w:rPr>
        <w:t xml:space="preserve"> должны соответствовать показателям сводной бюджетной росписи </w:t>
      </w:r>
      <w:r w:rsidRPr="005A4957">
        <w:rPr>
          <w:sz w:val="24"/>
          <w:szCs w:val="24"/>
        </w:rPr>
        <w:t>Шапошниковского сельского поселения</w:t>
      </w:r>
      <w:r w:rsidRPr="004578B3">
        <w:rPr>
          <w:sz w:val="24"/>
          <w:szCs w:val="24"/>
        </w:rPr>
        <w:t xml:space="preserve"> и источников финансирования дефицита бюджета </w:t>
      </w:r>
      <w:r w:rsidRPr="005A4957">
        <w:rPr>
          <w:sz w:val="24"/>
          <w:szCs w:val="24"/>
        </w:rPr>
        <w:t>Шапошниковского сельского поселения</w:t>
      </w:r>
      <w:r w:rsidRPr="004578B3">
        <w:rPr>
          <w:sz w:val="24"/>
          <w:szCs w:val="24"/>
        </w:rPr>
        <w:t>.</w:t>
      </w:r>
    </w:p>
    <w:p w:rsidR="000F63C5" w:rsidRPr="004578B3" w:rsidRDefault="000F63C5" w:rsidP="00E67E52">
      <w:pPr>
        <w:jc w:val="both"/>
        <w:rPr>
          <w:sz w:val="24"/>
          <w:szCs w:val="24"/>
        </w:rPr>
      </w:pPr>
    </w:p>
    <w:p w:rsidR="000F63C5" w:rsidRPr="004578B3" w:rsidRDefault="000F63C5" w:rsidP="00E67E52">
      <w:pPr>
        <w:jc w:val="center"/>
        <w:rPr>
          <w:b/>
          <w:sz w:val="24"/>
          <w:szCs w:val="24"/>
        </w:rPr>
      </w:pPr>
      <w:r w:rsidRPr="004578B3">
        <w:rPr>
          <w:b/>
          <w:sz w:val="24"/>
          <w:szCs w:val="24"/>
        </w:rPr>
        <w:t xml:space="preserve">III. Порядок составления кассового плана бюджета </w:t>
      </w:r>
      <w:r w:rsidRPr="00E67E52">
        <w:rPr>
          <w:b/>
          <w:sz w:val="24"/>
          <w:szCs w:val="24"/>
        </w:rPr>
        <w:t>Шапошниковского сельского поселения</w:t>
      </w:r>
      <w:r w:rsidRPr="004578B3">
        <w:rPr>
          <w:b/>
          <w:sz w:val="24"/>
          <w:szCs w:val="24"/>
        </w:rPr>
        <w:t xml:space="preserve"> на очередной календарный месяц текущего финансового года</w:t>
      </w:r>
    </w:p>
    <w:p w:rsidR="000F63C5" w:rsidRPr="004578B3" w:rsidRDefault="000F63C5" w:rsidP="00E67E52">
      <w:pPr>
        <w:ind w:firstLine="567"/>
        <w:jc w:val="both"/>
        <w:rPr>
          <w:sz w:val="24"/>
          <w:szCs w:val="24"/>
        </w:rPr>
      </w:pPr>
      <w:r w:rsidRPr="004578B3">
        <w:rPr>
          <w:sz w:val="24"/>
          <w:szCs w:val="24"/>
        </w:rPr>
        <w:t>1. Кассовый план на очередной календарный месяц составляется в следующем порядке:</w:t>
      </w:r>
    </w:p>
    <w:p w:rsidR="000F63C5" w:rsidRPr="004578B3" w:rsidRDefault="000F63C5" w:rsidP="00E67E52">
      <w:pPr>
        <w:ind w:firstLine="567"/>
        <w:jc w:val="both"/>
        <w:rPr>
          <w:sz w:val="24"/>
          <w:szCs w:val="24"/>
        </w:rPr>
      </w:pPr>
      <w:r w:rsidRPr="004578B3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ведущий специалист </w:t>
      </w:r>
      <w:r w:rsidRPr="004578B3">
        <w:rPr>
          <w:sz w:val="24"/>
          <w:szCs w:val="24"/>
        </w:rPr>
        <w:t xml:space="preserve"> администрации </w:t>
      </w:r>
      <w:r w:rsidRPr="005A4957">
        <w:rPr>
          <w:sz w:val="24"/>
          <w:szCs w:val="24"/>
        </w:rPr>
        <w:t>Шапошниковского сельского поселения</w:t>
      </w:r>
      <w:r w:rsidRPr="004578B3">
        <w:rPr>
          <w:sz w:val="24"/>
          <w:szCs w:val="24"/>
        </w:rPr>
        <w:t xml:space="preserve"> ежеквартально до 20-го числа календарного месяца, предшествующего очередному кварталу, составляют уточненный прогноз помесячного поступления доходов и распределения средств источников финансирования дефицита бюджета </w:t>
      </w:r>
      <w:r w:rsidRPr="005A4957">
        <w:rPr>
          <w:sz w:val="24"/>
          <w:szCs w:val="24"/>
        </w:rPr>
        <w:t>Шапошниковского сельского поселения</w:t>
      </w:r>
      <w:r w:rsidRPr="004578B3">
        <w:rPr>
          <w:sz w:val="24"/>
          <w:szCs w:val="24"/>
        </w:rPr>
        <w:t xml:space="preserve"> на очередной квартал текущего финансового года в разрезе кодов бюджетной классификации Российской Федерации по форме согласно приложению 4 к настоящему Порядку, составляют прогноз необходимых расходов на очередной календарный месяц с разбивкой по кодам и направлениям финансирования не позднее 25-го числа текущего календарного месяца на бумажном носителе по форме согласно приложению 5 к настоящему Порядку; исходя из уточненного прогноза поступления доходов и источников финансирования дефицита бюджета </w:t>
      </w:r>
      <w:r w:rsidRPr="005A4957">
        <w:rPr>
          <w:sz w:val="24"/>
          <w:szCs w:val="24"/>
        </w:rPr>
        <w:t>Шапошниковского сельского поселения</w:t>
      </w:r>
      <w:r w:rsidRPr="004578B3">
        <w:rPr>
          <w:sz w:val="24"/>
          <w:szCs w:val="24"/>
        </w:rPr>
        <w:t>, прогноза расходов на очередной календарный месяц и в соответствии с расходами и источниками финансирования, предусмотренными на соответствующий квартал в кассовом плане на текущий финансовый год с поквартальной детализацией, формируется кассовый план на очередной календарный месяц до 28-го числа текущего календарного месяца по форме согласно приложению 6 к настоящему Порядку.</w:t>
      </w:r>
    </w:p>
    <w:p w:rsidR="000F63C5" w:rsidRPr="004578B3" w:rsidRDefault="000F63C5" w:rsidP="00E67E52">
      <w:pPr>
        <w:tabs>
          <w:tab w:val="left" w:pos="4110"/>
        </w:tabs>
        <w:jc w:val="both"/>
        <w:rPr>
          <w:sz w:val="24"/>
          <w:szCs w:val="24"/>
        </w:rPr>
      </w:pPr>
      <w:r w:rsidRPr="004578B3">
        <w:rPr>
          <w:sz w:val="24"/>
          <w:szCs w:val="24"/>
        </w:rPr>
        <w:tab/>
      </w:r>
    </w:p>
    <w:p w:rsidR="000F63C5" w:rsidRPr="004578B3" w:rsidRDefault="000F63C5" w:rsidP="00E67E52">
      <w:pPr>
        <w:jc w:val="center"/>
        <w:rPr>
          <w:b/>
          <w:sz w:val="24"/>
          <w:szCs w:val="24"/>
        </w:rPr>
      </w:pPr>
      <w:r w:rsidRPr="004578B3">
        <w:rPr>
          <w:b/>
          <w:sz w:val="24"/>
          <w:szCs w:val="24"/>
        </w:rPr>
        <w:t xml:space="preserve">IV. Порядок ведения кассового плана бюджета </w:t>
      </w:r>
      <w:r w:rsidRPr="00E67E52">
        <w:rPr>
          <w:b/>
          <w:sz w:val="24"/>
          <w:szCs w:val="24"/>
        </w:rPr>
        <w:t>Шапошниковского сельского поселения</w:t>
      </w:r>
    </w:p>
    <w:p w:rsidR="000F63C5" w:rsidRPr="004578B3" w:rsidRDefault="000F63C5" w:rsidP="00E67E52">
      <w:pPr>
        <w:ind w:firstLine="708"/>
        <w:jc w:val="both"/>
        <w:rPr>
          <w:sz w:val="24"/>
          <w:szCs w:val="24"/>
        </w:rPr>
      </w:pPr>
      <w:r w:rsidRPr="004578B3">
        <w:rPr>
          <w:sz w:val="24"/>
          <w:szCs w:val="24"/>
        </w:rPr>
        <w:t xml:space="preserve">1. Объем расходов бюджета, предусмотренный кассовым планом на очередной календарный месяц, представляет собой предельный объем финансирования на очередной календарный месяц и подлежит доведению до соответствующих бюджетополучателей </w:t>
      </w:r>
      <w:r>
        <w:rPr>
          <w:sz w:val="24"/>
          <w:szCs w:val="24"/>
        </w:rPr>
        <w:t xml:space="preserve">ведущим специалистом </w:t>
      </w:r>
      <w:r w:rsidRPr="004578B3">
        <w:rPr>
          <w:sz w:val="24"/>
          <w:szCs w:val="24"/>
        </w:rPr>
        <w:t xml:space="preserve">администрации </w:t>
      </w:r>
      <w:r w:rsidRPr="005A4957">
        <w:rPr>
          <w:sz w:val="24"/>
          <w:szCs w:val="24"/>
        </w:rPr>
        <w:t>Шапошниковского сельского поселения</w:t>
      </w:r>
      <w:r w:rsidRPr="004578B3">
        <w:rPr>
          <w:sz w:val="24"/>
          <w:szCs w:val="24"/>
        </w:rPr>
        <w:t>.</w:t>
      </w:r>
    </w:p>
    <w:p w:rsidR="000F63C5" w:rsidRPr="004578B3" w:rsidRDefault="000F63C5" w:rsidP="00E67E52">
      <w:pPr>
        <w:ind w:firstLine="708"/>
        <w:jc w:val="both"/>
        <w:rPr>
          <w:sz w:val="24"/>
          <w:szCs w:val="24"/>
        </w:rPr>
      </w:pPr>
      <w:r w:rsidRPr="004578B3">
        <w:rPr>
          <w:sz w:val="24"/>
          <w:szCs w:val="24"/>
        </w:rPr>
        <w:t>В случае неполного использования предельного объема финансирования на очередной календарный месяц в данном месяце право использования его остатка переходит на следующий месяц.</w:t>
      </w:r>
    </w:p>
    <w:p w:rsidR="000F63C5" w:rsidRPr="004578B3" w:rsidRDefault="000F63C5" w:rsidP="00E67E52">
      <w:pPr>
        <w:ind w:firstLine="708"/>
        <w:jc w:val="both"/>
        <w:rPr>
          <w:sz w:val="24"/>
          <w:szCs w:val="24"/>
        </w:rPr>
      </w:pPr>
      <w:r w:rsidRPr="004578B3">
        <w:rPr>
          <w:sz w:val="24"/>
          <w:szCs w:val="24"/>
        </w:rPr>
        <w:t>Кроме того, за счет поступления целевых средств субвенций и субсидий из вышестоящих бюджетов в размере квартальных (годовых) бюджетных ассигнований предельный объем финансирования по соответствующим расходам может доводиться в объеме из расчета на квартал (год).</w:t>
      </w:r>
    </w:p>
    <w:p w:rsidR="000F63C5" w:rsidRPr="004578B3" w:rsidRDefault="000F63C5" w:rsidP="00E67E52">
      <w:pPr>
        <w:ind w:firstLine="708"/>
        <w:jc w:val="both"/>
        <w:rPr>
          <w:sz w:val="24"/>
          <w:szCs w:val="24"/>
        </w:rPr>
      </w:pPr>
      <w:r w:rsidRPr="004578B3">
        <w:rPr>
          <w:sz w:val="24"/>
          <w:szCs w:val="24"/>
        </w:rPr>
        <w:t>2. Ведение кассового плана осуществляется посредством:</w:t>
      </w:r>
    </w:p>
    <w:p w:rsidR="000F63C5" w:rsidRPr="004578B3" w:rsidRDefault="000F63C5" w:rsidP="00E67E52">
      <w:pPr>
        <w:ind w:firstLine="708"/>
        <w:jc w:val="both"/>
        <w:rPr>
          <w:sz w:val="24"/>
          <w:szCs w:val="24"/>
        </w:rPr>
      </w:pPr>
      <w:r w:rsidRPr="004578B3">
        <w:rPr>
          <w:sz w:val="24"/>
          <w:szCs w:val="24"/>
        </w:rPr>
        <w:t>- внесения изменений в кассовый план на текущий финансовый год с поквартальной детализацией;</w:t>
      </w:r>
    </w:p>
    <w:p w:rsidR="000F63C5" w:rsidRPr="004578B3" w:rsidRDefault="000F63C5" w:rsidP="00E67E52">
      <w:pPr>
        <w:ind w:firstLine="708"/>
        <w:jc w:val="both"/>
        <w:rPr>
          <w:sz w:val="24"/>
          <w:szCs w:val="24"/>
        </w:rPr>
      </w:pPr>
      <w:r w:rsidRPr="004578B3">
        <w:rPr>
          <w:sz w:val="24"/>
          <w:szCs w:val="24"/>
        </w:rPr>
        <w:t>- уточнения показателей кассового плана на очередной календарный месяц по доходам, источникам финансирования дефицита и по расходам бюджета;</w:t>
      </w:r>
    </w:p>
    <w:p w:rsidR="000F63C5" w:rsidRPr="004578B3" w:rsidRDefault="000F63C5" w:rsidP="00E67E52">
      <w:pPr>
        <w:ind w:firstLine="708"/>
        <w:jc w:val="both"/>
        <w:rPr>
          <w:sz w:val="24"/>
          <w:szCs w:val="24"/>
        </w:rPr>
      </w:pPr>
      <w:r w:rsidRPr="004578B3">
        <w:rPr>
          <w:sz w:val="24"/>
          <w:szCs w:val="24"/>
        </w:rPr>
        <w:t xml:space="preserve">- доведения до бюджетополучателей средств бюджета </w:t>
      </w:r>
      <w:r w:rsidRPr="005A4957">
        <w:rPr>
          <w:sz w:val="24"/>
          <w:szCs w:val="24"/>
        </w:rPr>
        <w:t>Шапошниковского сельского поселения</w:t>
      </w:r>
      <w:r w:rsidRPr="004578B3">
        <w:rPr>
          <w:sz w:val="24"/>
          <w:szCs w:val="24"/>
        </w:rPr>
        <w:t xml:space="preserve"> предельных объемов финансирования.</w:t>
      </w:r>
    </w:p>
    <w:p w:rsidR="000F63C5" w:rsidRPr="004578B3" w:rsidRDefault="000F63C5" w:rsidP="00E67E52">
      <w:pPr>
        <w:jc w:val="both"/>
        <w:rPr>
          <w:sz w:val="24"/>
          <w:szCs w:val="24"/>
        </w:rPr>
      </w:pPr>
    </w:p>
    <w:p w:rsidR="000F63C5" w:rsidRPr="004578B3" w:rsidRDefault="000F63C5" w:rsidP="00E67E52">
      <w:pPr>
        <w:ind w:firstLine="708"/>
        <w:jc w:val="both"/>
        <w:rPr>
          <w:sz w:val="24"/>
          <w:szCs w:val="24"/>
        </w:rPr>
      </w:pPr>
      <w:r w:rsidRPr="004578B3">
        <w:rPr>
          <w:sz w:val="24"/>
          <w:szCs w:val="24"/>
        </w:rPr>
        <w:t>Изменения в кассовый план на текущий финансовый год с поквартальной детализацией вносятся в случаях:</w:t>
      </w:r>
    </w:p>
    <w:p w:rsidR="000F63C5" w:rsidRPr="004578B3" w:rsidRDefault="000F63C5" w:rsidP="00E67E52">
      <w:pPr>
        <w:ind w:firstLine="708"/>
        <w:jc w:val="both"/>
        <w:rPr>
          <w:sz w:val="24"/>
          <w:szCs w:val="24"/>
        </w:rPr>
      </w:pPr>
      <w:r w:rsidRPr="004578B3">
        <w:rPr>
          <w:sz w:val="24"/>
          <w:szCs w:val="24"/>
        </w:rPr>
        <w:t xml:space="preserve">- уточнения бюджета </w:t>
      </w:r>
      <w:r w:rsidRPr="005A4957">
        <w:rPr>
          <w:sz w:val="24"/>
          <w:szCs w:val="24"/>
        </w:rPr>
        <w:t>Шапошниковского сельского поселения</w:t>
      </w:r>
      <w:r w:rsidRPr="004578B3">
        <w:rPr>
          <w:sz w:val="24"/>
          <w:szCs w:val="24"/>
        </w:rPr>
        <w:t xml:space="preserve"> из расчета на год в соответствии с действующим бюджетным законодательством Российской Федерации;</w:t>
      </w:r>
    </w:p>
    <w:p w:rsidR="000F63C5" w:rsidRPr="004578B3" w:rsidRDefault="000F63C5" w:rsidP="00E67E52">
      <w:pPr>
        <w:ind w:firstLine="708"/>
        <w:jc w:val="both"/>
        <w:rPr>
          <w:sz w:val="24"/>
          <w:szCs w:val="24"/>
        </w:rPr>
      </w:pPr>
      <w:r w:rsidRPr="004578B3">
        <w:rPr>
          <w:sz w:val="24"/>
          <w:szCs w:val="24"/>
        </w:rPr>
        <w:t xml:space="preserve">-  уточнения прогноза поквартального поступления доходов и распределения средств, источников финансирования дефицита бюджета </w:t>
      </w:r>
      <w:r w:rsidRPr="005A4957">
        <w:rPr>
          <w:sz w:val="24"/>
          <w:szCs w:val="24"/>
        </w:rPr>
        <w:t>Шапошниковского сельского поселения</w:t>
      </w:r>
      <w:r w:rsidRPr="004578B3">
        <w:rPr>
          <w:sz w:val="24"/>
          <w:szCs w:val="24"/>
        </w:rPr>
        <w:t xml:space="preserve"> и соответствующего им уточнения поквартального распределения расходов.</w:t>
      </w:r>
    </w:p>
    <w:p w:rsidR="000F63C5" w:rsidRPr="004578B3" w:rsidRDefault="000F63C5" w:rsidP="00E67E52">
      <w:pPr>
        <w:ind w:firstLine="708"/>
        <w:jc w:val="both"/>
        <w:rPr>
          <w:sz w:val="24"/>
          <w:szCs w:val="24"/>
        </w:rPr>
      </w:pPr>
      <w:r w:rsidRPr="004578B3">
        <w:rPr>
          <w:sz w:val="24"/>
          <w:szCs w:val="24"/>
        </w:rPr>
        <w:t>Изменения в кассовый план на очередной календарный месяц вносятся в случаях поступления дополнительных доходов в данном месяце, изменения по расходам за счет поступления дополнительных доходов и (или) образования экономии по отдельным направлениям расходов, а также остатков средств бюджета на начало данного месяца.</w:t>
      </w:r>
    </w:p>
    <w:p w:rsidR="000F63C5" w:rsidRPr="004578B3" w:rsidRDefault="000F63C5" w:rsidP="00E67E52">
      <w:pPr>
        <w:tabs>
          <w:tab w:val="left" w:pos="6618"/>
          <w:tab w:val="right" w:pos="9355"/>
        </w:tabs>
        <w:jc w:val="both"/>
        <w:rPr>
          <w:sz w:val="24"/>
          <w:szCs w:val="24"/>
        </w:rPr>
      </w:pPr>
    </w:p>
    <w:p w:rsidR="000F63C5" w:rsidRPr="004578B3" w:rsidRDefault="000F63C5" w:rsidP="00E67E52">
      <w:pPr>
        <w:tabs>
          <w:tab w:val="left" w:pos="6618"/>
          <w:tab w:val="right" w:pos="9355"/>
        </w:tabs>
        <w:jc w:val="both"/>
        <w:rPr>
          <w:sz w:val="24"/>
          <w:szCs w:val="24"/>
        </w:rPr>
      </w:pPr>
    </w:p>
    <w:p w:rsidR="000F63C5" w:rsidRPr="004578B3" w:rsidRDefault="000F63C5" w:rsidP="00E67E52">
      <w:pPr>
        <w:tabs>
          <w:tab w:val="left" w:pos="6618"/>
          <w:tab w:val="right" w:pos="9355"/>
        </w:tabs>
        <w:jc w:val="both"/>
        <w:rPr>
          <w:sz w:val="24"/>
          <w:szCs w:val="24"/>
        </w:rPr>
      </w:pPr>
    </w:p>
    <w:p w:rsidR="000F63C5" w:rsidRPr="004578B3" w:rsidRDefault="000F63C5" w:rsidP="00E67E52">
      <w:pPr>
        <w:tabs>
          <w:tab w:val="left" w:pos="6618"/>
          <w:tab w:val="right" w:pos="9355"/>
        </w:tabs>
        <w:jc w:val="both"/>
        <w:rPr>
          <w:sz w:val="24"/>
          <w:szCs w:val="24"/>
        </w:rPr>
      </w:pPr>
    </w:p>
    <w:p w:rsidR="000F63C5" w:rsidRPr="004578B3" w:rsidRDefault="000F63C5" w:rsidP="00E67E52">
      <w:pPr>
        <w:tabs>
          <w:tab w:val="left" w:pos="6618"/>
          <w:tab w:val="right" w:pos="9355"/>
        </w:tabs>
        <w:jc w:val="both"/>
        <w:rPr>
          <w:sz w:val="24"/>
          <w:szCs w:val="24"/>
        </w:rPr>
      </w:pPr>
    </w:p>
    <w:p w:rsidR="000F63C5" w:rsidRPr="004578B3" w:rsidRDefault="000F63C5" w:rsidP="00E67E52">
      <w:pPr>
        <w:tabs>
          <w:tab w:val="left" w:pos="6618"/>
          <w:tab w:val="right" w:pos="9355"/>
        </w:tabs>
        <w:jc w:val="both"/>
        <w:rPr>
          <w:sz w:val="24"/>
          <w:szCs w:val="24"/>
        </w:rPr>
      </w:pPr>
    </w:p>
    <w:p w:rsidR="000F63C5" w:rsidRPr="004578B3" w:rsidRDefault="000F63C5" w:rsidP="00E67E52">
      <w:pPr>
        <w:tabs>
          <w:tab w:val="left" w:pos="6618"/>
          <w:tab w:val="right" w:pos="9355"/>
        </w:tabs>
        <w:jc w:val="both"/>
        <w:rPr>
          <w:sz w:val="24"/>
          <w:szCs w:val="24"/>
        </w:rPr>
      </w:pPr>
    </w:p>
    <w:p w:rsidR="000F63C5" w:rsidRPr="004578B3" w:rsidRDefault="000F63C5" w:rsidP="00E67E52">
      <w:pPr>
        <w:tabs>
          <w:tab w:val="left" w:pos="6618"/>
          <w:tab w:val="right" w:pos="9355"/>
        </w:tabs>
        <w:jc w:val="both"/>
        <w:rPr>
          <w:sz w:val="24"/>
          <w:szCs w:val="24"/>
        </w:rPr>
      </w:pPr>
    </w:p>
    <w:p w:rsidR="000F63C5" w:rsidRPr="004578B3" w:rsidRDefault="000F63C5" w:rsidP="00E67E52">
      <w:pPr>
        <w:tabs>
          <w:tab w:val="left" w:pos="6618"/>
          <w:tab w:val="right" w:pos="9355"/>
        </w:tabs>
        <w:jc w:val="both"/>
        <w:rPr>
          <w:sz w:val="24"/>
          <w:szCs w:val="24"/>
        </w:rPr>
      </w:pPr>
    </w:p>
    <w:p w:rsidR="000F63C5" w:rsidRPr="004578B3" w:rsidRDefault="000F63C5" w:rsidP="00E67E52">
      <w:pPr>
        <w:tabs>
          <w:tab w:val="left" w:pos="6618"/>
          <w:tab w:val="right" w:pos="9355"/>
        </w:tabs>
        <w:jc w:val="both"/>
        <w:rPr>
          <w:sz w:val="24"/>
          <w:szCs w:val="24"/>
        </w:rPr>
      </w:pPr>
    </w:p>
    <w:p w:rsidR="000F63C5" w:rsidRPr="004578B3" w:rsidRDefault="000F63C5" w:rsidP="00E67E52">
      <w:pPr>
        <w:tabs>
          <w:tab w:val="left" w:pos="6618"/>
          <w:tab w:val="right" w:pos="9355"/>
        </w:tabs>
        <w:jc w:val="both"/>
        <w:rPr>
          <w:sz w:val="24"/>
          <w:szCs w:val="24"/>
        </w:rPr>
      </w:pPr>
    </w:p>
    <w:p w:rsidR="000F63C5" w:rsidRPr="004578B3" w:rsidRDefault="000F63C5" w:rsidP="00E67E52">
      <w:pPr>
        <w:tabs>
          <w:tab w:val="left" w:pos="6618"/>
          <w:tab w:val="right" w:pos="9355"/>
        </w:tabs>
        <w:jc w:val="both"/>
        <w:rPr>
          <w:sz w:val="24"/>
          <w:szCs w:val="24"/>
        </w:rPr>
      </w:pPr>
    </w:p>
    <w:p w:rsidR="000F63C5" w:rsidRPr="004578B3" w:rsidRDefault="000F63C5" w:rsidP="00E67E52">
      <w:pPr>
        <w:tabs>
          <w:tab w:val="left" w:pos="6618"/>
          <w:tab w:val="right" w:pos="9355"/>
        </w:tabs>
        <w:jc w:val="both"/>
        <w:rPr>
          <w:sz w:val="24"/>
          <w:szCs w:val="24"/>
        </w:rPr>
      </w:pPr>
    </w:p>
    <w:p w:rsidR="000F63C5" w:rsidRPr="004578B3" w:rsidRDefault="000F63C5" w:rsidP="00E67E52">
      <w:pPr>
        <w:tabs>
          <w:tab w:val="left" w:pos="6618"/>
          <w:tab w:val="right" w:pos="9355"/>
        </w:tabs>
        <w:jc w:val="both"/>
        <w:rPr>
          <w:sz w:val="24"/>
          <w:szCs w:val="24"/>
        </w:rPr>
      </w:pPr>
    </w:p>
    <w:p w:rsidR="000F63C5" w:rsidRPr="004578B3" w:rsidRDefault="000F63C5" w:rsidP="00E67E52">
      <w:pPr>
        <w:tabs>
          <w:tab w:val="left" w:pos="6618"/>
          <w:tab w:val="right" w:pos="9355"/>
        </w:tabs>
        <w:jc w:val="both"/>
        <w:rPr>
          <w:sz w:val="24"/>
          <w:szCs w:val="24"/>
        </w:rPr>
      </w:pPr>
    </w:p>
    <w:p w:rsidR="000F63C5" w:rsidRPr="004578B3" w:rsidRDefault="000F63C5" w:rsidP="00E67E52">
      <w:pPr>
        <w:tabs>
          <w:tab w:val="left" w:pos="6618"/>
          <w:tab w:val="right" w:pos="9355"/>
        </w:tabs>
        <w:jc w:val="both"/>
        <w:rPr>
          <w:sz w:val="24"/>
          <w:szCs w:val="24"/>
        </w:rPr>
      </w:pPr>
    </w:p>
    <w:p w:rsidR="000F63C5" w:rsidRPr="004578B3" w:rsidRDefault="000F63C5" w:rsidP="00E67E52">
      <w:pPr>
        <w:tabs>
          <w:tab w:val="left" w:pos="6618"/>
          <w:tab w:val="right" w:pos="9355"/>
        </w:tabs>
        <w:jc w:val="both"/>
        <w:rPr>
          <w:sz w:val="24"/>
          <w:szCs w:val="24"/>
        </w:rPr>
      </w:pPr>
    </w:p>
    <w:p w:rsidR="000F63C5" w:rsidRPr="004578B3" w:rsidRDefault="000F63C5" w:rsidP="00E67E52">
      <w:pPr>
        <w:tabs>
          <w:tab w:val="left" w:pos="6618"/>
          <w:tab w:val="right" w:pos="9355"/>
        </w:tabs>
        <w:jc w:val="both"/>
        <w:rPr>
          <w:sz w:val="24"/>
          <w:szCs w:val="24"/>
        </w:rPr>
      </w:pPr>
    </w:p>
    <w:p w:rsidR="000F63C5" w:rsidRPr="004578B3" w:rsidRDefault="000F63C5" w:rsidP="00E67E52">
      <w:pPr>
        <w:tabs>
          <w:tab w:val="left" w:pos="6618"/>
          <w:tab w:val="right" w:pos="9355"/>
        </w:tabs>
        <w:jc w:val="both"/>
        <w:rPr>
          <w:sz w:val="24"/>
          <w:szCs w:val="24"/>
        </w:rPr>
      </w:pPr>
    </w:p>
    <w:p w:rsidR="000F63C5" w:rsidRPr="004578B3" w:rsidRDefault="000F63C5" w:rsidP="00E67E52">
      <w:pPr>
        <w:tabs>
          <w:tab w:val="left" w:pos="6618"/>
          <w:tab w:val="right" w:pos="9355"/>
        </w:tabs>
        <w:jc w:val="both"/>
        <w:rPr>
          <w:sz w:val="24"/>
          <w:szCs w:val="24"/>
        </w:rPr>
      </w:pPr>
    </w:p>
    <w:p w:rsidR="000F63C5" w:rsidRPr="004578B3" w:rsidRDefault="000F63C5" w:rsidP="00E67E52">
      <w:pPr>
        <w:tabs>
          <w:tab w:val="left" w:pos="6618"/>
          <w:tab w:val="right" w:pos="9355"/>
        </w:tabs>
        <w:jc w:val="both"/>
        <w:rPr>
          <w:sz w:val="24"/>
          <w:szCs w:val="24"/>
        </w:rPr>
      </w:pPr>
    </w:p>
    <w:p w:rsidR="000F63C5" w:rsidRPr="004578B3" w:rsidRDefault="000F63C5" w:rsidP="004578B3">
      <w:pPr>
        <w:tabs>
          <w:tab w:val="left" w:pos="6618"/>
          <w:tab w:val="right" w:pos="9355"/>
        </w:tabs>
        <w:jc w:val="both"/>
        <w:rPr>
          <w:sz w:val="24"/>
          <w:szCs w:val="24"/>
        </w:rPr>
      </w:pPr>
    </w:p>
    <w:p w:rsidR="000F63C5" w:rsidRPr="004578B3" w:rsidRDefault="000F63C5" w:rsidP="004578B3">
      <w:pPr>
        <w:tabs>
          <w:tab w:val="left" w:pos="6618"/>
          <w:tab w:val="right" w:pos="9355"/>
        </w:tabs>
        <w:jc w:val="both"/>
        <w:rPr>
          <w:sz w:val="24"/>
          <w:szCs w:val="24"/>
        </w:rPr>
        <w:sectPr w:rsidR="000F63C5" w:rsidRPr="004578B3" w:rsidSect="00077642">
          <w:headerReference w:type="even" r:id="rId6"/>
          <w:headerReference w:type="default" r:id="rId7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p w:rsidR="000F63C5" w:rsidRPr="004578B3" w:rsidRDefault="000F63C5" w:rsidP="006740AF">
      <w:pPr>
        <w:jc w:val="right"/>
        <w:rPr>
          <w:sz w:val="24"/>
          <w:szCs w:val="24"/>
        </w:rPr>
      </w:pPr>
      <w:r w:rsidRPr="004578B3">
        <w:rPr>
          <w:sz w:val="24"/>
          <w:szCs w:val="24"/>
        </w:rPr>
        <w:t xml:space="preserve">                                                                                                                                    Приложение 1</w:t>
      </w:r>
    </w:p>
    <w:p w:rsidR="000F63C5" w:rsidRPr="004578B3" w:rsidRDefault="000F63C5" w:rsidP="006740A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578B3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4578B3">
        <w:rPr>
          <w:sz w:val="24"/>
          <w:szCs w:val="24"/>
        </w:rPr>
        <w:t xml:space="preserve">           к Порядку составления  и ведения</w:t>
      </w:r>
    </w:p>
    <w:p w:rsidR="000F63C5" w:rsidRDefault="000F63C5" w:rsidP="006740AF">
      <w:pPr>
        <w:jc w:val="right"/>
        <w:rPr>
          <w:sz w:val="24"/>
          <w:szCs w:val="24"/>
        </w:rPr>
      </w:pPr>
      <w:r w:rsidRPr="004578B3">
        <w:rPr>
          <w:sz w:val="24"/>
          <w:szCs w:val="24"/>
        </w:rPr>
        <w:t xml:space="preserve">                                                                кассового плана исполнения</w:t>
      </w:r>
      <w:r>
        <w:rPr>
          <w:sz w:val="24"/>
          <w:szCs w:val="24"/>
        </w:rPr>
        <w:t xml:space="preserve"> </w:t>
      </w:r>
      <w:r w:rsidRPr="004578B3">
        <w:rPr>
          <w:sz w:val="24"/>
          <w:szCs w:val="24"/>
        </w:rPr>
        <w:t xml:space="preserve">бюджета </w:t>
      </w:r>
    </w:p>
    <w:p w:rsidR="000F63C5" w:rsidRPr="004578B3" w:rsidRDefault="000F63C5" w:rsidP="006740AF">
      <w:pPr>
        <w:jc w:val="right"/>
        <w:rPr>
          <w:sz w:val="24"/>
          <w:szCs w:val="24"/>
        </w:rPr>
      </w:pPr>
      <w:r w:rsidRPr="005A4957">
        <w:rPr>
          <w:sz w:val="24"/>
          <w:szCs w:val="24"/>
        </w:rPr>
        <w:t>Шапошниковского сельского поселения</w:t>
      </w:r>
    </w:p>
    <w:p w:rsidR="000F63C5" w:rsidRPr="004578B3" w:rsidRDefault="000F63C5" w:rsidP="006740AF">
      <w:pPr>
        <w:jc w:val="right"/>
        <w:rPr>
          <w:sz w:val="24"/>
          <w:szCs w:val="24"/>
        </w:rPr>
      </w:pPr>
    </w:p>
    <w:p w:rsidR="000F63C5" w:rsidRPr="004578B3" w:rsidRDefault="000F63C5" w:rsidP="004578B3">
      <w:pPr>
        <w:jc w:val="center"/>
        <w:rPr>
          <w:sz w:val="24"/>
          <w:szCs w:val="24"/>
        </w:rPr>
      </w:pPr>
      <w:r w:rsidRPr="004578B3">
        <w:rPr>
          <w:sz w:val="24"/>
          <w:szCs w:val="24"/>
        </w:rPr>
        <w:t>ПРОГНОЗ ПОКВАРТАЛЬНОГО ПОСТУПЛЕНИЯ ДОХОДОВ И</w:t>
      </w:r>
    </w:p>
    <w:p w:rsidR="000F63C5" w:rsidRPr="004578B3" w:rsidRDefault="000F63C5" w:rsidP="004578B3">
      <w:pPr>
        <w:jc w:val="center"/>
        <w:rPr>
          <w:sz w:val="24"/>
          <w:szCs w:val="24"/>
        </w:rPr>
      </w:pPr>
      <w:r w:rsidRPr="004578B3">
        <w:rPr>
          <w:sz w:val="24"/>
          <w:szCs w:val="24"/>
        </w:rPr>
        <w:t>РАСПРЕДЕЛЕНИЯ СРЕДСТВ ИСТОЧНИКОВ ФИНАНСИРОВАНИЯ ДЕФИЦИТА</w:t>
      </w:r>
    </w:p>
    <w:p w:rsidR="000F63C5" w:rsidRDefault="000F63C5" w:rsidP="004578B3">
      <w:pPr>
        <w:jc w:val="center"/>
        <w:rPr>
          <w:sz w:val="24"/>
          <w:szCs w:val="24"/>
        </w:rPr>
      </w:pPr>
      <w:r w:rsidRPr="004578B3">
        <w:rPr>
          <w:sz w:val="24"/>
          <w:szCs w:val="24"/>
        </w:rPr>
        <w:t xml:space="preserve">БЮДЖЕТА </w:t>
      </w:r>
      <w:r>
        <w:rPr>
          <w:sz w:val="24"/>
          <w:szCs w:val="24"/>
        </w:rPr>
        <w:t xml:space="preserve">ШАПОШНИКОВСКОГО СЕЛЬСКОГО  </w:t>
      </w:r>
      <w:r w:rsidRPr="004578B3">
        <w:rPr>
          <w:sz w:val="24"/>
          <w:szCs w:val="24"/>
        </w:rPr>
        <w:t xml:space="preserve">ПОСЕЛЕНИЯ </w:t>
      </w:r>
      <w:r>
        <w:rPr>
          <w:sz w:val="24"/>
          <w:szCs w:val="24"/>
        </w:rPr>
        <w:t xml:space="preserve"> </w:t>
      </w:r>
    </w:p>
    <w:p w:rsidR="000F63C5" w:rsidRPr="004578B3" w:rsidRDefault="000F63C5" w:rsidP="004578B3">
      <w:pPr>
        <w:jc w:val="center"/>
        <w:rPr>
          <w:sz w:val="24"/>
          <w:szCs w:val="24"/>
        </w:rPr>
      </w:pPr>
      <w:r w:rsidRPr="004578B3">
        <w:rPr>
          <w:sz w:val="24"/>
          <w:szCs w:val="24"/>
        </w:rPr>
        <w:t xml:space="preserve"> В ТЕКУЩЕМ ФИНАНСОВОМ ГОДУ</w:t>
      </w:r>
    </w:p>
    <w:p w:rsidR="000F63C5" w:rsidRPr="004578B3" w:rsidRDefault="000F63C5" w:rsidP="004578B3">
      <w:pPr>
        <w:jc w:val="center"/>
        <w:rPr>
          <w:sz w:val="24"/>
          <w:szCs w:val="24"/>
        </w:rPr>
      </w:pPr>
    </w:p>
    <w:tbl>
      <w:tblPr>
        <w:tblW w:w="3381" w:type="dxa"/>
        <w:tblInd w:w="5605" w:type="dxa"/>
        <w:tblLook w:val="0000"/>
      </w:tblPr>
      <w:tblGrid>
        <w:gridCol w:w="236"/>
        <w:gridCol w:w="2909"/>
        <w:gridCol w:w="236"/>
      </w:tblGrid>
      <w:tr w:rsidR="000F63C5" w:rsidRPr="004578B3" w:rsidTr="00C13DB9">
        <w:trPr>
          <w:trHeight w:val="255"/>
        </w:trPr>
        <w:tc>
          <w:tcPr>
            <w:tcW w:w="338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63C5" w:rsidRPr="004578B3" w:rsidRDefault="000F63C5" w:rsidP="004578B3">
            <w:pPr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на ________________________</w:t>
            </w:r>
          </w:p>
        </w:tc>
      </w:tr>
      <w:tr w:rsidR="000F63C5" w:rsidRPr="004578B3" w:rsidTr="00C13DB9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63C5" w:rsidRPr="004578B3" w:rsidRDefault="000F63C5" w:rsidP="004578B3">
            <w:pPr>
              <w:rPr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63C5" w:rsidRPr="004578B3" w:rsidRDefault="000F63C5" w:rsidP="004578B3">
            <w:pPr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(финансовый год)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63C5" w:rsidRPr="004578B3" w:rsidRDefault="000F63C5" w:rsidP="004578B3">
            <w:pPr>
              <w:rPr>
                <w:sz w:val="24"/>
                <w:szCs w:val="24"/>
              </w:rPr>
            </w:pPr>
          </w:p>
        </w:tc>
      </w:tr>
    </w:tbl>
    <w:p w:rsidR="000F63C5" w:rsidRPr="004578B3" w:rsidRDefault="000F63C5" w:rsidP="004578B3">
      <w:pPr>
        <w:jc w:val="center"/>
        <w:rPr>
          <w:sz w:val="24"/>
          <w:szCs w:val="24"/>
        </w:rPr>
      </w:pPr>
    </w:p>
    <w:p w:rsidR="000F63C5" w:rsidRPr="004578B3" w:rsidRDefault="000F63C5" w:rsidP="004578B3">
      <w:pPr>
        <w:jc w:val="center"/>
        <w:rPr>
          <w:sz w:val="24"/>
          <w:szCs w:val="2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15"/>
        <w:gridCol w:w="2074"/>
        <w:gridCol w:w="791"/>
        <w:gridCol w:w="1185"/>
        <w:gridCol w:w="1237"/>
        <w:gridCol w:w="1185"/>
        <w:gridCol w:w="1177"/>
      </w:tblGrid>
      <w:tr w:rsidR="000F63C5" w:rsidRPr="004578B3" w:rsidTr="006740AF">
        <w:tc>
          <w:tcPr>
            <w:tcW w:w="1715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 xml:space="preserve">Наименование </w:t>
            </w:r>
          </w:p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 xml:space="preserve"> показателя</w:t>
            </w:r>
          </w:p>
        </w:tc>
        <w:tc>
          <w:tcPr>
            <w:tcW w:w="2074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 xml:space="preserve">Код бюджетной </w:t>
            </w:r>
          </w:p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 xml:space="preserve"> классификации</w:t>
            </w:r>
          </w:p>
        </w:tc>
        <w:tc>
          <w:tcPr>
            <w:tcW w:w="791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Год</w:t>
            </w:r>
          </w:p>
        </w:tc>
        <w:tc>
          <w:tcPr>
            <w:tcW w:w="1185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I квартал</w:t>
            </w:r>
          </w:p>
        </w:tc>
        <w:tc>
          <w:tcPr>
            <w:tcW w:w="1237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II квартал</w:t>
            </w:r>
          </w:p>
        </w:tc>
        <w:tc>
          <w:tcPr>
            <w:tcW w:w="1185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III квартал</w:t>
            </w:r>
          </w:p>
        </w:tc>
        <w:tc>
          <w:tcPr>
            <w:tcW w:w="1177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IV квартал</w:t>
            </w:r>
          </w:p>
        </w:tc>
      </w:tr>
      <w:tr w:rsidR="000F63C5" w:rsidRPr="004578B3" w:rsidTr="006740AF">
        <w:tc>
          <w:tcPr>
            <w:tcW w:w="1715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1</w:t>
            </w:r>
          </w:p>
        </w:tc>
        <w:tc>
          <w:tcPr>
            <w:tcW w:w="2074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2</w:t>
            </w:r>
          </w:p>
        </w:tc>
        <w:tc>
          <w:tcPr>
            <w:tcW w:w="791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3</w:t>
            </w:r>
          </w:p>
        </w:tc>
        <w:tc>
          <w:tcPr>
            <w:tcW w:w="1185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4</w:t>
            </w:r>
          </w:p>
        </w:tc>
        <w:tc>
          <w:tcPr>
            <w:tcW w:w="1237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5</w:t>
            </w:r>
          </w:p>
        </w:tc>
        <w:tc>
          <w:tcPr>
            <w:tcW w:w="1185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6</w:t>
            </w:r>
          </w:p>
        </w:tc>
        <w:tc>
          <w:tcPr>
            <w:tcW w:w="1177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7</w:t>
            </w:r>
          </w:p>
        </w:tc>
      </w:tr>
      <w:tr w:rsidR="000F63C5" w:rsidRPr="004578B3" w:rsidTr="006740AF">
        <w:tc>
          <w:tcPr>
            <w:tcW w:w="1715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5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5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7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</w:tr>
      <w:tr w:rsidR="000F63C5" w:rsidRPr="004578B3" w:rsidTr="006740AF">
        <w:tc>
          <w:tcPr>
            <w:tcW w:w="1715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5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5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7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</w:tr>
      <w:tr w:rsidR="000F63C5" w:rsidRPr="004578B3" w:rsidTr="006740AF">
        <w:tc>
          <w:tcPr>
            <w:tcW w:w="1715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Итого</w:t>
            </w:r>
          </w:p>
        </w:tc>
        <w:tc>
          <w:tcPr>
            <w:tcW w:w="2074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1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5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5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7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</w:tr>
    </w:tbl>
    <w:p w:rsidR="000F63C5" w:rsidRPr="004578B3" w:rsidRDefault="000F63C5" w:rsidP="004578B3">
      <w:pPr>
        <w:jc w:val="center"/>
        <w:rPr>
          <w:sz w:val="24"/>
          <w:szCs w:val="24"/>
        </w:rPr>
      </w:pPr>
    </w:p>
    <w:p w:rsidR="000F63C5" w:rsidRPr="004578B3" w:rsidRDefault="000F63C5" w:rsidP="004578B3">
      <w:pPr>
        <w:jc w:val="center"/>
        <w:rPr>
          <w:sz w:val="24"/>
          <w:szCs w:val="24"/>
        </w:rPr>
      </w:pPr>
    </w:p>
    <w:p w:rsidR="000F63C5" w:rsidRPr="004578B3" w:rsidRDefault="000F63C5" w:rsidP="004578B3">
      <w:pPr>
        <w:jc w:val="center"/>
        <w:rPr>
          <w:sz w:val="24"/>
          <w:szCs w:val="24"/>
        </w:rPr>
      </w:pPr>
    </w:p>
    <w:p w:rsidR="000F63C5" w:rsidRPr="004578B3" w:rsidRDefault="000F63C5" w:rsidP="006740AF">
      <w:pPr>
        <w:jc w:val="right"/>
        <w:rPr>
          <w:sz w:val="24"/>
          <w:szCs w:val="24"/>
        </w:rPr>
      </w:pPr>
      <w:r w:rsidRPr="004578B3">
        <w:rPr>
          <w:sz w:val="24"/>
          <w:szCs w:val="24"/>
        </w:rPr>
        <w:t xml:space="preserve">                                                                                                                                    Приложение </w:t>
      </w:r>
      <w:r>
        <w:rPr>
          <w:sz w:val="24"/>
          <w:szCs w:val="24"/>
        </w:rPr>
        <w:t>2</w:t>
      </w:r>
    </w:p>
    <w:p w:rsidR="000F63C5" w:rsidRPr="004578B3" w:rsidRDefault="000F63C5" w:rsidP="006740A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578B3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4578B3">
        <w:rPr>
          <w:sz w:val="24"/>
          <w:szCs w:val="24"/>
        </w:rPr>
        <w:t xml:space="preserve">           к Порядку составления  и ведения</w:t>
      </w:r>
    </w:p>
    <w:p w:rsidR="000F63C5" w:rsidRDefault="000F63C5" w:rsidP="006740AF">
      <w:pPr>
        <w:jc w:val="right"/>
        <w:rPr>
          <w:sz w:val="24"/>
          <w:szCs w:val="24"/>
        </w:rPr>
      </w:pPr>
      <w:r w:rsidRPr="004578B3">
        <w:rPr>
          <w:sz w:val="24"/>
          <w:szCs w:val="24"/>
        </w:rPr>
        <w:t xml:space="preserve">                                                                кассового плана исполнения</w:t>
      </w:r>
      <w:r>
        <w:rPr>
          <w:sz w:val="24"/>
          <w:szCs w:val="24"/>
        </w:rPr>
        <w:t xml:space="preserve"> </w:t>
      </w:r>
      <w:r w:rsidRPr="004578B3">
        <w:rPr>
          <w:sz w:val="24"/>
          <w:szCs w:val="24"/>
        </w:rPr>
        <w:t xml:space="preserve">бюджета </w:t>
      </w:r>
    </w:p>
    <w:p w:rsidR="000F63C5" w:rsidRPr="004578B3" w:rsidRDefault="000F63C5" w:rsidP="006740AF">
      <w:pPr>
        <w:jc w:val="right"/>
        <w:rPr>
          <w:sz w:val="24"/>
          <w:szCs w:val="24"/>
        </w:rPr>
      </w:pPr>
      <w:r w:rsidRPr="005A4957">
        <w:rPr>
          <w:sz w:val="24"/>
          <w:szCs w:val="24"/>
        </w:rPr>
        <w:t>Шапошниковского сельского поселения</w:t>
      </w:r>
    </w:p>
    <w:p w:rsidR="000F63C5" w:rsidRPr="004578B3" w:rsidRDefault="000F63C5" w:rsidP="004578B3">
      <w:pPr>
        <w:jc w:val="center"/>
        <w:rPr>
          <w:sz w:val="24"/>
          <w:szCs w:val="24"/>
        </w:rPr>
      </w:pPr>
    </w:p>
    <w:p w:rsidR="000F63C5" w:rsidRPr="004578B3" w:rsidRDefault="000F63C5" w:rsidP="004578B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F63C5" w:rsidRPr="004578B3" w:rsidRDefault="000F63C5" w:rsidP="004578B3">
      <w:pPr>
        <w:jc w:val="center"/>
        <w:rPr>
          <w:sz w:val="24"/>
          <w:szCs w:val="24"/>
        </w:rPr>
      </w:pPr>
      <w:r w:rsidRPr="004578B3">
        <w:rPr>
          <w:sz w:val="24"/>
          <w:szCs w:val="24"/>
        </w:rPr>
        <w:t>ПОКВАРТАЛЬНОЕ РАСПРЕДЕЛЕНИЕ РАСХОДОВ БЮДЖЕТА</w:t>
      </w:r>
    </w:p>
    <w:p w:rsidR="000F63C5" w:rsidRDefault="000F63C5" w:rsidP="004578B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ШАПОШНИКОВСКОГО СЕЛЬСКОГО  </w:t>
      </w:r>
      <w:r w:rsidRPr="004578B3">
        <w:rPr>
          <w:sz w:val="24"/>
          <w:szCs w:val="24"/>
        </w:rPr>
        <w:t xml:space="preserve">ПОСЕЛЕНИЯ </w:t>
      </w:r>
      <w:r>
        <w:rPr>
          <w:sz w:val="24"/>
          <w:szCs w:val="24"/>
        </w:rPr>
        <w:t xml:space="preserve"> </w:t>
      </w:r>
      <w:r w:rsidRPr="004578B3">
        <w:rPr>
          <w:sz w:val="24"/>
          <w:szCs w:val="24"/>
        </w:rPr>
        <w:t xml:space="preserve"> </w:t>
      </w:r>
    </w:p>
    <w:p w:rsidR="000F63C5" w:rsidRPr="004578B3" w:rsidRDefault="000F63C5" w:rsidP="004578B3">
      <w:pPr>
        <w:jc w:val="center"/>
        <w:rPr>
          <w:sz w:val="24"/>
          <w:szCs w:val="24"/>
        </w:rPr>
      </w:pPr>
      <w:r w:rsidRPr="004578B3">
        <w:rPr>
          <w:sz w:val="24"/>
          <w:szCs w:val="24"/>
        </w:rPr>
        <w:t>В ТЕКУЩЕМ ФИНАНСОВОМ ГОДУ</w:t>
      </w:r>
    </w:p>
    <w:p w:rsidR="000F63C5" w:rsidRPr="004578B3" w:rsidRDefault="000F63C5" w:rsidP="004578B3">
      <w:pPr>
        <w:jc w:val="center"/>
        <w:rPr>
          <w:sz w:val="24"/>
          <w:szCs w:val="24"/>
        </w:rPr>
      </w:pPr>
    </w:p>
    <w:tbl>
      <w:tblPr>
        <w:tblW w:w="3381" w:type="dxa"/>
        <w:tblInd w:w="5605" w:type="dxa"/>
        <w:tblLook w:val="0000"/>
      </w:tblPr>
      <w:tblGrid>
        <w:gridCol w:w="236"/>
        <w:gridCol w:w="2909"/>
        <w:gridCol w:w="236"/>
      </w:tblGrid>
      <w:tr w:rsidR="000F63C5" w:rsidRPr="004578B3" w:rsidTr="00C13DB9">
        <w:trPr>
          <w:trHeight w:val="255"/>
        </w:trPr>
        <w:tc>
          <w:tcPr>
            <w:tcW w:w="338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63C5" w:rsidRPr="004578B3" w:rsidRDefault="000F63C5" w:rsidP="004578B3">
            <w:pPr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на _________________________</w:t>
            </w:r>
          </w:p>
        </w:tc>
      </w:tr>
      <w:tr w:rsidR="000F63C5" w:rsidRPr="004578B3" w:rsidTr="00C13DB9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63C5" w:rsidRPr="004578B3" w:rsidRDefault="000F63C5" w:rsidP="004578B3">
            <w:pPr>
              <w:rPr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63C5" w:rsidRPr="004578B3" w:rsidRDefault="000F63C5" w:rsidP="004578B3">
            <w:pPr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(финансовый год)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63C5" w:rsidRPr="004578B3" w:rsidRDefault="000F63C5" w:rsidP="004578B3">
            <w:pPr>
              <w:rPr>
                <w:sz w:val="24"/>
                <w:szCs w:val="24"/>
              </w:rPr>
            </w:pPr>
          </w:p>
        </w:tc>
      </w:tr>
    </w:tbl>
    <w:p w:rsidR="000F63C5" w:rsidRPr="004578B3" w:rsidRDefault="000F63C5" w:rsidP="004578B3">
      <w:pPr>
        <w:jc w:val="center"/>
        <w:rPr>
          <w:sz w:val="24"/>
          <w:szCs w:val="24"/>
        </w:rPr>
      </w:pPr>
    </w:p>
    <w:p w:rsidR="000F63C5" w:rsidRPr="004578B3" w:rsidRDefault="000F63C5" w:rsidP="004578B3">
      <w:pPr>
        <w:jc w:val="center"/>
        <w:rPr>
          <w:sz w:val="24"/>
          <w:szCs w:val="24"/>
        </w:rPr>
      </w:pPr>
      <w:r w:rsidRPr="004578B3">
        <w:rPr>
          <w:sz w:val="24"/>
          <w:szCs w:val="24"/>
        </w:rPr>
        <w:t>___________________________________________________________________________</w:t>
      </w:r>
    </w:p>
    <w:p w:rsidR="000F63C5" w:rsidRPr="004578B3" w:rsidRDefault="000F63C5" w:rsidP="004578B3">
      <w:pPr>
        <w:jc w:val="center"/>
        <w:rPr>
          <w:sz w:val="24"/>
          <w:szCs w:val="24"/>
        </w:rPr>
      </w:pPr>
      <w:r w:rsidRPr="004578B3">
        <w:rPr>
          <w:sz w:val="24"/>
          <w:szCs w:val="24"/>
        </w:rPr>
        <w:t>(наименование главного распорядителя средств)</w:t>
      </w:r>
    </w:p>
    <w:p w:rsidR="000F63C5" w:rsidRPr="004578B3" w:rsidRDefault="000F63C5" w:rsidP="004578B3">
      <w:pPr>
        <w:jc w:val="center"/>
        <w:rPr>
          <w:sz w:val="24"/>
          <w:szCs w:val="2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5"/>
        <w:gridCol w:w="2059"/>
        <w:gridCol w:w="791"/>
        <w:gridCol w:w="1185"/>
        <w:gridCol w:w="1237"/>
        <w:gridCol w:w="1185"/>
        <w:gridCol w:w="1177"/>
      </w:tblGrid>
      <w:tr w:rsidR="000F63C5" w:rsidRPr="004578B3" w:rsidTr="00C13DB9">
        <w:tc>
          <w:tcPr>
            <w:tcW w:w="34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 xml:space="preserve">Наименование </w:t>
            </w:r>
          </w:p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 xml:space="preserve"> направления </w:t>
            </w:r>
          </w:p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 xml:space="preserve"> расходования </w:t>
            </w:r>
          </w:p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 xml:space="preserve"> средств</w:t>
            </w:r>
          </w:p>
        </w:tc>
        <w:tc>
          <w:tcPr>
            <w:tcW w:w="270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 xml:space="preserve">Код бюджетной </w:t>
            </w:r>
          </w:p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 xml:space="preserve"> классификации</w:t>
            </w:r>
          </w:p>
        </w:tc>
        <w:tc>
          <w:tcPr>
            <w:tcW w:w="126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Год</w:t>
            </w:r>
          </w:p>
        </w:tc>
        <w:tc>
          <w:tcPr>
            <w:tcW w:w="16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I квартал</w:t>
            </w:r>
          </w:p>
        </w:tc>
        <w:tc>
          <w:tcPr>
            <w:tcW w:w="180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II квартал</w:t>
            </w:r>
          </w:p>
        </w:tc>
        <w:tc>
          <w:tcPr>
            <w:tcW w:w="16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III квартал</w:t>
            </w:r>
          </w:p>
        </w:tc>
        <w:tc>
          <w:tcPr>
            <w:tcW w:w="1593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IV квартал</w:t>
            </w:r>
          </w:p>
        </w:tc>
      </w:tr>
      <w:tr w:rsidR="000F63C5" w:rsidRPr="004578B3" w:rsidTr="00C13DB9">
        <w:tc>
          <w:tcPr>
            <w:tcW w:w="34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1</w:t>
            </w:r>
          </w:p>
        </w:tc>
        <w:tc>
          <w:tcPr>
            <w:tcW w:w="270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4</w:t>
            </w:r>
          </w:p>
        </w:tc>
        <w:tc>
          <w:tcPr>
            <w:tcW w:w="180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6</w:t>
            </w:r>
          </w:p>
        </w:tc>
        <w:tc>
          <w:tcPr>
            <w:tcW w:w="1593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7</w:t>
            </w:r>
          </w:p>
        </w:tc>
      </w:tr>
      <w:tr w:rsidR="000F63C5" w:rsidRPr="004578B3" w:rsidTr="00C13DB9">
        <w:tc>
          <w:tcPr>
            <w:tcW w:w="34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</w:tr>
      <w:tr w:rsidR="000F63C5" w:rsidRPr="004578B3" w:rsidTr="00C13DB9">
        <w:tc>
          <w:tcPr>
            <w:tcW w:w="34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</w:tr>
      <w:tr w:rsidR="000F63C5" w:rsidRPr="004578B3" w:rsidTr="00C13DB9">
        <w:tc>
          <w:tcPr>
            <w:tcW w:w="34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Итого</w:t>
            </w:r>
          </w:p>
        </w:tc>
        <w:tc>
          <w:tcPr>
            <w:tcW w:w="270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</w:tr>
    </w:tbl>
    <w:p w:rsidR="000F63C5" w:rsidRPr="004578B3" w:rsidRDefault="000F63C5" w:rsidP="004578B3">
      <w:pPr>
        <w:jc w:val="center"/>
        <w:rPr>
          <w:sz w:val="24"/>
          <w:szCs w:val="24"/>
        </w:rPr>
      </w:pPr>
    </w:p>
    <w:p w:rsidR="000F63C5" w:rsidRPr="004578B3" w:rsidRDefault="000F63C5" w:rsidP="004578B3">
      <w:pPr>
        <w:jc w:val="center"/>
        <w:rPr>
          <w:sz w:val="24"/>
          <w:szCs w:val="24"/>
        </w:rPr>
      </w:pPr>
    </w:p>
    <w:p w:rsidR="000F63C5" w:rsidRPr="004578B3" w:rsidRDefault="000F63C5" w:rsidP="004578B3">
      <w:pPr>
        <w:jc w:val="center"/>
        <w:rPr>
          <w:sz w:val="24"/>
          <w:szCs w:val="24"/>
        </w:rPr>
      </w:pPr>
    </w:p>
    <w:p w:rsidR="000F63C5" w:rsidRPr="004578B3" w:rsidRDefault="000F63C5" w:rsidP="006740AF">
      <w:pPr>
        <w:jc w:val="right"/>
        <w:rPr>
          <w:sz w:val="24"/>
          <w:szCs w:val="24"/>
        </w:rPr>
      </w:pPr>
      <w:r w:rsidRPr="004578B3">
        <w:rPr>
          <w:sz w:val="24"/>
          <w:szCs w:val="24"/>
        </w:rPr>
        <w:t xml:space="preserve">                                                                                                                                    Приложение</w:t>
      </w:r>
      <w:r>
        <w:rPr>
          <w:sz w:val="24"/>
          <w:szCs w:val="24"/>
        </w:rPr>
        <w:t>3</w:t>
      </w:r>
    </w:p>
    <w:p w:rsidR="000F63C5" w:rsidRPr="004578B3" w:rsidRDefault="000F63C5" w:rsidP="006740A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578B3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4578B3">
        <w:rPr>
          <w:sz w:val="24"/>
          <w:szCs w:val="24"/>
        </w:rPr>
        <w:t xml:space="preserve">           к Порядку составления  и ведения</w:t>
      </w:r>
    </w:p>
    <w:p w:rsidR="000F63C5" w:rsidRDefault="000F63C5" w:rsidP="006740AF">
      <w:pPr>
        <w:jc w:val="right"/>
        <w:rPr>
          <w:sz w:val="24"/>
          <w:szCs w:val="24"/>
        </w:rPr>
      </w:pPr>
      <w:r w:rsidRPr="004578B3">
        <w:rPr>
          <w:sz w:val="24"/>
          <w:szCs w:val="24"/>
        </w:rPr>
        <w:t xml:space="preserve">                                                                кассового плана исполнения</w:t>
      </w:r>
      <w:r>
        <w:rPr>
          <w:sz w:val="24"/>
          <w:szCs w:val="24"/>
        </w:rPr>
        <w:t xml:space="preserve"> </w:t>
      </w:r>
      <w:r w:rsidRPr="004578B3">
        <w:rPr>
          <w:sz w:val="24"/>
          <w:szCs w:val="24"/>
        </w:rPr>
        <w:t xml:space="preserve">бюджета </w:t>
      </w:r>
    </w:p>
    <w:p w:rsidR="000F63C5" w:rsidRPr="004578B3" w:rsidRDefault="000F63C5" w:rsidP="006740AF">
      <w:pPr>
        <w:jc w:val="right"/>
        <w:rPr>
          <w:sz w:val="24"/>
          <w:szCs w:val="24"/>
        </w:rPr>
      </w:pPr>
      <w:r w:rsidRPr="005A4957">
        <w:rPr>
          <w:sz w:val="24"/>
          <w:szCs w:val="24"/>
        </w:rPr>
        <w:t>Шапошниковского сельского поселения</w:t>
      </w:r>
    </w:p>
    <w:p w:rsidR="000F63C5" w:rsidRPr="004578B3" w:rsidRDefault="000F63C5" w:rsidP="004578B3">
      <w:pPr>
        <w:jc w:val="center"/>
        <w:rPr>
          <w:sz w:val="24"/>
          <w:szCs w:val="24"/>
        </w:rPr>
      </w:pPr>
    </w:p>
    <w:p w:rsidR="000F63C5" w:rsidRPr="004578B3" w:rsidRDefault="000F63C5" w:rsidP="004578B3">
      <w:pPr>
        <w:jc w:val="center"/>
        <w:rPr>
          <w:sz w:val="24"/>
          <w:szCs w:val="24"/>
        </w:rPr>
      </w:pPr>
      <w:r w:rsidRPr="004578B3">
        <w:rPr>
          <w:sz w:val="24"/>
          <w:szCs w:val="24"/>
        </w:rPr>
        <w:t xml:space="preserve">КАССОВЫЙ ПЛАН ИСПОЛНЕНИЯ БЮДЖЕТА </w:t>
      </w:r>
      <w:r>
        <w:rPr>
          <w:sz w:val="24"/>
          <w:szCs w:val="24"/>
        </w:rPr>
        <w:t xml:space="preserve">ШАПОШНИКОВСКОГО СЕЛЬСКОГО  </w:t>
      </w:r>
      <w:r w:rsidRPr="004578B3">
        <w:rPr>
          <w:sz w:val="24"/>
          <w:szCs w:val="24"/>
        </w:rPr>
        <w:t xml:space="preserve">ПОСЕЛЕНИЯ </w:t>
      </w:r>
      <w:r>
        <w:rPr>
          <w:sz w:val="24"/>
          <w:szCs w:val="24"/>
        </w:rPr>
        <w:t xml:space="preserve"> </w:t>
      </w:r>
      <w:r w:rsidRPr="004578B3">
        <w:rPr>
          <w:sz w:val="24"/>
          <w:szCs w:val="24"/>
        </w:rPr>
        <w:t xml:space="preserve"> В ТЕКУЩЕМ ФИНАНСОВОМ  ГОДУ</w:t>
      </w:r>
    </w:p>
    <w:p w:rsidR="000F63C5" w:rsidRPr="004578B3" w:rsidRDefault="000F63C5" w:rsidP="004578B3">
      <w:pPr>
        <w:jc w:val="center"/>
        <w:rPr>
          <w:sz w:val="24"/>
          <w:szCs w:val="24"/>
        </w:rPr>
      </w:pPr>
    </w:p>
    <w:tbl>
      <w:tblPr>
        <w:tblW w:w="3381" w:type="dxa"/>
        <w:tblInd w:w="5605" w:type="dxa"/>
        <w:tblLook w:val="0000"/>
      </w:tblPr>
      <w:tblGrid>
        <w:gridCol w:w="236"/>
        <w:gridCol w:w="2909"/>
        <w:gridCol w:w="236"/>
      </w:tblGrid>
      <w:tr w:rsidR="000F63C5" w:rsidRPr="004578B3" w:rsidTr="00C13DB9">
        <w:trPr>
          <w:trHeight w:val="255"/>
        </w:trPr>
        <w:tc>
          <w:tcPr>
            <w:tcW w:w="338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63C5" w:rsidRPr="004578B3" w:rsidRDefault="000F63C5" w:rsidP="004578B3">
            <w:pPr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на _________________________</w:t>
            </w:r>
          </w:p>
        </w:tc>
      </w:tr>
      <w:tr w:rsidR="000F63C5" w:rsidRPr="004578B3" w:rsidTr="00C13DB9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63C5" w:rsidRPr="004578B3" w:rsidRDefault="000F63C5" w:rsidP="004578B3">
            <w:pPr>
              <w:rPr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63C5" w:rsidRPr="004578B3" w:rsidRDefault="000F63C5" w:rsidP="004578B3">
            <w:pPr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(финансовый год)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63C5" w:rsidRPr="004578B3" w:rsidRDefault="000F63C5" w:rsidP="004578B3">
            <w:pPr>
              <w:rPr>
                <w:sz w:val="24"/>
                <w:szCs w:val="24"/>
              </w:rPr>
            </w:pPr>
          </w:p>
        </w:tc>
      </w:tr>
    </w:tbl>
    <w:p w:rsidR="000F63C5" w:rsidRPr="004578B3" w:rsidRDefault="000F63C5" w:rsidP="004578B3">
      <w:pPr>
        <w:jc w:val="center"/>
        <w:rPr>
          <w:sz w:val="24"/>
          <w:szCs w:val="2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6"/>
        <w:gridCol w:w="2035"/>
        <w:gridCol w:w="774"/>
        <w:gridCol w:w="1168"/>
        <w:gridCol w:w="1217"/>
        <w:gridCol w:w="1168"/>
        <w:gridCol w:w="1161"/>
      </w:tblGrid>
      <w:tr w:rsidR="000F63C5" w:rsidRPr="004578B3" w:rsidTr="00077642">
        <w:tc>
          <w:tcPr>
            <w:tcW w:w="2326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 xml:space="preserve">Наименование </w:t>
            </w:r>
          </w:p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5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 xml:space="preserve">Код бюджетной </w:t>
            </w:r>
          </w:p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 xml:space="preserve"> классификации</w:t>
            </w:r>
          </w:p>
        </w:tc>
        <w:tc>
          <w:tcPr>
            <w:tcW w:w="774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Год</w:t>
            </w:r>
          </w:p>
        </w:tc>
        <w:tc>
          <w:tcPr>
            <w:tcW w:w="1168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I квартал</w:t>
            </w:r>
          </w:p>
        </w:tc>
        <w:tc>
          <w:tcPr>
            <w:tcW w:w="1217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II квартал</w:t>
            </w:r>
          </w:p>
        </w:tc>
        <w:tc>
          <w:tcPr>
            <w:tcW w:w="1168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III квартал</w:t>
            </w:r>
          </w:p>
        </w:tc>
        <w:tc>
          <w:tcPr>
            <w:tcW w:w="1161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IV квартал</w:t>
            </w:r>
          </w:p>
        </w:tc>
      </w:tr>
      <w:tr w:rsidR="000F63C5" w:rsidRPr="004578B3" w:rsidTr="00077642">
        <w:tc>
          <w:tcPr>
            <w:tcW w:w="2326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1</w:t>
            </w:r>
          </w:p>
        </w:tc>
        <w:tc>
          <w:tcPr>
            <w:tcW w:w="2035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2</w:t>
            </w:r>
          </w:p>
        </w:tc>
        <w:tc>
          <w:tcPr>
            <w:tcW w:w="774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3</w:t>
            </w:r>
          </w:p>
        </w:tc>
        <w:tc>
          <w:tcPr>
            <w:tcW w:w="1168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4</w:t>
            </w:r>
          </w:p>
        </w:tc>
        <w:tc>
          <w:tcPr>
            <w:tcW w:w="1217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5</w:t>
            </w:r>
          </w:p>
        </w:tc>
        <w:tc>
          <w:tcPr>
            <w:tcW w:w="1168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6</w:t>
            </w:r>
          </w:p>
        </w:tc>
        <w:tc>
          <w:tcPr>
            <w:tcW w:w="1161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7</w:t>
            </w:r>
          </w:p>
        </w:tc>
      </w:tr>
      <w:tr w:rsidR="000F63C5" w:rsidRPr="004578B3" w:rsidTr="00077642">
        <w:tc>
          <w:tcPr>
            <w:tcW w:w="2326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Наименование доходов</w:t>
            </w:r>
          </w:p>
        </w:tc>
        <w:tc>
          <w:tcPr>
            <w:tcW w:w="2035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4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</w:tr>
      <w:tr w:rsidR="000F63C5" w:rsidRPr="004578B3" w:rsidTr="00077642">
        <w:tc>
          <w:tcPr>
            <w:tcW w:w="2326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Итого</w:t>
            </w:r>
          </w:p>
        </w:tc>
        <w:tc>
          <w:tcPr>
            <w:tcW w:w="2035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4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</w:tr>
      <w:tr w:rsidR="000F63C5" w:rsidRPr="004578B3" w:rsidTr="00077642">
        <w:tc>
          <w:tcPr>
            <w:tcW w:w="2326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2035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4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</w:tr>
      <w:tr w:rsidR="000F63C5" w:rsidRPr="004578B3" w:rsidTr="00077642">
        <w:tc>
          <w:tcPr>
            <w:tcW w:w="2326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Итого</w:t>
            </w:r>
          </w:p>
        </w:tc>
        <w:tc>
          <w:tcPr>
            <w:tcW w:w="2035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4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</w:tr>
      <w:tr w:rsidR="000F63C5" w:rsidRPr="004578B3" w:rsidTr="00077642">
        <w:tc>
          <w:tcPr>
            <w:tcW w:w="2326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 xml:space="preserve">ДЕФИЦИТ (-), </w:t>
            </w:r>
          </w:p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 xml:space="preserve"> ПРОФИЦИТ (+)</w:t>
            </w:r>
          </w:p>
        </w:tc>
        <w:tc>
          <w:tcPr>
            <w:tcW w:w="2035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4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</w:tr>
      <w:tr w:rsidR="000F63C5" w:rsidRPr="004578B3" w:rsidTr="00077642">
        <w:tc>
          <w:tcPr>
            <w:tcW w:w="2326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 xml:space="preserve">Наименование </w:t>
            </w:r>
          </w:p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 xml:space="preserve"> источников </w:t>
            </w:r>
          </w:p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 xml:space="preserve"> финансирования </w:t>
            </w:r>
          </w:p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 xml:space="preserve"> дефицита </w:t>
            </w:r>
          </w:p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 xml:space="preserve"> бюджета</w:t>
            </w:r>
          </w:p>
        </w:tc>
        <w:tc>
          <w:tcPr>
            <w:tcW w:w="2035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4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</w:tr>
      <w:tr w:rsidR="000F63C5" w:rsidRPr="004578B3" w:rsidTr="00077642">
        <w:tc>
          <w:tcPr>
            <w:tcW w:w="2326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Итого</w:t>
            </w:r>
          </w:p>
        </w:tc>
        <w:tc>
          <w:tcPr>
            <w:tcW w:w="2035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4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8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</w:tr>
    </w:tbl>
    <w:p w:rsidR="000F63C5" w:rsidRDefault="000F63C5" w:rsidP="004578B3">
      <w:pPr>
        <w:jc w:val="center"/>
        <w:rPr>
          <w:sz w:val="24"/>
          <w:szCs w:val="24"/>
        </w:rPr>
      </w:pPr>
    </w:p>
    <w:p w:rsidR="000F63C5" w:rsidRPr="004578B3" w:rsidRDefault="000F63C5" w:rsidP="006740AF">
      <w:pPr>
        <w:jc w:val="right"/>
        <w:rPr>
          <w:sz w:val="24"/>
          <w:szCs w:val="24"/>
        </w:rPr>
      </w:pPr>
      <w:r w:rsidRPr="004578B3">
        <w:rPr>
          <w:sz w:val="24"/>
          <w:szCs w:val="24"/>
        </w:rPr>
        <w:t xml:space="preserve">                                                                                                                                    Приложение </w:t>
      </w:r>
      <w:r>
        <w:rPr>
          <w:sz w:val="24"/>
          <w:szCs w:val="24"/>
        </w:rPr>
        <w:t>4</w:t>
      </w:r>
    </w:p>
    <w:p w:rsidR="000F63C5" w:rsidRPr="004578B3" w:rsidRDefault="000F63C5" w:rsidP="006740A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578B3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4578B3">
        <w:rPr>
          <w:sz w:val="24"/>
          <w:szCs w:val="24"/>
        </w:rPr>
        <w:t xml:space="preserve">           к Порядку составления  и ведения</w:t>
      </w:r>
    </w:p>
    <w:p w:rsidR="000F63C5" w:rsidRDefault="000F63C5" w:rsidP="006740AF">
      <w:pPr>
        <w:jc w:val="right"/>
        <w:rPr>
          <w:sz w:val="24"/>
          <w:szCs w:val="24"/>
        </w:rPr>
      </w:pPr>
      <w:r w:rsidRPr="004578B3">
        <w:rPr>
          <w:sz w:val="24"/>
          <w:szCs w:val="24"/>
        </w:rPr>
        <w:t xml:space="preserve">                                                                кассового плана исполнения</w:t>
      </w:r>
      <w:r>
        <w:rPr>
          <w:sz w:val="24"/>
          <w:szCs w:val="24"/>
        </w:rPr>
        <w:t xml:space="preserve"> </w:t>
      </w:r>
      <w:r w:rsidRPr="004578B3">
        <w:rPr>
          <w:sz w:val="24"/>
          <w:szCs w:val="24"/>
        </w:rPr>
        <w:t xml:space="preserve">бюджета </w:t>
      </w:r>
    </w:p>
    <w:p w:rsidR="000F63C5" w:rsidRPr="004578B3" w:rsidRDefault="000F63C5" w:rsidP="006740AF">
      <w:pPr>
        <w:jc w:val="right"/>
        <w:rPr>
          <w:sz w:val="24"/>
          <w:szCs w:val="24"/>
        </w:rPr>
      </w:pPr>
      <w:r w:rsidRPr="005A4957">
        <w:rPr>
          <w:sz w:val="24"/>
          <w:szCs w:val="24"/>
        </w:rPr>
        <w:t>Шапошниковского сельского поселения</w:t>
      </w:r>
    </w:p>
    <w:p w:rsidR="000F63C5" w:rsidRDefault="000F63C5" w:rsidP="004578B3">
      <w:pPr>
        <w:jc w:val="center"/>
        <w:rPr>
          <w:sz w:val="24"/>
          <w:szCs w:val="24"/>
        </w:rPr>
      </w:pPr>
    </w:p>
    <w:p w:rsidR="000F63C5" w:rsidRPr="004578B3" w:rsidRDefault="000F63C5" w:rsidP="004578B3">
      <w:pPr>
        <w:jc w:val="center"/>
        <w:rPr>
          <w:sz w:val="24"/>
          <w:szCs w:val="24"/>
        </w:rPr>
      </w:pPr>
      <w:r w:rsidRPr="004578B3">
        <w:rPr>
          <w:sz w:val="24"/>
          <w:szCs w:val="24"/>
        </w:rPr>
        <w:t>УТОЧНЕННЫЙ ПРОГНОЗ ПОМЕСЯЧНОГО ПОСТУПЛЕНИЯ ДОХОДОВ</w:t>
      </w:r>
    </w:p>
    <w:p w:rsidR="000F63C5" w:rsidRPr="004578B3" w:rsidRDefault="000F63C5" w:rsidP="004578B3">
      <w:pPr>
        <w:jc w:val="center"/>
        <w:rPr>
          <w:sz w:val="24"/>
          <w:szCs w:val="24"/>
        </w:rPr>
      </w:pPr>
      <w:r w:rsidRPr="004578B3">
        <w:rPr>
          <w:sz w:val="24"/>
          <w:szCs w:val="24"/>
        </w:rPr>
        <w:t>И РАСПРЕДЕЛЕНИЯ СРЕДСТВ ИСТОЧНИКОВ ФИНАНСИРОВАНИЯ</w:t>
      </w:r>
    </w:p>
    <w:p w:rsidR="000F63C5" w:rsidRPr="004578B3" w:rsidRDefault="000F63C5" w:rsidP="004578B3">
      <w:pPr>
        <w:jc w:val="center"/>
        <w:rPr>
          <w:sz w:val="24"/>
          <w:szCs w:val="24"/>
        </w:rPr>
      </w:pPr>
      <w:r w:rsidRPr="004578B3">
        <w:rPr>
          <w:sz w:val="24"/>
          <w:szCs w:val="24"/>
        </w:rPr>
        <w:t xml:space="preserve">ДЕФИЦИТА БЮДЖЕТА </w:t>
      </w:r>
      <w:r>
        <w:rPr>
          <w:sz w:val="24"/>
          <w:szCs w:val="24"/>
        </w:rPr>
        <w:t xml:space="preserve">ШАПОШНИКОВСКОГО СЕЛЬСКОГО  </w:t>
      </w:r>
      <w:r w:rsidRPr="004578B3">
        <w:rPr>
          <w:sz w:val="24"/>
          <w:szCs w:val="24"/>
        </w:rPr>
        <w:t xml:space="preserve">ПОСЕЛЕНИЯ </w:t>
      </w:r>
      <w:r>
        <w:rPr>
          <w:sz w:val="24"/>
          <w:szCs w:val="24"/>
        </w:rPr>
        <w:t xml:space="preserve"> </w:t>
      </w:r>
      <w:r w:rsidRPr="004578B3">
        <w:rPr>
          <w:sz w:val="24"/>
          <w:szCs w:val="24"/>
        </w:rPr>
        <w:t xml:space="preserve"> НА ОЧЕРЕДНОЙ КВАРТАЛ</w:t>
      </w:r>
    </w:p>
    <w:p w:rsidR="000F63C5" w:rsidRPr="004578B3" w:rsidRDefault="000F63C5" w:rsidP="004578B3">
      <w:pPr>
        <w:jc w:val="center"/>
        <w:rPr>
          <w:sz w:val="24"/>
          <w:szCs w:val="24"/>
        </w:rPr>
      </w:pPr>
      <w:r w:rsidRPr="004578B3">
        <w:rPr>
          <w:sz w:val="24"/>
          <w:szCs w:val="24"/>
        </w:rPr>
        <w:t xml:space="preserve">ТЕКУЩЕГО ФИНАНСОВОГО ГОДА </w:t>
      </w:r>
    </w:p>
    <w:tbl>
      <w:tblPr>
        <w:tblW w:w="3381" w:type="dxa"/>
        <w:tblInd w:w="5605" w:type="dxa"/>
        <w:tblLook w:val="0000"/>
      </w:tblPr>
      <w:tblGrid>
        <w:gridCol w:w="236"/>
        <w:gridCol w:w="2909"/>
        <w:gridCol w:w="236"/>
      </w:tblGrid>
      <w:tr w:rsidR="000F63C5" w:rsidRPr="004578B3" w:rsidTr="00C13DB9">
        <w:trPr>
          <w:trHeight w:val="255"/>
        </w:trPr>
        <w:tc>
          <w:tcPr>
            <w:tcW w:w="338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63C5" w:rsidRPr="004578B3" w:rsidRDefault="000F63C5" w:rsidP="004578B3">
            <w:pPr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на _________________________</w:t>
            </w:r>
          </w:p>
        </w:tc>
      </w:tr>
      <w:tr w:rsidR="000F63C5" w:rsidRPr="004578B3" w:rsidTr="00C13DB9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63C5" w:rsidRPr="004578B3" w:rsidRDefault="000F63C5" w:rsidP="004578B3">
            <w:pPr>
              <w:rPr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63C5" w:rsidRPr="004578B3" w:rsidRDefault="000F63C5" w:rsidP="004578B3">
            <w:pPr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квартал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63C5" w:rsidRPr="004578B3" w:rsidRDefault="000F63C5" w:rsidP="004578B3">
            <w:pPr>
              <w:rPr>
                <w:sz w:val="24"/>
                <w:szCs w:val="24"/>
              </w:rPr>
            </w:pPr>
          </w:p>
        </w:tc>
      </w:tr>
    </w:tbl>
    <w:p w:rsidR="000F63C5" w:rsidRPr="004578B3" w:rsidRDefault="000F63C5" w:rsidP="004578B3">
      <w:pPr>
        <w:jc w:val="center"/>
        <w:rPr>
          <w:sz w:val="24"/>
          <w:szCs w:val="2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33"/>
        <w:gridCol w:w="2229"/>
        <w:gridCol w:w="1388"/>
        <w:gridCol w:w="1204"/>
        <w:gridCol w:w="1291"/>
        <w:gridCol w:w="1204"/>
      </w:tblGrid>
      <w:tr w:rsidR="000F63C5" w:rsidRPr="004578B3" w:rsidTr="00C13DB9">
        <w:tc>
          <w:tcPr>
            <w:tcW w:w="34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 xml:space="preserve">Наименование </w:t>
            </w:r>
          </w:p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показателя</w:t>
            </w:r>
          </w:p>
        </w:tc>
        <w:tc>
          <w:tcPr>
            <w:tcW w:w="270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 xml:space="preserve">Код бюджетной </w:t>
            </w:r>
          </w:p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 xml:space="preserve"> классификации</w:t>
            </w:r>
          </w:p>
        </w:tc>
        <w:tc>
          <w:tcPr>
            <w:tcW w:w="1436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Очередной _____ квартал</w:t>
            </w:r>
          </w:p>
        </w:tc>
        <w:tc>
          <w:tcPr>
            <w:tcW w:w="16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1 месяц</w:t>
            </w:r>
          </w:p>
        </w:tc>
        <w:tc>
          <w:tcPr>
            <w:tcW w:w="180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2 месяц</w:t>
            </w:r>
          </w:p>
        </w:tc>
        <w:tc>
          <w:tcPr>
            <w:tcW w:w="16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3 месяц</w:t>
            </w:r>
          </w:p>
        </w:tc>
      </w:tr>
      <w:tr w:rsidR="000F63C5" w:rsidRPr="004578B3" w:rsidTr="00C13DB9">
        <w:tc>
          <w:tcPr>
            <w:tcW w:w="34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1</w:t>
            </w:r>
          </w:p>
        </w:tc>
        <w:tc>
          <w:tcPr>
            <w:tcW w:w="270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2</w:t>
            </w:r>
          </w:p>
        </w:tc>
        <w:tc>
          <w:tcPr>
            <w:tcW w:w="1436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3</w:t>
            </w:r>
          </w:p>
        </w:tc>
        <w:tc>
          <w:tcPr>
            <w:tcW w:w="16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4</w:t>
            </w:r>
          </w:p>
        </w:tc>
        <w:tc>
          <w:tcPr>
            <w:tcW w:w="180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5</w:t>
            </w:r>
          </w:p>
        </w:tc>
        <w:tc>
          <w:tcPr>
            <w:tcW w:w="16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6</w:t>
            </w:r>
          </w:p>
        </w:tc>
      </w:tr>
      <w:tr w:rsidR="000F63C5" w:rsidRPr="004578B3" w:rsidTr="00C13DB9">
        <w:tc>
          <w:tcPr>
            <w:tcW w:w="34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6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</w:tr>
      <w:tr w:rsidR="000F63C5" w:rsidRPr="004578B3" w:rsidTr="00C13DB9">
        <w:tc>
          <w:tcPr>
            <w:tcW w:w="34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6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</w:tr>
      <w:tr w:rsidR="000F63C5" w:rsidRPr="004578B3" w:rsidTr="00C13DB9">
        <w:tc>
          <w:tcPr>
            <w:tcW w:w="34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Итого</w:t>
            </w:r>
          </w:p>
        </w:tc>
        <w:tc>
          <w:tcPr>
            <w:tcW w:w="270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6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</w:tr>
    </w:tbl>
    <w:p w:rsidR="000F63C5" w:rsidRDefault="000F63C5" w:rsidP="004578B3">
      <w:pPr>
        <w:jc w:val="center"/>
        <w:rPr>
          <w:sz w:val="24"/>
          <w:szCs w:val="24"/>
        </w:rPr>
      </w:pPr>
    </w:p>
    <w:p w:rsidR="000F63C5" w:rsidRPr="004578B3" w:rsidRDefault="000F63C5" w:rsidP="006740AF">
      <w:pPr>
        <w:jc w:val="right"/>
        <w:rPr>
          <w:sz w:val="24"/>
          <w:szCs w:val="24"/>
        </w:rPr>
      </w:pPr>
      <w:r w:rsidRPr="004578B3">
        <w:rPr>
          <w:sz w:val="24"/>
          <w:szCs w:val="24"/>
        </w:rPr>
        <w:t xml:space="preserve">                                                                                                                                    Приложение </w:t>
      </w:r>
      <w:r>
        <w:rPr>
          <w:sz w:val="24"/>
          <w:szCs w:val="24"/>
        </w:rPr>
        <w:t>5</w:t>
      </w:r>
    </w:p>
    <w:p w:rsidR="000F63C5" w:rsidRPr="004578B3" w:rsidRDefault="000F63C5" w:rsidP="006740A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578B3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4578B3">
        <w:rPr>
          <w:sz w:val="24"/>
          <w:szCs w:val="24"/>
        </w:rPr>
        <w:t xml:space="preserve">           к Порядку составления  и ведения</w:t>
      </w:r>
    </w:p>
    <w:p w:rsidR="000F63C5" w:rsidRDefault="000F63C5" w:rsidP="006740AF">
      <w:pPr>
        <w:jc w:val="right"/>
        <w:rPr>
          <w:sz w:val="24"/>
          <w:szCs w:val="24"/>
        </w:rPr>
      </w:pPr>
      <w:r w:rsidRPr="004578B3">
        <w:rPr>
          <w:sz w:val="24"/>
          <w:szCs w:val="24"/>
        </w:rPr>
        <w:t xml:space="preserve">                                                                кассового плана исполнения</w:t>
      </w:r>
      <w:r>
        <w:rPr>
          <w:sz w:val="24"/>
          <w:szCs w:val="24"/>
        </w:rPr>
        <w:t xml:space="preserve"> </w:t>
      </w:r>
      <w:r w:rsidRPr="004578B3">
        <w:rPr>
          <w:sz w:val="24"/>
          <w:szCs w:val="24"/>
        </w:rPr>
        <w:t xml:space="preserve">бюджета </w:t>
      </w:r>
    </w:p>
    <w:p w:rsidR="000F63C5" w:rsidRPr="004578B3" w:rsidRDefault="000F63C5" w:rsidP="006740AF">
      <w:pPr>
        <w:jc w:val="right"/>
        <w:rPr>
          <w:sz w:val="24"/>
          <w:szCs w:val="24"/>
        </w:rPr>
      </w:pPr>
      <w:r w:rsidRPr="005A4957">
        <w:rPr>
          <w:sz w:val="24"/>
          <w:szCs w:val="24"/>
        </w:rPr>
        <w:t>Шапошниковского сельского поселения</w:t>
      </w:r>
    </w:p>
    <w:p w:rsidR="000F63C5" w:rsidRPr="004578B3" w:rsidRDefault="000F63C5" w:rsidP="004578B3">
      <w:pPr>
        <w:jc w:val="center"/>
        <w:rPr>
          <w:sz w:val="24"/>
          <w:szCs w:val="24"/>
        </w:rPr>
      </w:pPr>
    </w:p>
    <w:p w:rsidR="000F63C5" w:rsidRPr="004578B3" w:rsidRDefault="000F63C5" w:rsidP="004578B3">
      <w:pPr>
        <w:jc w:val="center"/>
        <w:rPr>
          <w:sz w:val="24"/>
          <w:szCs w:val="24"/>
        </w:rPr>
      </w:pPr>
      <w:r w:rsidRPr="004578B3">
        <w:rPr>
          <w:sz w:val="24"/>
          <w:szCs w:val="24"/>
        </w:rPr>
        <w:t xml:space="preserve">ПРОГНОЗ РАСХОДОВ БЮДЖЕТА </w:t>
      </w:r>
      <w:r>
        <w:rPr>
          <w:sz w:val="24"/>
          <w:szCs w:val="24"/>
        </w:rPr>
        <w:t xml:space="preserve">ШАПОШНИКОВСКОГО СЕЛЬСКОГО  </w:t>
      </w:r>
      <w:r w:rsidRPr="004578B3">
        <w:rPr>
          <w:sz w:val="24"/>
          <w:szCs w:val="24"/>
        </w:rPr>
        <w:t xml:space="preserve">ПОСЕЛЕНИЯ </w:t>
      </w:r>
      <w:r>
        <w:rPr>
          <w:sz w:val="24"/>
          <w:szCs w:val="24"/>
        </w:rPr>
        <w:t xml:space="preserve"> </w:t>
      </w:r>
      <w:r w:rsidRPr="004578B3">
        <w:rPr>
          <w:sz w:val="24"/>
          <w:szCs w:val="24"/>
        </w:rPr>
        <w:t xml:space="preserve"> </w:t>
      </w:r>
    </w:p>
    <w:p w:rsidR="000F63C5" w:rsidRPr="004578B3" w:rsidRDefault="000F63C5" w:rsidP="004578B3">
      <w:pPr>
        <w:jc w:val="center"/>
        <w:rPr>
          <w:sz w:val="24"/>
          <w:szCs w:val="24"/>
        </w:rPr>
      </w:pPr>
      <w:r w:rsidRPr="004578B3">
        <w:rPr>
          <w:sz w:val="24"/>
          <w:szCs w:val="24"/>
        </w:rPr>
        <w:t>В _________ МЕСЯЦЕ ТЕКУЩЕГО ФИНАНСОВОГО ГОДА</w:t>
      </w:r>
    </w:p>
    <w:p w:rsidR="000F63C5" w:rsidRPr="004578B3" w:rsidRDefault="000F63C5" w:rsidP="004578B3">
      <w:pPr>
        <w:jc w:val="center"/>
        <w:rPr>
          <w:sz w:val="24"/>
          <w:szCs w:val="2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6"/>
        <w:gridCol w:w="5202"/>
        <w:gridCol w:w="1891"/>
      </w:tblGrid>
      <w:tr w:rsidR="000F63C5" w:rsidRPr="004578B3" w:rsidTr="00C13DB9">
        <w:tc>
          <w:tcPr>
            <w:tcW w:w="34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 xml:space="preserve">Наименование </w:t>
            </w:r>
          </w:p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Направления расходования средств</w:t>
            </w:r>
          </w:p>
        </w:tc>
        <w:tc>
          <w:tcPr>
            <w:tcW w:w="738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 xml:space="preserve">Код бюджетной </w:t>
            </w:r>
          </w:p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 xml:space="preserve"> классификации</w:t>
            </w:r>
          </w:p>
        </w:tc>
        <w:tc>
          <w:tcPr>
            <w:tcW w:w="25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Сумма</w:t>
            </w:r>
          </w:p>
        </w:tc>
      </w:tr>
      <w:tr w:rsidR="000F63C5" w:rsidRPr="004578B3" w:rsidTr="00C13DB9">
        <w:tc>
          <w:tcPr>
            <w:tcW w:w="34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1</w:t>
            </w:r>
          </w:p>
        </w:tc>
        <w:tc>
          <w:tcPr>
            <w:tcW w:w="738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2</w:t>
            </w:r>
          </w:p>
        </w:tc>
        <w:tc>
          <w:tcPr>
            <w:tcW w:w="25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3</w:t>
            </w:r>
          </w:p>
        </w:tc>
      </w:tr>
      <w:tr w:rsidR="000F63C5" w:rsidRPr="004578B3" w:rsidTr="00C13DB9">
        <w:tc>
          <w:tcPr>
            <w:tcW w:w="34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8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</w:tr>
      <w:tr w:rsidR="000F63C5" w:rsidRPr="004578B3" w:rsidTr="00C13DB9">
        <w:tc>
          <w:tcPr>
            <w:tcW w:w="34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8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</w:tr>
      <w:tr w:rsidR="000F63C5" w:rsidRPr="004578B3" w:rsidTr="00C13DB9">
        <w:tc>
          <w:tcPr>
            <w:tcW w:w="34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Итого</w:t>
            </w:r>
          </w:p>
        </w:tc>
        <w:tc>
          <w:tcPr>
            <w:tcW w:w="738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</w:tr>
    </w:tbl>
    <w:p w:rsidR="000F63C5" w:rsidRPr="004578B3" w:rsidRDefault="000F63C5" w:rsidP="004578B3">
      <w:pPr>
        <w:jc w:val="center"/>
        <w:rPr>
          <w:sz w:val="24"/>
          <w:szCs w:val="24"/>
        </w:rPr>
      </w:pPr>
    </w:p>
    <w:p w:rsidR="000F63C5" w:rsidRDefault="000F63C5" w:rsidP="006740AF">
      <w:pPr>
        <w:jc w:val="right"/>
        <w:rPr>
          <w:sz w:val="24"/>
          <w:szCs w:val="24"/>
        </w:rPr>
      </w:pPr>
    </w:p>
    <w:p w:rsidR="000F63C5" w:rsidRPr="004578B3" w:rsidRDefault="000F63C5" w:rsidP="006740AF">
      <w:pPr>
        <w:jc w:val="right"/>
        <w:rPr>
          <w:sz w:val="24"/>
          <w:szCs w:val="24"/>
        </w:rPr>
      </w:pPr>
      <w:r w:rsidRPr="004578B3">
        <w:rPr>
          <w:sz w:val="24"/>
          <w:szCs w:val="24"/>
        </w:rPr>
        <w:t xml:space="preserve">                                                                                                                                    Приложение </w:t>
      </w:r>
      <w:r>
        <w:rPr>
          <w:sz w:val="24"/>
          <w:szCs w:val="24"/>
        </w:rPr>
        <w:t>6</w:t>
      </w:r>
    </w:p>
    <w:p w:rsidR="000F63C5" w:rsidRPr="004578B3" w:rsidRDefault="000F63C5" w:rsidP="006740A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578B3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4578B3">
        <w:rPr>
          <w:sz w:val="24"/>
          <w:szCs w:val="24"/>
        </w:rPr>
        <w:t xml:space="preserve">           к Порядку составления  и ведения</w:t>
      </w:r>
    </w:p>
    <w:p w:rsidR="000F63C5" w:rsidRDefault="000F63C5" w:rsidP="006740AF">
      <w:pPr>
        <w:jc w:val="right"/>
        <w:rPr>
          <w:sz w:val="24"/>
          <w:szCs w:val="24"/>
        </w:rPr>
      </w:pPr>
      <w:r w:rsidRPr="004578B3">
        <w:rPr>
          <w:sz w:val="24"/>
          <w:szCs w:val="24"/>
        </w:rPr>
        <w:t xml:space="preserve">                                                                кассового плана исполнения</w:t>
      </w:r>
      <w:r>
        <w:rPr>
          <w:sz w:val="24"/>
          <w:szCs w:val="24"/>
        </w:rPr>
        <w:t xml:space="preserve"> </w:t>
      </w:r>
      <w:r w:rsidRPr="004578B3">
        <w:rPr>
          <w:sz w:val="24"/>
          <w:szCs w:val="24"/>
        </w:rPr>
        <w:t xml:space="preserve">бюджета </w:t>
      </w:r>
    </w:p>
    <w:p w:rsidR="000F63C5" w:rsidRPr="004578B3" w:rsidRDefault="000F63C5" w:rsidP="006740AF">
      <w:pPr>
        <w:jc w:val="right"/>
        <w:rPr>
          <w:sz w:val="24"/>
          <w:szCs w:val="24"/>
        </w:rPr>
      </w:pPr>
      <w:r w:rsidRPr="005A4957">
        <w:rPr>
          <w:sz w:val="24"/>
          <w:szCs w:val="24"/>
        </w:rPr>
        <w:t>Шапошниковского сельского поселения</w:t>
      </w:r>
    </w:p>
    <w:p w:rsidR="000F63C5" w:rsidRPr="004578B3" w:rsidRDefault="000F63C5" w:rsidP="004578B3">
      <w:pPr>
        <w:jc w:val="center"/>
        <w:rPr>
          <w:sz w:val="24"/>
          <w:szCs w:val="24"/>
        </w:rPr>
      </w:pPr>
    </w:p>
    <w:p w:rsidR="000F63C5" w:rsidRPr="004578B3" w:rsidRDefault="000F63C5" w:rsidP="004578B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F63C5" w:rsidRPr="004578B3" w:rsidRDefault="000F63C5" w:rsidP="004578B3">
      <w:pPr>
        <w:jc w:val="center"/>
        <w:rPr>
          <w:sz w:val="24"/>
          <w:szCs w:val="24"/>
        </w:rPr>
      </w:pPr>
    </w:p>
    <w:p w:rsidR="000F63C5" w:rsidRDefault="000F63C5" w:rsidP="004578B3">
      <w:pPr>
        <w:jc w:val="center"/>
        <w:rPr>
          <w:sz w:val="24"/>
          <w:szCs w:val="24"/>
        </w:rPr>
      </w:pPr>
      <w:r w:rsidRPr="004578B3">
        <w:rPr>
          <w:sz w:val="24"/>
          <w:szCs w:val="24"/>
        </w:rPr>
        <w:t xml:space="preserve">КАССОВЫЙ ПЛАН ИСПОЛНЕНИЯ БЮДЖЕТА </w:t>
      </w:r>
    </w:p>
    <w:p w:rsidR="000F63C5" w:rsidRPr="004578B3" w:rsidRDefault="000F63C5" w:rsidP="004578B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ШАПОШНИКОВСКОГО СЕЛЬСКОГО  </w:t>
      </w:r>
      <w:r w:rsidRPr="004578B3">
        <w:rPr>
          <w:sz w:val="24"/>
          <w:szCs w:val="24"/>
        </w:rPr>
        <w:t xml:space="preserve">ПОСЕЛЕНИЯ </w:t>
      </w:r>
      <w:r>
        <w:rPr>
          <w:sz w:val="24"/>
          <w:szCs w:val="24"/>
        </w:rPr>
        <w:t xml:space="preserve"> </w:t>
      </w:r>
      <w:r w:rsidRPr="004578B3">
        <w:rPr>
          <w:sz w:val="24"/>
          <w:szCs w:val="24"/>
        </w:rPr>
        <w:t xml:space="preserve"> </w:t>
      </w:r>
    </w:p>
    <w:p w:rsidR="000F63C5" w:rsidRPr="004578B3" w:rsidRDefault="000F63C5" w:rsidP="004578B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578B3">
        <w:rPr>
          <w:sz w:val="24"/>
          <w:szCs w:val="24"/>
        </w:rPr>
        <w:t>В _____________________________________ ГОДА</w:t>
      </w:r>
    </w:p>
    <w:p w:rsidR="000F63C5" w:rsidRPr="004578B3" w:rsidRDefault="000F63C5" w:rsidP="004578B3">
      <w:pPr>
        <w:jc w:val="center"/>
        <w:rPr>
          <w:sz w:val="24"/>
          <w:szCs w:val="24"/>
        </w:rPr>
      </w:pPr>
      <w:r w:rsidRPr="004578B3">
        <w:rPr>
          <w:sz w:val="24"/>
          <w:szCs w:val="24"/>
        </w:rPr>
        <w:t>месяц текущего финансового года</w:t>
      </w:r>
    </w:p>
    <w:p w:rsidR="000F63C5" w:rsidRPr="004578B3" w:rsidRDefault="000F63C5" w:rsidP="004578B3">
      <w:pPr>
        <w:jc w:val="center"/>
        <w:rPr>
          <w:sz w:val="24"/>
          <w:szCs w:val="24"/>
        </w:rPr>
      </w:pPr>
    </w:p>
    <w:p w:rsidR="000F63C5" w:rsidRPr="004578B3" w:rsidRDefault="000F63C5" w:rsidP="004578B3">
      <w:pPr>
        <w:jc w:val="center"/>
        <w:rPr>
          <w:sz w:val="24"/>
          <w:szCs w:val="24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80"/>
        <w:gridCol w:w="2469"/>
      </w:tblGrid>
      <w:tr w:rsidR="000F63C5" w:rsidRPr="004578B3" w:rsidTr="00C13DB9">
        <w:tc>
          <w:tcPr>
            <w:tcW w:w="756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 xml:space="preserve">Наименование </w:t>
            </w:r>
          </w:p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Сумма</w:t>
            </w:r>
          </w:p>
        </w:tc>
      </w:tr>
      <w:tr w:rsidR="000F63C5" w:rsidRPr="004578B3" w:rsidTr="00C13DB9">
        <w:tc>
          <w:tcPr>
            <w:tcW w:w="756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1</w:t>
            </w:r>
          </w:p>
        </w:tc>
        <w:tc>
          <w:tcPr>
            <w:tcW w:w="25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3</w:t>
            </w:r>
          </w:p>
        </w:tc>
      </w:tr>
      <w:tr w:rsidR="000F63C5" w:rsidRPr="004578B3" w:rsidTr="00C13DB9">
        <w:tc>
          <w:tcPr>
            <w:tcW w:w="7560" w:type="dxa"/>
          </w:tcPr>
          <w:p w:rsidR="000F63C5" w:rsidRPr="004578B3" w:rsidRDefault="000F63C5" w:rsidP="004578B3">
            <w:pPr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Наименование доходов</w:t>
            </w:r>
          </w:p>
        </w:tc>
        <w:tc>
          <w:tcPr>
            <w:tcW w:w="25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</w:tr>
      <w:tr w:rsidR="000F63C5" w:rsidRPr="004578B3" w:rsidTr="00C13DB9">
        <w:tc>
          <w:tcPr>
            <w:tcW w:w="7560" w:type="dxa"/>
          </w:tcPr>
          <w:p w:rsidR="000F63C5" w:rsidRPr="004578B3" w:rsidRDefault="000F63C5" w:rsidP="004578B3">
            <w:pPr>
              <w:rPr>
                <w:b/>
                <w:sz w:val="24"/>
                <w:szCs w:val="24"/>
              </w:rPr>
            </w:pPr>
            <w:r w:rsidRPr="004578B3"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25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</w:tr>
      <w:tr w:rsidR="000F63C5" w:rsidRPr="004578B3" w:rsidTr="00C13DB9">
        <w:tc>
          <w:tcPr>
            <w:tcW w:w="7560" w:type="dxa"/>
          </w:tcPr>
          <w:p w:rsidR="000F63C5" w:rsidRPr="004578B3" w:rsidRDefault="000F63C5" w:rsidP="004578B3">
            <w:pPr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25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</w:tr>
      <w:tr w:rsidR="000F63C5" w:rsidRPr="004578B3" w:rsidTr="00C13DB9">
        <w:tc>
          <w:tcPr>
            <w:tcW w:w="7560" w:type="dxa"/>
          </w:tcPr>
          <w:p w:rsidR="000F63C5" w:rsidRPr="004578B3" w:rsidRDefault="000F63C5" w:rsidP="004578B3">
            <w:pPr>
              <w:rPr>
                <w:b/>
                <w:sz w:val="24"/>
                <w:szCs w:val="24"/>
              </w:rPr>
            </w:pPr>
            <w:r w:rsidRPr="004578B3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25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</w:tr>
      <w:tr w:rsidR="000F63C5" w:rsidRPr="004578B3" w:rsidTr="00C13DB9">
        <w:tc>
          <w:tcPr>
            <w:tcW w:w="7560" w:type="dxa"/>
          </w:tcPr>
          <w:p w:rsidR="000F63C5" w:rsidRPr="004578B3" w:rsidRDefault="000F63C5" w:rsidP="004578B3">
            <w:pPr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Дефицит (-), Профицит (+)</w:t>
            </w:r>
          </w:p>
        </w:tc>
        <w:tc>
          <w:tcPr>
            <w:tcW w:w="25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</w:tr>
      <w:tr w:rsidR="000F63C5" w:rsidRPr="004578B3" w:rsidTr="00C13DB9">
        <w:tc>
          <w:tcPr>
            <w:tcW w:w="7560" w:type="dxa"/>
          </w:tcPr>
          <w:p w:rsidR="000F63C5" w:rsidRPr="004578B3" w:rsidRDefault="000F63C5" w:rsidP="004578B3">
            <w:pPr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 xml:space="preserve">Наименование источников финансирования </w:t>
            </w:r>
          </w:p>
          <w:p w:rsidR="000F63C5" w:rsidRPr="004578B3" w:rsidRDefault="000F63C5" w:rsidP="004578B3">
            <w:pPr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 xml:space="preserve"> дефицита</w:t>
            </w:r>
          </w:p>
        </w:tc>
        <w:tc>
          <w:tcPr>
            <w:tcW w:w="25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</w:tr>
      <w:tr w:rsidR="000F63C5" w:rsidRPr="004578B3" w:rsidTr="00C13DB9">
        <w:tc>
          <w:tcPr>
            <w:tcW w:w="7560" w:type="dxa"/>
          </w:tcPr>
          <w:p w:rsidR="000F63C5" w:rsidRPr="004578B3" w:rsidRDefault="000F63C5" w:rsidP="004578B3">
            <w:pPr>
              <w:rPr>
                <w:sz w:val="24"/>
                <w:szCs w:val="24"/>
              </w:rPr>
            </w:pPr>
            <w:r w:rsidRPr="004578B3">
              <w:rPr>
                <w:b/>
                <w:sz w:val="24"/>
                <w:szCs w:val="24"/>
              </w:rPr>
              <w:t>Всего</w:t>
            </w:r>
            <w:r w:rsidRPr="004578B3">
              <w:rPr>
                <w:sz w:val="24"/>
                <w:szCs w:val="24"/>
              </w:rPr>
              <w:t xml:space="preserve"> источников финансирования дефицита</w:t>
            </w:r>
          </w:p>
        </w:tc>
        <w:tc>
          <w:tcPr>
            <w:tcW w:w="25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</w:tr>
      <w:tr w:rsidR="000F63C5" w:rsidRPr="004578B3" w:rsidTr="00C13DB9">
        <w:tc>
          <w:tcPr>
            <w:tcW w:w="7560" w:type="dxa"/>
          </w:tcPr>
          <w:p w:rsidR="000F63C5" w:rsidRPr="004578B3" w:rsidRDefault="000F63C5" w:rsidP="004578B3">
            <w:pPr>
              <w:rPr>
                <w:sz w:val="24"/>
                <w:szCs w:val="24"/>
              </w:rPr>
            </w:pPr>
            <w:r w:rsidRPr="004578B3">
              <w:rPr>
                <w:sz w:val="24"/>
                <w:szCs w:val="24"/>
              </w:rPr>
              <w:t>Остаток средств на конец месяца</w:t>
            </w:r>
          </w:p>
        </w:tc>
        <w:tc>
          <w:tcPr>
            <w:tcW w:w="2520" w:type="dxa"/>
          </w:tcPr>
          <w:p w:rsidR="000F63C5" w:rsidRPr="004578B3" w:rsidRDefault="000F63C5" w:rsidP="004578B3">
            <w:pPr>
              <w:jc w:val="center"/>
              <w:rPr>
                <w:sz w:val="24"/>
                <w:szCs w:val="24"/>
              </w:rPr>
            </w:pPr>
          </w:p>
        </w:tc>
      </w:tr>
    </w:tbl>
    <w:p w:rsidR="000F63C5" w:rsidRPr="004578B3" w:rsidRDefault="000F63C5" w:rsidP="004578B3">
      <w:pPr>
        <w:rPr>
          <w:sz w:val="24"/>
          <w:szCs w:val="24"/>
        </w:rPr>
      </w:pPr>
    </w:p>
    <w:p w:rsidR="000F63C5" w:rsidRPr="004578B3" w:rsidRDefault="000F63C5" w:rsidP="004578B3">
      <w:pPr>
        <w:rPr>
          <w:sz w:val="24"/>
          <w:szCs w:val="24"/>
        </w:rPr>
      </w:pPr>
    </w:p>
    <w:p w:rsidR="000F63C5" w:rsidRPr="004578B3" w:rsidRDefault="000F63C5" w:rsidP="004578B3">
      <w:pPr>
        <w:rPr>
          <w:sz w:val="24"/>
          <w:szCs w:val="24"/>
        </w:rPr>
      </w:pPr>
    </w:p>
    <w:p w:rsidR="000F63C5" w:rsidRPr="0055076E" w:rsidRDefault="000F63C5" w:rsidP="00876619">
      <w:pPr>
        <w:spacing w:line="240" w:lineRule="exact"/>
      </w:pPr>
    </w:p>
    <w:p w:rsidR="000F63C5" w:rsidRPr="0055076E" w:rsidRDefault="000F63C5" w:rsidP="00876619">
      <w:pPr>
        <w:spacing w:line="240" w:lineRule="exact"/>
      </w:pPr>
    </w:p>
    <w:p w:rsidR="000F63C5" w:rsidRPr="0055076E" w:rsidRDefault="000F63C5" w:rsidP="00876619">
      <w:pPr>
        <w:spacing w:line="240" w:lineRule="exact"/>
      </w:pPr>
    </w:p>
    <w:p w:rsidR="000F63C5" w:rsidRPr="0055076E" w:rsidRDefault="000F63C5" w:rsidP="00876619">
      <w:pPr>
        <w:spacing w:line="240" w:lineRule="exact"/>
      </w:pPr>
    </w:p>
    <w:p w:rsidR="000F63C5" w:rsidRDefault="000F63C5"/>
    <w:sectPr w:rsidR="000F63C5" w:rsidSect="004578B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3C5" w:rsidRDefault="000F63C5" w:rsidP="0070223C">
      <w:r>
        <w:separator/>
      </w:r>
    </w:p>
  </w:endnote>
  <w:endnote w:type="continuationSeparator" w:id="0">
    <w:p w:rsidR="000F63C5" w:rsidRDefault="000F63C5" w:rsidP="007022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3C5" w:rsidRDefault="000F63C5" w:rsidP="0070223C">
      <w:r>
        <w:separator/>
      </w:r>
    </w:p>
  </w:footnote>
  <w:footnote w:type="continuationSeparator" w:id="0">
    <w:p w:rsidR="000F63C5" w:rsidRDefault="000F63C5" w:rsidP="007022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3C5" w:rsidRDefault="000F63C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F63C5" w:rsidRDefault="000F63C5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3C5" w:rsidRDefault="000F63C5">
    <w:pPr>
      <w:pStyle w:val="Header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46FA"/>
    <w:rsid w:val="00065BEC"/>
    <w:rsid w:val="00077642"/>
    <w:rsid w:val="000A10CB"/>
    <w:rsid w:val="000F63C5"/>
    <w:rsid w:val="00100834"/>
    <w:rsid w:val="001A1619"/>
    <w:rsid w:val="001F2167"/>
    <w:rsid w:val="003E25A5"/>
    <w:rsid w:val="004578B3"/>
    <w:rsid w:val="0055076E"/>
    <w:rsid w:val="0056673A"/>
    <w:rsid w:val="005A4957"/>
    <w:rsid w:val="006740AF"/>
    <w:rsid w:val="0070223C"/>
    <w:rsid w:val="00876619"/>
    <w:rsid w:val="00A803BB"/>
    <w:rsid w:val="00B619BC"/>
    <w:rsid w:val="00BD0991"/>
    <w:rsid w:val="00C13DB9"/>
    <w:rsid w:val="00CE582C"/>
    <w:rsid w:val="00D14989"/>
    <w:rsid w:val="00DD6338"/>
    <w:rsid w:val="00E03799"/>
    <w:rsid w:val="00E346FA"/>
    <w:rsid w:val="00E67E52"/>
    <w:rsid w:val="00F57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619"/>
    <w:rPr>
      <w:rFonts w:ascii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ычный.Название подразделения"/>
    <w:uiPriority w:val="99"/>
    <w:rsid w:val="00876619"/>
    <w:rPr>
      <w:rFonts w:ascii="SchoolBook" w:eastAsia="Times New Roman" w:hAnsi="SchoolBook"/>
      <w:sz w:val="28"/>
      <w:szCs w:val="20"/>
    </w:rPr>
  </w:style>
  <w:style w:type="paragraph" w:styleId="NormalWeb">
    <w:name w:val="Normal (Web)"/>
    <w:basedOn w:val="Normal"/>
    <w:uiPriority w:val="99"/>
    <w:rsid w:val="00876619"/>
    <w:pPr>
      <w:spacing w:before="120"/>
      <w:ind w:firstLine="567"/>
      <w:jc w:val="both"/>
    </w:pPr>
    <w:rPr>
      <w:rFonts w:ascii="Verdana" w:eastAsia="Times New Roman" w:hAnsi="Verdana"/>
      <w:sz w:val="20"/>
    </w:rPr>
  </w:style>
  <w:style w:type="character" w:customStyle="1" w:styleId="FontStyle13">
    <w:name w:val="Font Style13"/>
    <w:uiPriority w:val="99"/>
    <w:rsid w:val="00876619"/>
    <w:rPr>
      <w:rFonts w:ascii="Times New Roman" w:hAnsi="Times New Roman"/>
      <w:sz w:val="26"/>
    </w:rPr>
  </w:style>
  <w:style w:type="paragraph" w:styleId="Header">
    <w:name w:val="header"/>
    <w:basedOn w:val="Normal"/>
    <w:link w:val="HeaderChar"/>
    <w:uiPriority w:val="99"/>
    <w:rsid w:val="00876619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76619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87661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0223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022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F21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DEF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7</Pages>
  <Words>1993</Words>
  <Characters>11365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2020-05-06T06:32:00Z</cp:lastPrinted>
  <dcterms:created xsi:type="dcterms:W3CDTF">2020-04-29T08:37:00Z</dcterms:created>
  <dcterms:modified xsi:type="dcterms:W3CDTF">2020-05-06T06:32:00Z</dcterms:modified>
</cp:coreProperties>
</file>