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81B" w:rsidRDefault="0027781B" w:rsidP="00943A58">
      <w:pPr>
        <w:tabs>
          <w:tab w:val="left" w:pos="7350"/>
        </w:tabs>
        <w:jc w:val="center"/>
        <w:outlineLvl w:val="0"/>
        <w:rPr>
          <w:b/>
        </w:rPr>
      </w:pPr>
      <w:bookmarkStart w:id="0" w:name="_GoBack"/>
    </w:p>
    <w:p w:rsidR="0027781B" w:rsidRPr="00A26C88" w:rsidRDefault="0027781B" w:rsidP="00943A58">
      <w:pPr>
        <w:tabs>
          <w:tab w:val="left" w:pos="7350"/>
        </w:tabs>
        <w:jc w:val="center"/>
        <w:outlineLvl w:val="0"/>
        <w:rPr>
          <w:b/>
        </w:rPr>
      </w:pPr>
    </w:p>
    <w:p w:rsidR="0027781B" w:rsidRPr="00A26C88" w:rsidRDefault="0027781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СОВЕТ  НАРОДНЫХ ДЕПУТАТОВ</w:t>
      </w:r>
    </w:p>
    <w:p w:rsidR="0027781B" w:rsidRPr="00A26C88" w:rsidRDefault="0027781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ШАПОШНИКОВСКОГО СЕЛЬСКОГО ПОСЕЛЕНИЯ</w:t>
      </w:r>
    </w:p>
    <w:p w:rsidR="0027781B" w:rsidRPr="00A26C88" w:rsidRDefault="0027781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ОЛЬХОВАТСКОГО  МУНИЦИПАЛЬНОГО  РАЙОНА</w:t>
      </w:r>
    </w:p>
    <w:p w:rsidR="0027781B" w:rsidRPr="00A26C88" w:rsidRDefault="0027781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ВОРОНЕЖСКОЙ ОБЛАСТИ</w:t>
      </w:r>
    </w:p>
    <w:p w:rsidR="0027781B" w:rsidRPr="00A26C88" w:rsidRDefault="0027781B" w:rsidP="00943A58">
      <w:pPr>
        <w:tabs>
          <w:tab w:val="left" w:pos="7350"/>
        </w:tabs>
        <w:jc w:val="center"/>
        <w:outlineLvl w:val="0"/>
        <w:rPr>
          <w:b/>
        </w:rPr>
      </w:pPr>
    </w:p>
    <w:p w:rsidR="0027781B" w:rsidRPr="00A26C88" w:rsidRDefault="0027781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РЕШЕНИЕ</w:t>
      </w:r>
    </w:p>
    <w:p w:rsidR="0027781B" w:rsidRPr="00A26C88" w:rsidRDefault="0027781B" w:rsidP="00943A58">
      <w:pPr>
        <w:tabs>
          <w:tab w:val="left" w:pos="7350"/>
        </w:tabs>
        <w:jc w:val="right"/>
        <w:outlineLvl w:val="0"/>
      </w:pPr>
      <w:r w:rsidRPr="00A26C88">
        <w:t xml:space="preserve">                                                                                                                           </w:t>
      </w:r>
    </w:p>
    <w:p w:rsidR="0027781B" w:rsidRPr="00A26C88" w:rsidRDefault="0027781B" w:rsidP="00943A58">
      <w:pPr>
        <w:tabs>
          <w:tab w:val="left" w:pos="7350"/>
        </w:tabs>
        <w:ind w:left="5529"/>
        <w:outlineLvl w:val="0"/>
      </w:pPr>
    </w:p>
    <w:p w:rsidR="0027781B" w:rsidRPr="00A26C88" w:rsidRDefault="0027781B" w:rsidP="00943A58">
      <w:pPr>
        <w:tabs>
          <w:tab w:val="left" w:pos="7350"/>
        </w:tabs>
        <w:ind w:left="5529"/>
        <w:outlineLvl w:val="0"/>
      </w:pPr>
      <w:r w:rsidRPr="00A26C88">
        <w:t>Принято Советом народных</w:t>
      </w:r>
    </w:p>
    <w:p w:rsidR="0027781B" w:rsidRPr="00A26C88" w:rsidRDefault="0027781B" w:rsidP="00943A58">
      <w:pPr>
        <w:tabs>
          <w:tab w:val="left" w:pos="7350"/>
        </w:tabs>
        <w:ind w:left="5529"/>
        <w:outlineLvl w:val="0"/>
      </w:pPr>
      <w:r w:rsidRPr="00A26C88">
        <w:t xml:space="preserve">депутатов </w:t>
      </w:r>
      <w:r>
        <w:t>25.05.</w:t>
      </w:r>
      <w:r w:rsidRPr="00A26C88">
        <w:t>2018 года</w:t>
      </w:r>
    </w:p>
    <w:p w:rsidR="0027781B" w:rsidRPr="00A26C88" w:rsidRDefault="0027781B" w:rsidP="00943A58">
      <w:pPr>
        <w:tabs>
          <w:tab w:val="left" w:pos="7350"/>
        </w:tabs>
        <w:jc w:val="right"/>
        <w:outlineLvl w:val="0"/>
      </w:pPr>
      <w:r w:rsidRPr="00A26C88">
        <w:t xml:space="preserve">                                                             </w:t>
      </w:r>
    </w:p>
    <w:p w:rsidR="0027781B" w:rsidRPr="00A26C88" w:rsidRDefault="0027781B" w:rsidP="00943A58">
      <w:pPr>
        <w:tabs>
          <w:tab w:val="left" w:pos="7350"/>
        </w:tabs>
        <w:ind w:right="4959"/>
        <w:jc w:val="both"/>
      </w:pPr>
    </w:p>
    <w:p w:rsidR="0027781B" w:rsidRPr="00A26C88" w:rsidRDefault="0027781B" w:rsidP="00D06478">
      <w:pPr>
        <w:ind w:right="5525"/>
        <w:jc w:val="both"/>
      </w:pPr>
      <w:r w:rsidRPr="00A26C88">
        <w:t xml:space="preserve">О внесении </w:t>
      </w:r>
      <w:r>
        <w:t xml:space="preserve">изменений </w:t>
      </w:r>
      <w:r w:rsidRPr="00A26C88">
        <w:t xml:space="preserve">в решение Совета народных депутатов Шапошниковского сельского поселения от </w:t>
      </w:r>
      <w:r>
        <w:t>31</w:t>
      </w:r>
      <w:r w:rsidRPr="00A26C88">
        <w:t>.</w:t>
      </w:r>
      <w:r>
        <w:t>1</w:t>
      </w:r>
      <w:r w:rsidRPr="00A26C88">
        <w:t>0.201</w:t>
      </w:r>
      <w:r>
        <w:t>7 года №30</w:t>
      </w:r>
    </w:p>
    <w:p w:rsidR="0027781B" w:rsidRPr="00A26C88" w:rsidRDefault="0027781B" w:rsidP="00D06478">
      <w:pPr>
        <w:spacing w:before="240" w:after="60"/>
        <w:ind w:right="5525"/>
        <w:contextualSpacing/>
        <w:jc w:val="both"/>
        <w:outlineLvl w:val="0"/>
      </w:pPr>
      <w:r w:rsidRPr="00A26C88">
        <w:t xml:space="preserve"> «</w:t>
      </w:r>
      <w:r w:rsidRPr="00006AD5">
        <w:t>Об утверждении Правил благоустройства территории Шапошниковского сельского поселения Ольховатского муниципального района Воронежской области</w:t>
      </w:r>
      <w:r w:rsidRPr="00A26C88">
        <w:t xml:space="preserve">» </w:t>
      </w:r>
    </w:p>
    <w:p w:rsidR="0027781B" w:rsidRDefault="0027781B" w:rsidP="00943A58">
      <w:pPr>
        <w:tabs>
          <w:tab w:val="left" w:pos="7350"/>
        </w:tabs>
        <w:ind w:right="4959"/>
        <w:jc w:val="both"/>
      </w:pPr>
    </w:p>
    <w:p w:rsidR="0027781B" w:rsidRPr="00A26C88" w:rsidRDefault="0027781B" w:rsidP="00943A58">
      <w:pPr>
        <w:tabs>
          <w:tab w:val="left" w:pos="7350"/>
        </w:tabs>
        <w:ind w:right="4959"/>
        <w:jc w:val="both"/>
      </w:pPr>
    </w:p>
    <w:p w:rsidR="0027781B" w:rsidRPr="00A26C88" w:rsidRDefault="0027781B" w:rsidP="00943A58">
      <w:pPr>
        <w:tabs>
          <w:tab w:val="left" w:pos="3420"/>
        </w:tabs>
        <w:spacing w:line="276" w:lineRule="auto"/>
        <w:ind w:firstLine="567"/>
        <w:jc w:val="both"/>
      </w:pPr>
      <w:r w:rsidRPr="00A26C88">
        <w:t xml:space="preserve">В </w:t>
      </w:r>
      <w:r w:rsidRPr="00831A35">
        <w:t>целях приведения нормативных правовых актов в соответствие с действующим законодательством,</w:t>
      </w:r>
      <w:r>
        <w:t xml:space="preserve">  </w:t>
      </w:r>
      <w:r w:rsidRPr="00A26C88">
        <w:t xml:space="preserve"> </w:t>
      </w:r>
      <w:r w:rsidRPr="00831A35">
        <w:rPr>
          <w:bCs/>
        </w:rPr>
        <w:t>на основании Экспертного заключения Пр</w:t>
      </w:r>
      <w:r>
        <w:rPr>
          <w:bCs/>
        </w:rPr>
        <w:t>авительства Воронежской области</w:t>
      </w:r>
      <w:r>
        <w:t xml:space="preserve"> №19-62/1802501П от 03.04.2018</w:t>
      </w:r>
      <w:r w:rsidRPr="00A26C88">
        <w:t>, Совет народных депутатов Шапошниковского сельского поселения Ольховатского муниципального района Воронежской области</w:t>
      </w:r>
    </w:p>
    <w:p w:rsidR="0027781B" w:rsidRPr="00A26C88" w:rsidRDefault="0027781B" w:rsidP="00943A58">
      <w:pPr>
        <w:tabs>
          <w:tab w:val="left" w:pos="7350"/>
        </w:tabs>
        <w:jc w:val="both"/>
      </w:pPr>
      <w:r>
        <w:rPr>
          <w:bCs/>
        </w:rPr>
        <w:t xml:space="preserve"> </w:t>
      </w:r>
    </w:p>
    <w:p w:rsidR="0027781B" w:rsidRPr="00A26C88" w:rsidRDefault="0027781B" w:rsidP="00943A58">
      <w:pPr>
        <w:tabs>
          <w:tab w:val="left" w:pos="7350"/>
        </w:tabs>
        <w:jc w:val="center"/>
        <w:outlineLvl w:val="0"/>
        <w:rPr>
          <w:b/>
        </w:rPr>
      </w:pPr>
      <w:r w:rsidRPr="00A26C88">
        <w:rPr>
          <w:b/>
        </w:rPr>
        <w:t>РЕШИЛ:</w:t>
      </w:r>
    </w:p>
    <w:p w:rsidR="0027781B" w:rsidRPr="00A26C88" w:rsidRDefault="0027781B" w:rsidP="00A73FFA">
      <w:pPr>
        <w:tabs>
          <w:tab w:val="left" w:pos="7350"/>
        </w:tabs>
        <w:ind w:firstLine="540"/>
        <w:jc w:val="center"/>
        <w:outlineLvl w:val="0"/>
      </w:pPr>
    </w:p>
    <w:p w:rsidR="0027781B" w:rsidRPr="00A26C88" w:rsidRDefault="0027781B" w:rsidP="000C1157">
      <w:pPr>
        <w:ind w:right="-55" w:firstLine="540"/>
        <w:jc w:val="both"/>
      </w:pPr>
      <w:r w:rsidRPr="00A26C88">
        <w:t xml:space="preserve">1. Внести в решение Совета народных депутатов Шапошниковского сельского поселения Ольховатского муниципального района от </w:t>
      </w:r>
      <w:r>
        <w:t>31</w:t>
      </w:r>
      <w:r w:rsidRPr="00A26C88">
        <w:t>.</w:t>
      </w:r>
      <w:r>
        <w:t>1</w:t>
      </w:r>
      <w:r w:rsidRPr="00A26C88">
        <w:t>0.201</w:t>
      </w:r>
      <w:r>
        <w:t>7 года №30</w:t>
      </w:r>
      <w:r w:rsidRPr="00A26C88">
        <w:t xml:space="preserve"> «</w:t>
      </w:r>
      <w:r w:rsidRPr="00006AD5">
        <w:t>Об утверждении Правил благоустройства территории Шапошниковского сельского поселения Ольховатского муниципального района Воронежской области</w:t>
      </w:r>
      <w:r w:rsidRPr="00A26C88">
        <w:t xml:space="preserve">» следующие </w:t>
      </w:r>
      <w:r>
        <w:t>изменения</w:t>
      </w:r>
      <w:r w:rsidRPr="00A26C88">
        <w:t>:</w:t>
      </w:r>
    </w:p>
    <w:p w:rsidR="0027781B" w:rsidRPr="00525B57" w:rsidRDefault="0027781B" w:rsidP="00525B57">
      <w:pPr>
        <w:pStyle w:val="ListParagraph"/>
        <w:autoSpaceDE w:val="0"/>
        <w:autoSpaceDN w:val="0"/>
        <w:adjustRightInd w:val="0"/>
        <w:ind w:left="0" w:firstLine="540"/>
        <w:rPr>
          <w:rFonts w:ascii="Times New Roman" w:hAnsi="Times New Roman" w:cs="Times New Roman"/>
        </w:rPr>
      </w:pPr>
      <w:r w:rsidRPr="00525B57">
        <w:rPr>
          <w:rFonts w:ascii="Times New Roman" w:hAnsi="Times New Roman" w:cs="Times New Roman"/>
        </w:rPr>
        <w:t xml:space="preserve">1.1. </w:t>
      </w:r>
      <w:r>
        <w:rPr>
          <w:rFonts w:ascii="Times New Roman" w:hAnsi="Times New Roman" w:cs="Times New Roman"/>
        </w:rPr>
        <w:t>П</w:t>
      </w:r>
      <w:r w:rsidRPr="00525B57">
        <w:rPr>
          <w:rFonts w:ascii="Times New Roman" w:hAnsi="Times New Roman" w:cs="Times New Roman"/>
        </w:rPr>
        <w:t>ункт 9 статьи 2 Правил благоустройства</w:t>
      </w:r>
      <w:r>
        <w:rPr>
          <w:rFonts w:ascii="Times New Roman" w:hAnsi="Times New Roman" w:cs="Times New Roman"/>
        </w:rPr>
        <w:t xml:space="preserve"> </w:t>
      </w:r>
      <w:r w:rsidRPr="00525B57">
        <w:rPr>
          <w:rFonts w:ascii="Times New Roman" w:hAnsi="Times New Roman" w:cs="Times New Roman"/>
        </w:rPr>
        <w:t xml:space="preserve">  - исключить.</w:t>
      </w:r>
    </w:p>
    <w:p w:rsidR="0027781B" w:rsidRPr="00525B57" w:rsidRDefault="0027781B" w:rsidP="000C1157">
      <w:pPr>
        <w:autoSpaceDE w:val="0"/>
        <w:autoSpaceDN w:val="0"/>
        <w:adjustRightInd w:val="0"/>
        <w:ind w:firstLine="540"/>
        <w:jc w:val="both"/>
        <w:outlineLvl w:val="1"/>
      </w:pPr>
      <w:r w:rsidRPr="00525B57">
        <w:t xml:space="preserve">1.2. Статью 44. «Прилегающая территория» Раздела  8. Правил благоустройства  - исключить. </w:t>
      </w:r>
    </w:p>
    <w:p w:rsidR="0027781B" w:rsidRPr="00A26C88" w:rsidRDefault="0027781B" w:rsidP="00EA157B">
      <w:pPr>
        <w:ind w:firstLine="540"/>
        <w:jc w:val="both"/>
      </w:pPr>
      <w:r w:rsidRPr="00A26C88">
        <w:t>2. Контроль исполнения настоящего решения возложить на комиссию по собственности, бюджету, налогам, финансам и предпринимательству Совета народных депутатов Шапошниковского сельского поселения.</w:t>
      </w:r>
    </w:p>
    <w:p w:rsidR="0027781B" w:rsidRPr="00A26C88" w:rsidRDefault="0027781B" w:rsidP="00A73FFA">
      <w:pPr>
        <w:ind w:firstLine="540"/>
        <w:jc w:val="both"/>
      </w:pPr>
      <w:r w:rsidRPr="00A26C88">
        <w:t>3. Настоящее решение вступает в силу со дня его официального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27781B" w:rsidRPr="00A26C88" w:rsidRDefault="0027781B" w:rsidP="00A73FFA">
      <w:pPr>
        <w:ind w:firstLine="540"/>
        <w:jc w:val="both"/>
      </w:pPr>
    </w:p>
    <w:p w:rsidR="0027781B" w:rsidRDefault="0027781B" w:rsidP="00943A58">
      <w:pPr>
        <w:jc w:val="both"/>
      </w:pPr>
    </w:p>
    <w:p w:rsidR="0027781B" w:rsidRDefault="0027781B" w:rsidP="00943A58">
      <w:pPr>
        <w:jc w:val="both"/>
      </w:pPr>
    </w:p>
    <w:p w:rsidR="0027781B" w:rsidRPr="00A26C88" w:rsidRDefault="0027781B" w:rsidP="00943A58">
      <w:pPr>
        <w:jc w:val="both"/>
      </w:pPr>
      <w:r w:rsidRPr="00A26C88">
        <w:t>Глава Шапошниковского</w:t>
      </w:r>
    </w:p>
    <w:p w:rsidR="0027781B" w:rsidRPr="00A26C88" w:rsidRDefault="0027781B" w:rsidP="00943A58">
      <w:pPr>
        <w:jc w:val="both"/>
      </w:pPr>
      <w:r w:rsidRPr="00A26C88">
        <w:t>сельского поселения                                                                                                        В.С. Саратовский</w:t>
      </w:r>
    </w:p>
    <w:p w:rsidR="0027781B" w:rsidRPr="00A26C88" w:rsidRDefault="0027781B" w:rsidP="00943A58">
      <w:pPr>
        <w:jc w:val="both"/>
      </w:pPr>
      <w:r>
        <w:t>от 25.05.</w:t>
      </w:r>
      <w:r w:rsidRPr="00A26C88">
        <w:t>2018 года</w:t>
      </w:r>
    </w:p>
    <w:p w:rsidR="0027781B" w:rsidRPr="00A26C88" w:rsidRDefault="0027781B" w:rsidP="00943A58">
      <w:pPr>
        <w:jc w:val="both"/>
      </w:pPr>
      <w:r w:rsidRPr="00A26C88">
        <w:t>№</w:t>
      </w:r>
      <w:r>
        <w:t>23</w:t>
      </w:r>
    </w:p>
    <w:p w:rsidR="0027781B" w:rsidRPr="00A26C88" w:rsidRDefault="0027781B" w:rsidP="00943A58">
      <w:pPr>
        <w:jc w:val="both"/>
      </w:pPr>
      <w:r w:rsidRPr="00A26C88">
        <w:t xml:space="preserve">сл. Шапошниковка    </w:t>
      </w:r>
      <w:bookmarkEnd w:id="0"/>
    </w:p>
    <w:p w:rsidR="0027781B" w:rsidRDefault="0027781B" w:rsidP="00943A58"/>
    <w:sectPr w:rsidR="0027781B" w:rsidSect="006C32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75C9"/>
    <w:multiLevelType w:val="hybridMultilevel"/>
    <w:tmpl w:val="7BFC0246"/>
    <w:lvl w:ilvl="0" w:tplc="335E150A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C0D0654"/>
    <w:multiLevelType w:val="hybridMultilevel"/>
    <w:tmpl w:val="2C762C30"/>
    <w:lvl w:ilvl="0" w:tplc="E3246932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FF42870"/>
    <w:multiLevelType w:val="multilevel"/>
    <w:tmpl w:val="ED18587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7C5"/>
    <w:rsid w:val="00006AD5"/>
    <w:rsid w:val="00083887"/>
    <w:rsid w:val="000A669D"/>
    <w:rsid w:val="000C1157"/>
    <w:rsid w:val="000E7CA5"/>
    <w:rsid w:val="0010687A"/>
    <w:rsid w:val="001775E1"/>
    <w:rsid w:val="00210992"/>
    <w:rsid w:val="0023750A"/>
    <w:rsid w:val="0027781B"/>
    <w:rsid w:val="002F0EB3"/>
    <w:rsid w:val="00327A5D"/>
    <w:rsid w:val="00361DAA"/>
    <w:rsid w:val="00396160"/>
    <w:rsid w:val="003C4D37"/>
    <w:rsid w:val="00422410"/>
    <w:rsid w:val="00462262"/>
    <w:rsid w:val="004802CA"/>
    <w:rsid w:val="004A6F35"/>
    <w:rsid w:val="00525B57"/>
    <w:rsid w:val="00590774"/>
    <w:rsid w:val="005E3B30"/>
    <w:rsid w:val="006147B9"/>
    <w:rsid w:val="00625427"/>
    <w:rsid w:val="00632A4B"/>
    <w:rsid w:val="0068290D"/>
    <w:rsid w:val="006A25DE"/>
    <w:rsid w:val="006B5479"/>
    <w:rsid w:val="006C32E9"/>
    <w:rsid w:val="00771E4A"/>
    <w:rsid w:val="007A7D03"/>
    <w:rsid w:val="00831A35"/>
    <w:rsid w:val="008508AE"/>
    <w:rsid w:val="008634BC"/>
    <w:rsid w:val="00864541"/>
    <w:rsid w:val="00872D1D"/>
    <w:rsid w:val="00874000"/>
    <w:rsid w:val="00882FDF"/>
    <w:rsid w:val="00886B9D"/>
    <w:rsid w:val="00943A58"/>
    <w:rsid w:val="009502E2"/>
    <w:rsid w:val="00A26C88"/>
    <w:rsid w:val="00A527E4"/>
    <w:rsid w:val="00A73FFA"/>
    <w:rsid w:val="00A84CDE"/>
    <w:rsid w:val="00AE5A6C"/>
    <w:rsid w:val="00AF483B"/>
    <w:rsid w:val="00B60282"/>
    <w:rsid w:val="00B9262D"/>
    <w:rsid w:val="00BF77A6"/>
    <w:rsid w:val="00C0044F"/>
    <w:rsid w:val="00C33F75"/>
    <w:rsid w:val="00C94F57"/>
    <w:rsid w:val="00CF6E45"/>
    <w:rsid w:val="00D06478"/>
    <w:rsid w:val="00E96F2A"/>
    <w:rsid w:val="00EA157B"/>
    <w:rsid w:val="00EB7879"/>
    <w:rsid w:val="00F01209"/>
    <w:rsid w:val="00F34E0B"/>
    <w:rsid w:val="00F81005"/>
    <w:rsid w:val="00F90193"/>
    <w:rsid w:val="00F9463F"/>
    <w:rsid w:val="00FC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4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6254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82FDF"/>
    <w:pPr>
      <w:ind w:left="720" w:firstLine="567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882F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879"/>
    <w:rPr>
      <w:rFonts w:ascii="Times New Roman" w:hAnsi="Times New Roman" w:cs="Times New Roman"/>
      <w:sz w:val="2"/>
    </w:rPr>
  </w:style>
  <w:style w:type="character" w:customStyle="1" w:styleId="blk">
    <w:name w:val="blk"/>
    <w:basedOn w:val="DefaultParagraphFont"/>
    <w:uiPriority w:val="99"/>
    <w:rsid w:val="00F81005"/>
    <w:rPr>
      <w:rFonts w:cs="Times New Roman"/>
    </w:rPr>
  </w:style>
  <w:style w:type="paragraph" w:customStyle="1" w:styleId="s1">
    <w:name w:val="s_1"/>
    <w:basedOn w:val="Normal"/>
    <w:uiPriority w:val="99"/>
    <w:rsid w:val="004A6F35"/>
    <w:pPr>
      <w:spacing w:before="100" w:beforeAutospacing="1" w:after="100" w:afterAutospacing="1"/>
    </w:pPr>
    <w:rPr>
      <w:rFonts w:eastAsia="Calibri"/>
    </w:rPr>
  </w:style>
  <w:style w:type="paragraph" w:customStyle="1" w:styleId="s15">
    <w:name w:val="s_15"/>
    <w:basedOn w:val="Normal"/>
    <w:uiPriority w:val="99"/>
    <w:rsid w:val="004A6F35"/>
    <w:pPr>
      <w:spacing w:before="100" w:beforeAutospacing="1" w:after="100" w:afterAutospacing="1"/>
    </w:pPr>
    <w:rPr>
      <w:rFonts w:eastAsia="Calibri"/>
    </w:rPr>
  </w:style>
  <w:style w:type="character" w:customStyle="1" w:styleId="s10">
    <w:name w:val="s_10"/>
    <w:basedOn w:val="DefaultParagraphFont"/>
    <w:uiPriority w:val="99"/>
    <w:rsid w:val="004A6F35"/>
    <w:rPr>
      <w:rFonts w:cs="Times New Roman"/>
    </w:rPr>
  </w:style>
  <w:style w:type="character" w:styleId="Hyperlink">
    <w:name w:val="Hyperlink"/>
    <w:basedOn w:val="DefaultParagraphFont"/>
    <w:uiPriority w:val="99"/>
    <w:rsid w:val="004A6F3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23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3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3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23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23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</Pages>
  <Words>301</Words>
  <Characters>1720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2018-05-22T11:29:00Z</cp:lastPrinted>
  <dcterms:created xsi:type="dcterms:W3CDTF">2015-06-03T09:14:00Z</dcterms:created>
  <dcterms:modified xsi:type="dcterms:W3CDTF">2018-05-22T11:29:00Z</dcterms:modified>
</cp:coreProperties>
</file>