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F1C" w:rsidRDefault="00262F1C" w:rsidP="00130EA0">
      <w:pPr>
        <w:jc w:val="center"/>
        <w:rPr>
          <w:b/>
        </w:rPr>
      </w:pPr>
    </w:p>
    <w:p w:rsidR="00262F1C" w:rsidRDefault="00262F1C" w:rsidP="00130EA0">
      <w:pPr>
        <w:jc w:val="center"/>
        <w:rPr>
          <w:b/>
        </w:rPr>
      </w:pPr>
    </w:p>
    <w:p w:rsidR="00262F1C" w:rsidRPr="00656A80" w:rsidRDefault="00262F1C" w:rsidP="00130EA0">
      <w:pPr>
        <w:jc w:val="center"/>
        <w:rPr>
          <w:b/>
        </w:rPr>
      </w:pPr>
      <w:r w:rsidRPr="00656A80">
        <w:rPr>
          <w:b/>
        </w:rPr>
        <w:t>П Е Р Е Ч Е Н Ь</w:t>
      </w:r>
    </w:p>
    <w:p w:rsidR="00262F1C" w:rsidRPr="00656A80" w:rsidRDefault="00262F1C" w:rsidP="00130EA0">
      <w:pPr>
        <w:jc w:val="center"/>
        <w:rPr>
          <w:b/>
        </w:rPr>
      </w:pPr>
      <w:r w:rsidRPr="00656A80">
        <w:rPr>
          <w:b/>
        </w:rPr>
        <w:t>Решений Совета народных депутатов   Шапошниковского сельского поселения</w:t>
      </w:r>
    </w:p>
    <w:p w:rsidR="00262F1C" w:rsidRPr="00656A80" w:rsidRDefault="00262F1C" w:rsidP="00130EA0">
      <w:pPr>
        <w:jc w:val="center"/>
      </w:pPr>
      <w:r w:rsidRPr="00656A80">
        <w:rPr>
          <w:b/>
        </w:rPr>
        <w:t>Ольховатского муниципального района, принятых</w:t>
      </w:r>
      <w:r w:rsidRPr="00656A80">
        <w:t xml:space="preserve"> </w:t>
      </w:r>
    </w:p>
    <w:p w:rsidR="00262F1C" w:rsidRPr="00656A80" w:rsidRDefault="00262F1C" w:rsidP="00130EA0">
      <w:pPr>
        <w:jc w:val="center"/>
      </w:pPr>
    </w:p>
    <w:p w:rsidR="00262F1C" w:rsidRPr="00656A80" w:rsidRDefault="00262F1C" w:rsidP="00130EA0">
      <w:pPr>
        <w:jc w:val="center"/>
      </w:pPr>
      <w:r w:rsidRPr="00656A80">
        <w:t>27 января 2021 года</w:t>
      </w:r>
    </w:p>
    <w:p w:rsidR="00262F1C" w:rsidRPr="00656A80" w:rsidRDefault="00262F1C" w:rsidP="00130EA0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1102"/>
        <w:gridCol w:w="1296"/>
        <w:gridCol w:w="7322"/>
      </w:tblGrid>
      <w:tr w:rsidR="00262F1C" w:rsidRPr="00656A80" w:rsidTr="00EA61D4">
        <w:trPr>
          <w:trHeight w:val="635"/>
        </w:trPr>
        <w:tc>
          <w:tcPr>
            <w:tcW w:w="648" w:type="dxa"/>
          </w:tcPr>
          <w:p w:rsidR="00262F1C" w:rsidRPr="00656A80" w:rsidRDefault="00262F1C" w:rsidP="00266441">
            <w:r w:rsidRPr="00656A80">
              <w:t>№ п/п</w:t>
            </w:r>
          </w:p>
        </w:tc>
        <w:tc>
          <w:tcPr>
            <w:tcW w:w="1102" w:type="dxa"/>
          </w:tcPr>
          <w:p w:rsidR="00262F1C" w:rsidRPr="00656A80" w:rsidRDefault="00262F1C" w:rsidP="00266441">
            <w:r w:rsidRPr="00656A80">
              <w:t xml:space="preserve">   №</w:t>
            </w:r>
          </w:p>
          <w:p w:rsidR="00262F1C" w:rsidRPr="00656A80" w:rsidRDefault="00262F1C" w:rsidP="00266441">
            <w:r w:rsidRPr="00656A80">
              <w:t>решения</w:t>
            </w:r>
          </w:p>
        </w:tc>
        <w:tc>
          <w:tcPr>
            <w:tcW w:w="1296" w:type="dxa"/>
          </w:tcPr>
          <w:p w:rsidR="00262F1C" w:rsidRPr="00656A80" w:rsidRDefault="00262F1C" w:rsidP="00266441">
            <w:r w:rsidRPr="00656A80">
              <w:t xml:space="preserve"> Дата</w:t>
            </w:r>
          </w:p>
          <w:p w:rsidR="00262F1C" w:rsidRPr="00656A80" w:rsidRDefault="00262F1C" w:rsidP="00266441">
            <w:r w:rsidRPr="00656A80">
              <w:t>принятия</w:t>
            </w:r>
          </w:p>
        </w:tc>
        <w:tc>
          <w:tcPr>
            <w:tcW w:w="7322" w:type="dxa"/>
          </w:tcPr>
          <w:p w:rsidR="00262F1C" w:rsidRPr="00656A80" w:rsidRDefault="00262F1C" w:rsidP="00266441">
            <w:r w:rsidRPr="00656A80">
              <w:t xml:space="preserve">              Наименование решения</w:t>
            </w:r>
          </w:p>
        </w:tc>
      </w:tr>
      <w:tr w:rsidR="00262F1C" w:rsidRPr="00656A80" w:rsidTr="00EA61D4">
        <w:tc>
          <w:tcPr>
            <w:tcW w:w="648" w:type="dxa"/>
          </w:tcPr>
          <w:p w:rsidR="00262F1C" w:rsidRPr="00656A80" w:rsidRDefault="00262F1C" w:rsidP="007D23DC"/>
        </w:tc>
        <w:tc>
          <w:tcPr>
            <w:tcW w:w="1102" w:type="dxa"/>
          </w:tcPr>
          <w:p w:rsidR="00262F1C" w:rsidRPr="00656A80" w:rsidRDefault="00262F1C" w:rsidP="00901914">
            <w:pPr>
              <w:rPr>
                <w:b/>
              </w:rPr>
            </w:pPr>
            <w:r w:rsidRPr="00656A80">
              <w:rPr>
                <w:b/>
              </w:rPr>
              <w:t>2</w:t>
            </w:r>
          </w:p>
        </w:tc>
        <w:tc>
          <w:tcPr>
            <w:tcW w:w="1296" w:type="dxa"/>
          </w:tcPr>
          <w:p w:rsidR="00262F1C" w:rsidRPr="00656A80" w:rsidRDefault="00262F1C" w:rsidP="00292A23">
            <w:pPr>
              <w:rPr>
                <w:b/>
              </w:rPr>
            </w:pPr>
            <w:r w:rsidRPr="00656A80">
              <w:rPr>
                <w:b/>
              </w:rPr>
              <w:t>27.01.2021</w:t>
            </w:r>
          </w:p>
        </w:tc>
        <w:tc>
          <w:tcPr>
            <w:tcW w:w="7322" w:type="dxa"/>
          </w:tcPr>
          <w:p w:rsidR="00262F1C" w:rsidRPr="00656A80" w:rsidRDefault="00262F1C" w:rsidP="00584A89">
            <w:pPr>
              <w:ind w:right="72"/>
              <w:jc w:val="both"/>
            </w:pPr>
            <w:r w:rsidRPr="00656A80">
              <w:rPr>
                <w:b/>
              </w:rPr>
              <w:t>О проекте решения Совета народных депутатов Шапошниковского сельского поселения Ольховатского муниципального района Воронежской области «О внесении изменений и дополнений в Устав Шапошниковского сельского поселения Ольховатского</w:t>
            </w:r>
            <w:r w:rsidRPr="00656A80">
              <w:t xml:space="preserve"> </w:t>
            </w:r>
            <w:r w:rsidRPr="00656A80">
              <w:rPr>
                <w:b/>
              </w:rPr>
              <w:t>муниципального района Воронежской</w:t>
            </w:r>
            <w:r w:rsidRPr="00656A80">
              <w:t xml:space="preserve"> </w:t>
            </w:r>
            <w:r w:rsidRPr="00656A80">
              <w:rPr>
                <w:b/>
              </w:rPr>
              <w:t>области»</w:t>
            </w:r>
          </w:p>
        </w:tc>
      </w:tr>
      <w:tr w:rsidR="00262F1C" w:rsidRPr="00656A80" w:rsidTr="00EA61D4">
        <w:tc>
          <w:tcPr>
            <w:tcW w:w="648" w:type="dxa"/>
          </w:tcPr>
          <w:p w:rsidR="00262F1C" w:rsidRPr="00656A80" w:rsidRDefault="00262F1C" w:rsidP="007D23DC"/>
        </w:tc>
        <w:tc>
          <w:tcPr>
            <w:tcW w:w="1102" w:type="dxa"/>
          </w:tcPr>
          <w:p w:rsidR="00262F1C" w:rsidRPr="00656A80" w:rsidRDefault="00262F1C" w:rsidP="00901914">
            <w:pPr>
              <w:rPr>
                <w:b/>
              </w:rPr>
            </w:pPr>
            <w:r w:rsidRPr="00656A80">
              <w:rPr>
                <w:b/>
              </w:rPr>
              <w:t>3</w:t>
            </w:r>
          </w:p>
        </w:tc>
        <w:tc>
          <w:tcPr>
            <w:tcW w:w="1296" w:type="dxa"/>
          </w:tcPr>
          <w:p w:rsidR="00262F1C" w:rsidRPr="00656A80" w:rsidRDefault="00262F1C" w:rsidP="00292A23">
            <w:pPr>
              <w:rPr>
                <w:b/>
              </w:rPr>
            </w:pPr>
            <w:r w:rsidRPr="00656A80">
              <w:rPr>
                <w:b/>
              </w:rPr>
              <w:t>27.01.2021</w:t>
            </w:r>
          </w:p>
        </w:tc>
        <w:tc>
          <w:tcPr>
            <w:tcW w:w="7322" w:type="dxa"/>
          </w:tcPr>
          <w:p w:rsidR="00262F1C" w:rsidRPr="00656A80" w:rsidRDefault="00262F1C" w:rsidP="008409B4">
            <w:pPr>
              <w:ind w:right="2"/>
              <w:jc w:val="both"/>
            </w:pPr>
            <w:r w:rsidRPr="00656A80">
              <w:t xml:space="preserve">О внесении  изменений  в  реестр  имущества муниципальной собственности Шапошниковского сельского поселения  Ольховатского муниципального района Воронежской области </w:t>
            </w:r>
          </w:p>
          <w:p w:rsidR="00262F1C" w:rsidRPr="00656A80" w:rsidRDefault="00262F1C" w:rsidP="004A3385">
            <w:pPr>
              <w:ind w:right="72"/>
              <w:jc w:val="both"/>
            </w:pPr>
          </w:p>
        </w:tc>
      </w:tr>
      <w:tr w:rsidR="00262F1C" w:rsidRPr="00656A80" w:rsidTr="00EA61D4">
        <w:tc>
          <w:tcPr>
            <w:tcW w:w="648" w:type="dxa"/>
          </w:tcPr>
          <w:p w:rsidR="00262F1C" w:rsidRPr="00656A80" w:rsidRDefault="00262F1C" w:rsidP="007D23DC"/>
        </w:tc>
        <w:tc>
          <w:tcPr>
            <w:tcW w:w="1102" w:type="dxa"/>
          </w:tcPr>
          <w:p w:rsidR="00262F1C" w:rsidRPr="00656A80" w:rsidRDefault="00262F1C" w:rsidP="00901914">
            <w:pPr>
              <w:rPr>
                <w:b/>
              </w:rPr>
            </w:pPr>
          </w:p>
        </w:tc>
        <w:tc>
          <w:tcPr>
            <w:tcW w:w="1296" w:type="dxa"/>
          </w:tcPr>
          <w:p w:rsidR="00262F1C" w:rsidRPr="00656A80" w:rsidRDefault="00262F1C" w:rsidP="00292A23">
            <w:pPr>
              <w:rPr>
                <w:b/>
              </w:rPr>
            </w:pPr>
          </w:p>
        </w:tc>
        <w:tc>
          <w:tcPr>
            <w:tcW w:w="7322" w:type="dxa"/>
          </w:tcPr>
          <w:p w:rsidR="00262F1C" w:rsidRPr="00656A80" w:rsidRDefault="00262F1C" w:rsidP="004A3385">
            <w:pPr>
              <w:ind w:right="72"/>
              <w:jc w:val="both"/>
            </w:pPr>
          </w:p>
        </w:tc>
      </w:tr>
    </w:tbl>
    <w:p w:rsidR="00262F1C" w:rsidRPr="00656A80" w:rsidRDefault="00262F1C" w:rsidP="00130EA0"/>
    <w:p w:rsidR="00262F1C" w:rsidRPr="00656A80" w:rsidRDefault="00262F1C" w:rsidP="00130EA0"/>
    <w:p w:rsidR="00262F1C" w:rsidRPr="00656A80" w:rsidRDefault="00262F1C" w:rsidP="00130EA0"/>
    <w:p w:rsidR="00262F1C" w:rsidRPr="00656A80" w:rsidRDefault="00262F1C" w:rsidP="00130EA0"/>
    <w:p w:rsidR="00262F1C" w:rsidRPr="00656A80" w:rsidRDefault="00262F1C" w:rsidP="00130EA0">
      <w:r w:rsidRPr="00656A80">
        <w:t>Глава Шапошниковского</w:t>
      </w:r>
    </w:p>
    <w:p w:rsidR="00262F1C" w:rsidRPr="00EA61D4" w:rsidRDefault="00262F1C" w:rsidP="00130EA0">
      <w:pPr>
        <w:rPr>
          <w:sz w:val="22"/>
          <w:szCs w:val="22"/>
        </w:rPr>
      </w:pPr>
      <w:r w:rsidRPr="00656A80">
        <w:t xml:space="preserve">сельского поселения                                                                                                        </w:t>
      </w:r>
      <w:r>
        <w:rPr>
          <w:sz w:val="22"/>
          <w:szCs w:val="22"/>
        </w:rPr>
        <w:t>А.И.Двирник</w:t>
      </w:r>
    </w:p>
    <w:p w:rsidR="00262F1C" w:rsidRDefault="00262F1C" w:rsidP="0048338B">
      <w:pPr>
        <w:jc w:val="both"/>
        <w:rPr>
          <w:sz w:val="20"/>
          <w:szCs w:val="20"/>
        </w:rPr>
      </w:pPr>
    </w:p>
    <w:p w:rsidR="00262F1C" w:rsidRDefault="00262F1C" w:rsidP="0048338B">
      <w:pPr>
        <w:jc w:val="both"/>
        <w:rPr>
          <w:sz w:val="20"/>
          <w:szCs w:val="20"/>
        </w:rPr>
      </w:pPr>
    </w:p>
    <w:p w:rsidR="00262F1C" w:rsidRPr="00BC2A27" w:rsidRDefault="00262F1C" w:rsidP="0048338B">
      <w:pPr>
        <w:jc w:val="both"/>
        <w:rPr>
          <w:sz w:val="20"/>
          <w:szCs w:val="20"/>
        </w:rPr>
      </w:pPr>
      <w:r w:rsidRPr="003E1E57">
        <w:rPr>
          <w:sz w:val="20"/>
          <w:szCs w:val="20"/>
        </w:rPr>
        <w:t xml:space="preserve">Исп.Неровная Л.Г. </w:t>
      </w:r>
      <w:r>
        <w:rPr>
          <w:sz w:val="20"/>
          <w:szCs w:val="20"/>
        </w:rPr>
        <w:t>49-1</w:t>
      </w:r>
      <w:r w:rsidRPr="003E1E57">
        <w:rPr>
          <w:sz w:val="20"/>
          <w:szCs w:val="20"/>
        </w:rPr>
        <w:t>-</w:t>
      </w:r>
      <w:r>
        <w:rPr>
          <w:sz w:val="20"/>
          <w:szCs w:val="20"/>
        </w:rPr>
        <w:t>35</w:t>
      </w:r>
      <w:r w:rsidRPr="009F2ADE">
        <w:rPr>
          <w:sz w:val="20"/>
          <w:szCs w:val="20"/>
        </w:rPr>
        <w:t xml:space="preserve"> </w:t>
      </w:r>
    </w:p>
    <w:sectPr w:rsidR="00262F1C" w:rsidRPr="00BC2A27" w:rsidSect="00EA61D4">
      <w:pgSz w:w="11906" w:h="16838"/>
      <w:pgMar w:top="1134" w:right="51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2B4A"/>
    <w:rsid w:val="000057FA"/>
    <w:rsid w:val="000060B1"/>
    <w:rsid w:val="000143B8"/>
    <w:rsid w:val="000177DD"/>
    <w:rsid w:val="00020014"/>
    <w:rsid w:val="000206A4"/>
    <w:rsid w:val="00026A09"/>
    <w:rsid w:val="000302A1"/>
    <w:rsid w:val="0003062C"/>
    <w:rsid w:val="00030A96"/>
    <w:rsid w:val="00054F66"/>
    <w:rsid w:val="00061B1B"/>
    <w:rsid w:val="000626DF"/>
    <w:rsid w:val="00063F38"/>
    <w:rsid w:val="00075476"/>
    <w:rsid w:val="0008008F"/>
    <w:rsid w:val="000907C9"/>
    <w:rsid w:val="00094381"/>
    <w:rsid w:val="000A4466"/>
    <w:rsid w:val="000B0B7A"/>
    <w:rsid w:val="000C1806"/>
    <w:rsid w:val="000D2DEC"/>
    <w:rsid w:val="000D7CBD"/>
    <w:rsid w:val="000F23FD"/>
    <w:rsid w:val="000F5A42"/>
    <w:rsid w:val="001035AE"/>
    <w:rsid w:val="0012541A"/>
    <w:rsid w:val="00130EA0"/>
    <w:rsid w:val="001310A4"/>
    <w:rsid w:val="00131BA2"/>
    <w:rsid w:val="001374F3"/>
    <w:rsid w:val="00143D78"/>
    <w:rsid w:val="00161CE5"/>
    <w:rsid w:val="00162111"/>
    <w:rsid w:val="00162284"/>
    <w:rsid w:val="00166103"/>
    <w:rsid w:val="00182472"/>
    <w:rsid w:val="001855F1"/>
    <w:rsid w:val="00195802"/>
    <w:rsid w:val="00197D34"/>
    <w:rsid w:val="001B02B5"/>
    <w:rsid w:val="001C2571"/>
    <w:rsid w:val="001C3E40"/>
    <w:rsid w:val="001C6BF4"/>
    <w:rsid w:val="001D4E58"/>
    <w:rsid w:val="001D4F44"/>
    <w:rsid w:val="001D5586"/>
    <w:rsid w:val="001E1E7E"/>
    <w:rsid w:val="00203E03"/>
    <w:rsid w:val="00206BF1"/>
    <w:rsid w:val="00215A43"/>
    <w:rsid w:val="002212C7"/>
    <w:rsid w:val="002318D1"/>
    <w:rsid w:val="002370F1"/>
    <w:rsid w:val="00241703"/>
    <w:rsid w:val="002446C4"/>
    <w:rsid w:val="00255523"/>
    <w:rsid w:val="00257061"/>
    <w:rsid w:val="00257F9B"/>
    <w:rsid w:val="00262A6B"/>
    <w:rsid w:val="00262F1C"/>
    <w:rsid w:val="00266441"/>
    <w:rsid w:val="002726D7"/>
    <w:rsid w:val="0027613D"/>
    <w:rsid w:val="002800A3"/>
    <w:rsid w:val="00290B2C"/>
    <w:rsid w:val="00292A23"/>
    <w:rsid w:val="00293224"/>
    <w:rsid w:val="002957B8"/>
    <w:rsid w:val="0029728C"/>
    <w:rsid w:val="00297C73"/>
    <w:rsid w:val="002A06E6"/>
    <w:rsid w:val="002B04BF"/>
    <w:rsid w:val="002B66AB"/>
    <w:rsid w:val="002D0378"/>
    <w:rsid w:val="002D1892"/>
    <w:rsid w:val="002D1DF4"/>
    <w:rsid w:val="002D454A"/>
    <w:rsid w:val="002D5615"/>
    <w:rsid w:val="002E3A66"/>
    <w:rsid w:val="002E4F42"/>
    <w:rsid w:val="002E51AA"/>
    <w:rsid w:val="002F14AF"/>
    <w:rsid w:val="00312438"/>
    <w:rsid w:val="00321633"/>
    <w:rsid w:val="00323232"/>
    <w:rsid w:val="003253C9"/>
    <w:rsid w:val="00331349"/>
    <w:rsid w:val="00332615"/>
    <w:rsid w:val="0033652B"/>
    <w:rsid w:val="00342806"/>
    <w:rsid w:val="00345753"/>
    <w:rsid w:val="00355D40"/>
    <w:rsid w:val="00381A47"/>
    <w:rsid w:val="00383BEB"/>
    <w:rsid w:val="00394587"/>
    <w:rsid w:val="003A1EEE"/>
    <w:rsid w:val="003A34C2"/>
    <w:rsid w:val="003A4419"/>
    <w:rsid w:val="003B1B1C"/>
    <w:rsid w:val="003B72F5"/>
    <w:rsid w:val="003B7A37"/>
    <w:rsid w:val="003C4A4C"/>
    <w:rsid w:val="003C4CC6"/>
    <w:rsid w:val="003D0FB6"/>
    <w:rsid w:val="003D23EA"/>
    <w:rsid w:val="003D7329"/>
    <w:rsid w:val="003E1E57"/>
    <w:rsid w:val="003F0737"/>
    <w:rsid w:val="003F15AB"/>
    <w:rsid w:val="003F62FD"/>
    <w:rsid w:val="00401E82"/>
    <w:rsid w:val="00406CA2"/>
    <w:rsid w:val="00416894"/>
    <w:rsid w:val="00431FCB"/>
    <w:rsid w:val="00442642"/>
    <w:rsid w:val="0044361F"/>
    <w:rsid w:val="00451571"/>
    <w:rsid w:val="00457E39"/>
    <w:rsid w:val="00460752"/>
    <w:rsid w:val="00460AEC"/>
    <w:rsid w:val="004730E2"/>
    <w:rsid w:val="0048014A"/>
    <w:rsid w:val="0048338B"/>
    <w:rsid w:val="0049214A"/>
    <w:rsid w:val="004A2293"/>
    <w:rsid w:val="004A3385"/>
    <w:rsid w:val="004C2A99"/>
    <w:rsid w:val="004C43FA"/>
    <w:rsid w:val="004C7868"/>
    <w:rsid w:val="004D586E"/>
    <w:rsid w:val="004E019E"/>
    <w:rsid w:val="004E63D9"/>
    <w:rsid w:val="004E7510"/>
    <w:rsid w:val="004F06B0"/>
    <w:rsid w:val="004F3BE1"/>
    <w:rsid w:val="004F5A81"/>
    <w:rsid w:val="00501876"/>
    <w:rsid w:val="00501EC1"/>
    <w:rsid w:val="00502101"/>
    <w:rsid w:val="00505C9D"/>
    <w:rsid w:val="00510D2D"/>
    <w:rsid w:val="00511810"/>
    <w:rsid w:val="00517D88"/>
    <w:rsid w:val="00530BB5"/>
    <w:rsid w:val="00532D5E"/>
    <w:rsid w:val="00532DF1"/>
    <w:rsid w:val="005350F5"/>
    <w:rsid w:val="00552A3A"/>
    <w:rsid w:val="005568D7"/>
    <w:rsid w:val="00561840"/>
    <w:rsid w:val="005652B2"/>
    <w:rsid w:val="00574EAB"/>
    <w:rsid w:val="00575922"/>
    <w:rsid w:val="00584A89"/>
    <w:rsid w:val="00585C9F"/>
    <w:rsid w:val="00594530"/>
    <w:rsid w:val="00594ABC"/>
    <w:rsid w:val="0059759D"/>
    <w:rsid w:val="005A4404"/>
    <w:rsid w:val="005A6558"/>
    <w:rsid w:val="005A6C4A"/>
    <w:rsid w:val="005B0BA9"/>
    <w:rsid w:val="005B7063"/>
    <w:rsid w:val="005C2137"/>
    <w:rsid w:val="005C62DD"/>
    <w:rsid w:val="005D19D8"/>
    <w:rsid w:val="005D30FC"/>
    <w:rsid w:val="005E2FBA"/>
    <w:rsid w:val="005E7E93"/>
    <w:rsid w:val="005F7C09"/>
    <w:rsid w:val="00601430"/>
    <w:rsid w:val="00615AC6"/>
    <w:rsid w:val="006172CE"/>
    <w:rsid w:val="00617ACD"/>
    <w:rsid w:val="00625D5F"/>
    <w:rsid w:val="00635E08"/>
    <w:rsid w:val="00643629"/>
    <w:rsid w:val="00646D73"/>
    <w:rsid w:val="006508E9"/>
    <w:rsid w:val="00654BE6"/>
    <w:rsid w:val="00656A80"/>
    <w:rsid w:val="00657CFA"/>
    <w:rsid w:val="00663D0E"/>
    <w:rsid w:val="00672059"/>
    <w:rsid w:val="006769BA"/>
    <w:rsid w:val="00682325"/>
    <w:rsid w:val="00684B15"/>
    <w:rsid w:val="00684D10"/>
    <w:rsid w:val="0068651C"/>
    <w:rsid w:val="0069598F"/>
    <w:rsid w:val="00696F69"/>
    <w:rsid w:val="00697BF6"/>
    <w:rsid w:val="006A6056"/>
    <w:rsid w:val="006A6082"/>
    <w:rsid w:val="006B1259"/>
    <w:rsid w:val="006B3FC2"/>
    <w:rsid w:val="006C140A"/>
    <w:rsid w:val="006C303E"/>
    <w:rsid w:val="006C3744"/>
    <w:rsid w:val="006C6036"/>
    <w:rsid w:val="006E2EE9"/>
    <w:rsid w:val="00700016"/>
    <w:rsid w:val="00705169"/>
    <w:rsid w:val="00710DB6"/>
    <w:rsid w:val="00715CC0"/>
    <w:rsid w:val="007231AC"/>
    <w:rsid w:val="007311BF"/>
    <w:rsid w:val="00741434"/>
    <w:rsid w:val="007435AF"/>
    <w:rsid w:val="00746943"/>
    <w:rsid w:val="0074776F"/>
    <w:rsid w:val="00750563"/>
    <w:rsid w:val="00754666"/>
    <w:rsid w:val="0078250C"/>
    <w:rsid w:val="00787095"/>
    <w:rsid w:val="00791A1A"/>
    <w:rsid w:val="007935B7"/>
    <w:rsid w:val="007B7673"/>
    <w:rsid w:val="007C4759"/>
    <w:rsid w:val="007D1AA2"/>
    <w:rsid w:val="007D23DC"/>
    <w:rsid w:val="007E0A22"/>
    <w:rsid w:val="007E3F1A"/>
    <w:rsid w:val="007F3025"/>
    <w:rsid w:val="008010B0"/>
    <w:rsid w:val="00812888"/>
    <w:rsid w:val="00814691"/>
    <w:rsid w:val="00824297"/>
    <w:rsid w:val="00825591"/>
    <w:rsid w:val="0083466C"/>
    <w:rsid w:val="0083739B"/>
    <w:rsid w:val="008409B4"/>
    <w:rsid w:val="00842E01"/>
    <w:rsid w:val="00843002"/>
    <w:rsid w:val="008532C2"/>
    <w:rsid w:val="008736F1"/>
    <w:rsid w:val="008758D7"/>
    <w:rsid w:val="00881CFE"/>
    <w:rsid w:val="00882FDF"/>
    <w:rsid w:val="00896B7A"/>
    <w:rsid w:val="008A0331"/>
    <w:rsid w:val="008A1C4B"/>
    <w:rsid w:val="008F607F"/>
    <w:rsid w:val="008F7A7F"/>
    <w:rsid w:val="00901453"/>
    <w:rsid w:val="00901914"/>
    <w:rsid w:val="009113AD"/>
    <w:rsid w:val="009132CE"/>
    <w:rsid w:val="0091590D"/>
    <w:rsid w:val="00915AD6"/>
    <w:rsid w:val="009232C2"/>
    <w:rsid w:val="00931873"/>
    <w:rsid w:val="00935FF8"/>
    <w:rsid w:val="00944AE8"/>
    <w:rsid w:val="00953959"/>
    <w:rsid w:val="00961A2D"/>
    <w:rsid w:val="00962888"/>
    <w:rsid w:val="009738F6"/>
    <w:rsid w:val="00975D01"/>
    <w:rsid w:val="00975FA2"/>
    <w:rsid w:val="0097782F"/>
    <w:rsid w:val="00986A75"/>
    <w:rsid w:val="0099400A"/>
    <w:rsid w:val="009C142E"/>
    <w:rsid w:val="009F29DC"/>
    <w:rsid w:val="009F2ADE"/>
    <w:rsid w:val="009F3BF9"/>
    <w:rsid w:val="009F5211"/>
    <w:rsid w:val="009F7318"/>
    <w:rsid w:val="00A01CDB"/>
    <w:rsid w:val="00A10CA3"/>
    <w:rsid w:val="00A3718E"/>
    <w:rsid w:val="00A4137E"/>
    <w:rsid w:val="00A44886"/>
    <w:rsid w:val="00A45692"/>
    <w:rsid w:val="00A5615B"/>
    <w:rsid w:val="00A60140"/>
    <w:rsid w:val="00A6541F"/>
    <w:rsid w:val="00A66430"/>
    <w:rsid w:val="00A71816"/>
    <w:rsid w:val="00A76D5C"/>
    <w:rsid w:val="00A829D2"/>
    <w:rsid w:val="00A842AF"/>
    <w:rsid w:val="00A857E8"/>
    <w:rsid w:val="00A861B4"/>
    <w:rsid w:val="00AA225D"/>
    <w:rsid w:val="00AA3F3F"/>
    <w:rsid w:val="00AB0948"/>
    <w:rsid w:val="00AB18E0"/>
    <w:rsid w:val="00AB3FE6"/>
    <w:rsid w:val="00AB6E85"/>
    <w:rsid w:val="00AD06C3"/>
    <w:rsid w:val="00AD5050"/>
    <w:rsid w:val="00B01A3B"/>
    <w:rsid w:val="00B0368C"/>
    <w:rsid w:val="00B03E0F"/>
    <w:rsid w:val="00B04B74"/>
    <w:rsid w:val="00B16DE1"/>
    <w:rsid w:val="00B20314"/>
    <w:rsid w:val="00B269B0"/>
    <w:rsid w:val="00B3388F"/>
    <w:rsid w:val="00B41494"/>
    <w:rsid w:val="00B41AD5"/>
    <w:rsid w:val="00B47FA8"/>
    <w:rsid w:val="00B56EFE"/>
    <w:rsid w:val="00B614F3"/>
    <w:rsid w:val="00B61CD8"/>
    <w:rsid w:val="00B71AEE"/>
    <w:rsid w:val="00B75B11"/>
    <w:rsid w:val="00B96A7E"/>
    <w:rsid w:val="00BA084A"/>
    <w:rsid w:val="00BA3773"/>
    <w:rsid w:val="00BA422F"/>
    <w:rsid w:val="00BC2A27"/>
    <w:rsid w:val="00BC344E"/>
    <w:rsid w:val="00BC76AB"/>
    <w:rsid w:val="00BC77F9"/>
    <w:rsid w:val="00BD269D"/>
    <w:rsid w:val="00BD2FB6"/>
    <w:rsid w:val="00BD3AB4"/>
    <w:rsid w:val="00C044EE"/>
    <w:rsid w:val="00C204BA"/>
    <w:rsid w:val="00C21DAB"/>
    <w:rsid w:val="00C3050D"/>
    <w:rsid w:val="00C34B66"/>
    <w:rsid w:val="00C60550"/>
    <w:rsid w:val="00C7021C"/>
    <w:rsid w:val="00C849FD"/>
    <w:rsid w:val="00C9516D"/>
    <w:rsid w:val="00CA6379"/>
    <w:rsid w:val="00CB6ADF"/>
    <w:rsid w:val="00CC32E2"/>
    <w:rsid w:val="00CC55EF"/>
    <w:rsid w:val="00CC6A07"/>
    <w:rsid w:val="00CD0F53"/>
    <w:rsid w:val="00CE4BE5"/>
    <w:rsid w:val="00CF5CDB"/>
    <w:rsid w:val="00D056E4"/>
    <w:rsid w:val="00D11786"/>
    <w:rsid w:val="00D21F55"/>
    <w:rsid w:val="00D31EB1"/>
    <w:rsid w:val="00D3295F"/>
    <w:rsid w:val="00D40360"/>
    <w:rsid w:val="00D4072E"/>
    <w:rsid w:val="00D414A7"/>
    <w:rsid w:val="00D45B4B"/>
    <w:rsid w:val="00D53A05"/>
    <w:rsid w:val="00D61223"/>
    <w:rsid w:val="00D615AA"/>
    <w:rsid w:val="00D62683"/>
    <w:rsid w:val="00D62989"/>
    <w:rsid w:val="00D6538F"/>
    <w:rsid w:val="00D662BC"/>
    <w:rsid w:val="00D718C3"/>
    <w:rsid w:val="00D74819"/>
    <w:rsid w:val="00D90FE2"/>
    <w:rsid w:val="00D92B4A"/>
    <w:rsid w:val="00D92CC5"/>
    <w:rsid w:val="00D9414A"/>
    <w:rsid w:val="00D945DF"/>
    <w:rsid w:val="00D95BA0"/>
    <w:rsid w:val="00DA412A"/>
    <w:rsid w:val="00DA4648"/>
    <w:rsid w:val="00DA645F"/>
    <w:rsid w:val="00DC3258"/>
    <w:rsid w:val="00DC5206"/>
    <w:rsid w:val="00DD6DA2"/>
    <w:rsid w:val="00DE032D"/>
    <w:rsid w:val="00DE6E84"/>
    <w:rsid w:val="00DF6CB0"/>
    <w:rsid w:val="00DF7636"/>
    <w:rsid w:val="00E01D03"/>
    <w:rsid w:val="00E10527"/>
    <w:rsid w:val="00E313BD"/>
    <w:rsid w:val="00E34A86"/>
    <w:rsid w:val="00E4260C"/>
    <w:rsid w:val="00E5641E"/>
    <w:rsid w:val="00E632D1"/>
    <w:rsid w:val="00E6449F"/>
    <w:rsid w:val="00E65B51"/>
    <w:rsid w:val="00E667CD"/>
    <w:rsid w:val="00E66DAA"/>
    <w:rsid w:val="00E71904"/>
    <w:rsid w:val="00E7331D"/>
    <w:rsid w:val="00E77535"/>
    <w:rsid w:val="00E77B3D"/>
    <w:rsid w:val="00E80EEA"/>
    <w:rsid w:val="00E827EA"/>
    <w:rsid w:val="00E938EF"/>
    <w:rsid w:val="00E97E1C"/>
    <w:rsid w:val="00EA61D4"/>
    <w:rsid w:val="00EA6379"/>
    <w:rsid w:val="00EB3004"/>
    <w:rsid w:val="00EB5999"/>
    <w:rsid w:val="00EC1D00"/>
    <w:rsid w:val="00EC273A"/>
    <w:rsid w:val="00EC5CE0"/>
    <w:rsid w:val="00ED7679"/>
    <w:rsid w:val="00EE3211"/>
    <w:rsid w:val="00EE55FA"/>
    <w:rsid w:val="00F01C98"/>
    <w:rsid w:val="00F02DFA"/>
    <w:rsid w:val="00F04862"/>
    <w:rsid w:val="00F105B1"/>
    <w:rsid w:val="00F12519"/>
    <w:rsid w:val="00F127E1"/>
    <w:rsid w:val="00F20E9D"/>
    <w:rsid w:val="00F2121A"/>
    <w:rsid w:val="00F31CEE"/>
    <w:rsid w:val="00F37CA2"/>
    <w:rsid w:val="00F42BEA"/>
    <w:rsid w:val="00F45BEF"/>
    <w:rsid w:val="00F45E8A"/>
    <w:rsid w:val="00F47FFD"/>
    <w:rsid w:val="00F769FE"/>
    <w:rsid w:val="00F8240B"/>
    <w:rsid w:val="00F87D50"/>
    <w:rsid w:val="00FA1DBA"/>
    <w:rsid w:val="00FA2DFB"/>
    <w:rsid w:val="00FB2040"/>
    <w:rsid w:val="00FB261E"/>
    <w:rsid w:val="00FD2A1E"/>
    <w:rsid w:val="00FE4544"/>
    <w:rsid w:val="00FF1155"/>
    <w:rsid w:val="00FF6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0EA0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locked/>
    <w:rsid w:val="009F5211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D1AA2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Title">
    <w:name w:val="Title!Название НПА"/>
    <w:basedOn w:val="Normal"/>
    <w:uiPriority w:val="99"/>
    <w:rsid w:val="00130EA0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842E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D454A"/>
    <w:rPr>
      <w:rFonts w:ascii="Times New Roman" w:hAnsi="Times New Roman" w:cs="Times New Roman"/>
      <w:sz w:val="2"/>
    </w:rPr>
  </w:style>
  <w:style w:type="character" w:customStyle="1" w:styleId="a">
    <w:name w:val="Маркеры списка"/>
    <w:uiPriority w:val="99"/>
    <w:rsid w:val="008758D7"/>
    <w:rPr>
      <w:rFonts w:ascii="OpenSymbol" w:hAnsi="OpenSymbol"/>
    </w:rPr>
  </w:style>
  <w:style w:type="paragraph" w:customStyle="1" w:styleId="ConsPlusTitle">
    <w:name w:val="ConsPlusTitle"/>
    <w:uiPriority w:val="99"/>
    <w:rsid w:val="00161CE5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161CE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locked/>
    <w:rsid w:val="00161CE5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38">
    <w:name w:val="Font Style38"/>
    <w:uiPriority w:val="99"/>
    <w:rsid w:val="0029728C"/>
    <w:rPr>
      <w:rFonts w:ascii="Times New Roman" w:hAnsi="Times New Roman"/>
      <w:spacing w:val="10"/>
      <w:sz w:val="16"/>
    </w:rPr>
  </w:style>
  <w:style w:type="paragraph" w:styleId="BodyText">
    <w:name w:val="Body Text"/>
    <w:basedOn w:val="Normal"/>
    <w:link w:val="BodyTextChar"/>
    <w:uiPriority w:val="99"/>
    <w:rsid w:val="0029728C"/>
    <w:pPr>
      <w:jc w:val="both"/>
    </w:pPr>
    <w:rPr>
      <w:rFonts w:eastAsia="Calibri"/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010B0"/>
    <w:rPr>
      <w:rFonts w:ascii="Times New Roman" w:hAnsi="Times New Roman" w:cs="Times New Roman"/>
      <w:sz w:val="24"/>
      <w:szCs w:val="24"/>
    </w:rPr>
  </w:style>
  <w:style w:type="paragraph" w:customStyle="1" w:styleId="a0">
    <w:name w:val="Знак"/>
    <w:basedOn w:val="Normal"/>
    <w:uiPriority w:val="99"/>
    <w:rsid w:val="00A66430"/>
    <w:pPr>
      <w:spacing w:after="160" w:line="240" w:lineRule="exact"/>
    </w:pPr>
    <w:rPr>
      <w:rFonts w:ascii="Verdana" w:eastAsia="Calibri" w:hAnsi="Verdana"/>
      <w:lang w:val="en-US" w:eastAsia="en-US"/>
    </w:rPr>
  </w:style>
  <w:style w:type="character" w:customStyle="1" w:styleId="msonormal0">
    <w:name w:val="msonormal"/>
    <w:basedOn w:val="DefaultParagraphFont"/>
    <w:uiPriority w:val="99"/>
    <w:rsid w:val="00B47FA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450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0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830</TotalTime>
  <Pages>1</Pages>
  <Words>133</Words>
  <Characters>760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101</cp:revision>
  <cp:lastPrinted>2018-01-31T05:26:00Z</cp:lastPrinted>
  <dcterms:created xsi:type="dcterms:W3CDTF">2015-08-18T05:34:00Z</dcterms:created>
  <dcterms:modified xsi:type="dcterms:W3CDTF">2021-01-27T05:13:00Z</dcterms:modified>
</cp:coreProperties>
</file>